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7D6" w:rsidRDefault="002947D6">
      <w:r>
        <w:rPr>
          <w:noProof/>
          <w:lang w:eastAsia="hu-HU"/>
        </w:rPr>
      </w:r>
      <w:r w:rsidRPr="000815B7">
        <w:rPr>
          <w:color w:val="000000"/>
        </w:rPr>
        <w:pict>
          <v:group id="_x0000_s1026" editas="canvas" style="width:360.3pt;height:421.95pt;mso-position-horizontal-relative:char;mso-position-vertical-relative:line" coordorigin="-6" coordsize="7206,8439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-6;width:7206;height:8439" o:preferrelative="f">
              <v:fill o:detectmouseclick="t"/>
              <v:path o:extrusionok="t" o:connecttype="none"/>
              <o:lock v:ext="edit" text="t"/>
            </v:shape>
            <v:rect id="_x0000_s1028" style="position:absolute;left:3;top:23;width:7197;height:8416" fillcolor="black" stroked="f"/>
            <v:rect id="_x0000_s1029" style="position:absolute;left:-6;top:20;width:7197;height:8416" filled="f" strokecolor="#1f1a17" strokeweight="1e-4mm"/>
            <v:rect id="_x0000_s1030" style="position:absolute;left:796;top:706;width:5730;height:5734" fillcolor="black" stroked="f"/>
            <v:shape id="_x0000_s1031" style="position:absolute;left:776;top:686;width:5770;height:5774" coordsize="11542,11550" path="m41,11469r11460,l11501,11550r-11460,l41,11469xm11542,11509r,41l11501,11550r,-41l11542,11509xm11461,11509r,-11468l11542,41r,11468l11461,11509xm11501,r41,l11542,41r-41,l11501,xm11501,81l41,81,41,,11501,r,81xm,41l,,41,r,41l,41xm81,41r,11468l,11509,,41r81,xm41,11550r-41,l,11509r41,l41,11550xe" fillcolor="black" stroked="f">
              <v:path arrowok="t"/>
              <o:lock v:ext="edit" verticies="t"/>
            </v:shape>
            <v:shape id="_x0000_s1032" style="position:absolute;left:6107;top:865;width:231;height:288" coordsize="461,577" path="m461,577l461,,344,r,227l115,227,115,,,,,577r115,l115,325r229,l344,577r117,xe" stroked="f">
              <v:path arrowok="t"/>
            </v:shape>
            <v:shape id="_x0000_s1033" style="position:absolute;left:4923;top:865;width:259;height:288" coordsize="519,577" path="m519,577l519,,274,,232,,195,4,165,9r-25,6l130,19r-10,5l111,31r-8,6l95,44r-9,8l79,61,73,71,68,81,63,91r-5,12l54,113r-5,23l48,162r1,15l51,192r2,15l58,220r5,14l69,246r9,11l86,269r10,10l108,288r12,8l133,303r15,6l165,315r17,5l200,323r-18,10l165,345r-13,13l138,372r-13,15l110,407,91,434,71,464,,577r140,l224,452r22,-32l262,397r14,-19l286,367r8,-9l303,351r10,-5l321,343r10,-3l345,338r16,-2l380,336r23,l403,577r116,xm403,244r-85,l279,244r-30,-2l227,241r-15,-4l202,232r-8,-5l187,220r-7,-8l175,204r-5,-10l168,182r,-14l168,155r4,-12l177,131r7,-10l192,115r10,-7l214,103r13,-4l237,98r19,l281,98r32,l403,98r,146xe" stroked="f">
              <v:path arrowok="t"/>
              <o:lock v:ext="edit" verticies="t"/>
            </v:shape>
            <v:shape id="_x0000_s1034" style="position:absolute;left:4337;top:860;width:280;height:298" coordsize="560,597" path="m560,303r-1,-22l559,259r-4,-19l554,220r-4,-16l545,185r-5,-15l533,153,523,133,510,113,497,93,480,74,463,59,444,44,424,32,406,22,377,12,347,5,315,2,280,,250,,220,5r-27,5l166,20,141,30,117,44,97,61,77,79,58,99,43,123,30,146,18,173r-8,29l5,232,1,266,,299r1,34l5,365r5,30l18,424r12,27l43,476r15,22l75,518r20,18l117,553r24,13l164,578r27,9l218,592r30,5l278,597r32,l340,592r29,-5l394,578r25,-12l443,553r22,-15l483,519r19,-21l517,476r13,-25l540,425r9,-28l555,367r4,-31l560,303xm439,298r,23l436,345r-3,20l428,385r-5,17l414,419r-10,15l394,447r-12,12l371,469r-14,8l344,484r-15,7l312,494r-15,4l280,498r-17,l246,494r-15,-3l216,486r-13,-9l189,469,176,459,164,447,154,434r-8,-15l137,402r-5,-17l127,365r-3,-22l120,321r,-25l120,272r4,-21l127,229r4,-19l137,192r7,-15l154,162r10,-14l176,136r12,-10l201,118r13,-7l230,106r15,-3l261,101r19,-2l297,101r17,2l330,106r14,5l359,120r13,8l384,138r12,12l406,162r8,15l423,193r6,17l433,230r5,21l439,274r,24xe" stroked="f">
              <v:path arrowok="t"/>
              <o:lock v:ext="edit" verticies="t"/>
            </v:shape>
            <v:shape id="_x0000_s1035" style="position:absolute;left:3779;top:865;width:279;height:288" coordsize="557,577" path="m557,577l557,,383,,278,393,174,,,,,577r109,l109,123,223,577r112,l450,123r,454l557,577xe" stroked="f">
              <v:path arrowok="t"/>
            </v:shape>
            <v:rect id="_x0000_s1036" style="position:absolute;left:3317;top:1021;width:109;height:55" stroked="f"/>
            <v:shape id="_x0000_s1037" style="position:absolute;left:2633;top:865;width:290;height:288" coordsize="579,577" path="m,577r126,l176,446r232,l455,577r124,l354,,230,,,577xm213,348l294,135r77,213l213,348xe" stroked="f">
              <v:path arrowok="t"/>
              <o:lock v:ext="edit" verticies="t"/>
            </v:shape>
            <v:shape id="_x0000_s1038" style="position:absolute;left:2094;top:865;width:197;height:288" coordsize="395,577" path="m395,577l395,,,,,98r279,l279,234r-242,l37,331r242,l279,577r116,xe" stroked="f">
              <v:path arrowok="t"/>
            </v:shape>
            <v:shape id="_x0000_s1039" style="position:absolute;left:959;top:866;width:203;height:287" coordsize="407,573" path="m407,573l407,,289,r,477l,477r,96l407,573xe" stroked="f">
              <v:path arrowok="t"/>
            </v:shape>
            <v:shape id="_x0000_s1040" style="position:absolute;left:5463;top:789;width:290;height:364" coordsize="579,728" path="m,728r127,l178,597r230,l456,728r123,l354,151r-123,l,728xm215,499l295,286r78,213l215,499xm362,118l307,,183,,292,118r70,xe" stroked="f">
              <v:path arrowok="t"/>
              <o:lock v:ext="edit" verticies="t"/>
            </v:shape>
            <v:shape id="_x0000_s1041" style="position:absolute;left:1527;top:789;width:220;height:364" coordsize="440,728" path="m440,728r,-577l12,151r,98l322,249r,127l34,376r,98l322,474r,158l,632r,96l440,728xm292,118l237,,112,,222,118r70,xe" stroked="f">
              <v:path arrowok="t"/>
              <o:lock v:ext="edit" verticies="t"/>
            </v:shape>
            <v:shape id="_x0000_s1042" style="position:absolute;left:6117;top:1439;width:229;height:289" coordsize="458,578" path="m458,578l458,,344,,107,384,107,,,,,578r118,l349,200r,378l458,578xe" stroked="f">
              <v:path arrowok="t"/>
            </v:shape>
            <v:shape id="_x0000_s1043" style="position:absolute;left:5533;top:1439;width:219;height:289" coordsize="438,578" path="m438,578l438,,10,r,97l322,97r,128l32,225r,97l322,322r,158l,480r,98l438,578xe" stroked="f">
              <v:path arrowok="t"/>
            </v:shape>
            <v:shape id="_x0000_s1044" style="position:absolute;left:4941;top:1434;width:270;height:299" coordsize="539,598" path="m251,374r,-97l,277,,507r21,19l44,541r30,15l106,571r35,12l177,591r17,2l212,596r17,l247,598r22,-2l291,594r20,-3l331,588r20,-5l370,576r18,-8l405,559r17,-10l437,537r13,-11l464,514r12,-15l487,484r10,-17l506,450r8,-17l521,415r7,-19l531,376r5,-18l538,337r1,-20l539,297r,-24l538,253r-4,-22l531,211r-5,-20l519,173r-8,-19l502,136,492,119,481,102,469,89,455,74,442,62,425,48,408,38,392,28,377,21,361,16,346,11,330,6,311,3,293,1,274,,254,,227,,202,3,180,6r-22,5l138,18r-20,7l101,35,86,45,71,57,58,70,46,84,36,99r-9,15l19,132r-7,19l7,169r116,22l126,181r5,-10l135,163r6,-10l147,146r6,-9l162,131r8,-7l178,119r9,-5l197,109r10,-4l229,100r25,-1l272,100r17,2l306,105r15,7l336,119r14,8l363,136r12,11l385,161r10,13l402,191r6,17l413,226r4,21l419,268r1,24l419,317r-2,24l413,361r-5,20l402,400r-7,16l385,433r-10,14l363,458r-13,10l336,477r-15,8l306,490r-17,4l272,497r-18,l235,497r-18,-3l200,489r-18,-5l163,475r-16,-8l131,458,118,448r,-74l251,374xe" stroked="f">
              <v:path arrowok="t"/>
            </v:shape>
            <v:shape id="_x0000_s1045" style="position:absolute;left:4353;top:1439;width:270;height:289" coordsize="541,578" path="m330,578r,-244l541,,403,,267,228,135,,,,212,334r,244l330,578xe" stroked="f">
              <v:path arrowok="t"/>
            </v:shape>
            <v:shape id="_x0000_s1046" style="position:absolute;left:3810;top:1439;width:220;height:289" coordsize="440,578" path="m440,578l440,,12,r,97l323,97r,128l34,225r,97l323,322r,158l,480r,98l440,578xe" stroked="f">
              <v:path arrowok="t"/>
            </v:shape>
            <v:shape id="_x0000_s1047" style="position:absolute;left:3228;top:1439;width:242;height:289" coordsize="485,578" path="m485,l272,,238,,208,1,183,6r-22,4l149,15r-12,5l126,25r-12,7l104,38,94,47,84,55r-9,9l57,84,42,106,30,131,20,158r-9,28l5,220,1,255,,294r1,35l5,361r5,29l18,416r5,16l30,447r7,13l45,474r7,13l62,499r8,10l80,519r17,13l115,546r22,10l162,564r21,7l206,574r29,2l265,578r220,l485,xm367,97r,383l280,480r-22,l238,479r-15,-2l209,475r-13,-5l184,465r-11,-7l162,450r-8,-10l146,428r-7,-15l132,395r-5,-22l124,349r-2,-28l120,289r2,-32l124,230r3,-24l132,186r7,-17l147,154r9,-13l166,131r12,-10l189,112r15,-5l220,102r15,-2l256,99r27,-2l315,97r52,xe" stroked="f">
              <v:path arrowok="t"/>
              <o:lock v:ext="edit" verticies="t"/>
            </v:shape>
            <v:shape id="_x0000_s1048" style="position:absolute;left:2657;top:1439;width:269;height:289" coordsize="537,578" path="m537,578l341,275,519,,383,,267,185,153,,18,,198,280,,578r141,l269,378,398,578r139,xe" stroked="f">
              <v:path arrowok="t"/>
            </v:shape>
            <v:shape id="_x0000_s1049" style="position:absolute;left:2082;top:1439;width:231;height:289" coordsize="461,578" path="m461,578l461,,344,r,227l116,227,116,,,,,578r116,l116,324r228,l344,578r117,xe" stroked="f">
              <v:path arrowok="t"/>
            </v:shape>
            <v:shape id="_x0000_s1050" style="position:absolute;left:979;top:1439;width:230;height:289" coordsize="460,578" path="m288,578r,-481l460,97,460,,,,,97r171,l171,578r117,xe" stroked="f">
              <v:path arrowok="t"/>
            </v:shape>
            <v:shape id="_x0000_s1051" style="position:absolute;left:1540;top:1364;width:220;height:364" coordsize="440,730" path="m440,730r,-578l12,152r,97l322,249r,128l34,377r,97l322,474r,158l,632r,98l440,730xm292,118l237,,113,,222,118r70,xe" stroked="f">
              <v:path arrowok="t"/>
              <o:lock v:ext="edit" verticies="t"/>
            </v:shape>
            <v:shape id="_x0000_s1052" style="position:absolute;left:6111;top:1993;width:230;height:289" coordsize="458,578" path="m287,578r,-479l458,99,458,,,,,99r171,l171,578r116,xe" stroked="f">
              <v:path arrowok="t"/>
            </v:shape>
            <v:rect id="_x0000_s1053" style="position:absolute;left:5622;top:1993;width:58;height:289" stroked="f"/>
            <v:shape id="_x0000_s1054" style="position:absolute;left:4954;top:1993;width:234;height:289" coordsize="468,578" path="m468,578r,-104l164,99r270,l434,,11,r,91l327,481,,481r,97l468,578xe" stroked="f">
              <v:path arrowok="t"/>
            </v:shape>
            <v:shape id="_x0000_s1055" style="position:absolute;left:4402;top:1993;width:220;height:289" coordsize="439,578" path="m439,578l439,,11,r,99l324,99r,128l33,227r,97l324,324r,157l,481r,97l439,578xe" stroked="f">
              <v:path arrowok="t"/>
            </v:shape>
            <v:shape id="_x0000_s1056" style="position:absolute;left:3809;top:1993;width:229;height:289" coordsize="459,578" path="m459,578l459,,346,,110,387,110,,,,,578r118,l351,202r,376l459,578xe" stroked="f">
              <v:path arrowok="t"/>
            </v:shape>
            <v:rect id="_x0000_s1057" style="position:absolute;left:3318;top:2150;width:110;height:55" stroked="f"/>
            <v:shape id="_x0000_s1058" style="position:absolute;left:2661;top:1993;width:242;height:289" coordsize="484,578" path="m484,l254,,222,2r-29,l170,3,151,7r-16,3l119,15r-15,7l91,30,78,40,66,52,56,64,46,79,39,94r-5,17l30,128r-1,18l30,166r4,19l41,203r10,17l62,237r14,13l93,262r16,10l98,276r-14,5l74,286r-12,6l54,299r-10,7l36,314r-7,10l22,333r-5,10l12,353,7,365,4,375,2,387,,398r,14l2,430r3,20l10,469r9,18l29,506r12,15l54,534r15,14l86,558r18,7l125,571r21,4l166,576r31,l237,578r50,l484,578,484,xm368,98r,132l291,230r-30,l235,230r-16,-1l207,229r-15,-4l180,222r-12,-7l160,208r-9,-10l146,188r-3,-12l143,163r,-13l146,138r4,-10l156,119r9,-8l175,106r12,-5l200,99r14,-1l234,98r30,l301,98r67,xm368,326r,155l259,481r-29,l208,481r-16,-2l180,477r-14,-3l156,469r-10,-7l138,454r-8,-9l125,434r-4,-14l121,405r,-12l125,381r3,-10l133,361r7,-8l148,346r10,-7l170,334r15,-3l207,329r30,-1l274,326r94,xe" stroked="f">
              <v:path arrowok="t"/>
              <o:lock v:ext="edit" verticies="t"/>
            </v:shape>
            <v:shape id="_x0000_s1059" style="position:absolute;left:2109;top:1993;width:229;height:289" coordsize="459,578" path="m288,578r,-479l459,99,459,,,,,99r172,l172,578r116,xe" stroked="f">
              <v:path arrowok="t"/>
            </v:shape>
            <v:shape id="_x0000_s1060" style="position:absolute;left:959;top:1993;width:235;height:289" coordsize="470,578" path="m470,578r,-104l166,99r269,l435,,14,r,91l329,481,,481r,97l470,578xe" stroked="f">
              <v:path arrowok="t"/>
            </v:shape>
            <v:shape id="_x0000_s1061" style="position:absolute;left:1608;top:1917;width:89;height:365" coordsize="178,729" path="m165,729r,-578l47,151r,578l165,729xm178,119l123,,,,108,119r70,xe" stroked="f">
              <v:path arrowok="t"/>
              <o:lock v:ext="edit" verticies="t"/>
            </v:shape>
            <v:shape id="_x0000_s1062" style="position:absolute;left:6115;top:2576;width:231;height:289" coordsize="461,578" path="m461,578l461,,346,r,227l117,227,117,,,,,578r117,l117,325r229,l346,578r115,xe" stroked="f">
              <v:path arrowok="t"/>
            </v:shape>
            <v:shape id="_x0000_s1063" style="position:absolute;left:4927;top:2576;width:259;height:289" coordsize="519,578" path="m519,578l519,,274,,230,,195,4,163,9r-24,6l129,20r-10,5l111,30r-10,7l94,44r-8,8l79,61,72,71,65,81,60,91r-3,12l54,113r-5,23l47,162r,16l49,193r3,14l57,222r5,12l69,247r6,12l86,269r10,10l107,289r12,7l133,304r15,5l164,314r17,6l200,323r-19,12l164,346r-15,12l138,372r-14,15l107,409,91,434,70,466,,578r139,l223,452r22,-30l262,397r13,-19l285,367r9,-7l302,353r9,-7l321,343r10,-3l344,338r17,-2l379,336r24,l403,578r116,xm403,244r-87,l279,244r-31,-2l227,241r-16,-4l201,234r-8,-7l185,220r-5,-8l173,204r-4,-11l168,182r,-12l168,155r3,-12l176,131r7,-8l191,115r10,-7l213,103r14,-4l237,99r18,-1l280,98r32,l403,98r,146xe" stroked="f">
              <v:path arrowok="t"/>
              <o:lock v:ext="edit" verticies="t"/>
            </v:shape>
            <v:shape id="_x0000_s1064" style="position:absolute;left:4349;top:2571;width:280;height:299" coordsize="559,598" path="m559,303r,-22l557,261r-2,-21l552,222r-3,-19l544,187r-5,-17l532,155,522,133,510,113,495,93,478,74,461,59,443,44,425,32,404,24,376,14,346,5,314,2,280,,248,2,220,5r-29,7l164,20,141,30,117,46,95,61,75,79,57,99,42,123,28,148,18,173r-8,29l3,234,,266r,33l,335r3,31l10,397r8,27l28,450r14,26l57,498r18,21l95,538r21,15l139,566r25,12l189,587r29,6l247,597r31,1l310,597r29,-4l367,587r27,-9l418,566r23,-13l463,538r20,-19l500,499r17,-23l529,452r11,-27l549,398r5,-30l557,336r2,-33xm440,299r-2,24l436,345r-3,20l428,385r-7,18l413,419r-9,15l394,447r-11,12l369,469r-13,10l342,486r-15,5l312,494r-17,4l278,498r-16,l245,494r-15,-3l215,486r-14,-7l188,469,176,459,164,447,154,434,144,419r-7,-16l131,385r-5,-20l122,345r-1,-24l119,298r2,-26l122,251r4,-21l131,210r5,-18l144,177r9,-16l163,148r11,-10l186,128r14,-9l213,113r15,-7l245,103r17,-2l278,99r19,2l312,103r17,3l344,113r13,6l371,128r12,10l394,150r10,13l414,177r7,16l428,212r5,18l436,252r2,22l440,299xe" stroked="f">
              <v:path arrowok="t"/>
              <o:lock v:ext="edit" verticies="t"/>
            </v:shape>
            <v:shape id="_x0000_s1065" style="position:absolute;left:3775;top:2576;width:279;height:289" coordsize="558,578" path="m558,578l558,,383,,279,393,175,,,,,578r109,l109,123,224,578r112,l450,123r,455l558,578xe" stroked="f">
              <v:path arrowok="t"/>
            </v:shape>
            <v:shape id="_x0000_s1066" style="position:absolute;left:3227;top:2571;width:235;height:299" coordsize="470,598" path="m470,400l356,388r-2,14l351,415r-5,12l341,439r-5,10l329,457r-7,9l316,472r-9,7l299,484r-10,5l279,493r-12,3l255,498r-12,1l230,499r-13,l205,498r-12,-2l181,494r-10,-3l161,486r-8,-5l146,476r-7,-7l133,464r-5,-7l124,450r-3,-8l119,435r-2,-8l117,420r,-10l121,402r3,-9l129,385r7,-7l146,372r12,-7l171,360r14,-4l205,350r27,-7l265,335r22,-5l307,323r20,-7l344,309r15,-8l374,294r12,-8l396,277r12,-11l420,252r8,-13l436,225r5,-15l447,195r1,-17l450,161r-2,-21l443,118,435,98,425,79,418,69r-8,-8l403,52,393,46,374,32,353,20,327,12,300,5,270,2,238,,211,,188,4,164,7r-21,5l124,19r-18,8l89,37,75,47,62,61,50,74,40,88r-7,15l27,119r-5,19l18,156r-1,19l134,180r4,-20l146,141r3,-6l154,128r5,-7l166,116r7,-5l180,108r8,-4l196,101r21,-3l240,96r24,2l285,103r9,1l304,108r8,5l319,118r8,7l332,133r4,10l337,153r,10l334,173r-7,9l321,188r-7,5l305,198r-10,5l282,207r-30,10l213,227r-40,10l139,247r-28,10l87,269,69,281,50,294,37,309,23,328r-5,10l13,348r-3,10l7,370,2,393,,420r2,12l2,444r3,12l7,467r5,12l17,491r5,10l28,513r7,10l44,533r8,8l62,550r10,8l82,565r12,6l106,577r13,5l133,587r15,3l163,593r33,4l232,598r26,-1l284,595r23,-3l329,585r20,-7l368,570r16,-10l400,548r15,-13l426,519r10,-16l447,486r8,-20l462,445r5,-21l470,400xe" stroked="f">
              <v:path arrowok="t"/>
            </v:shape>
            <v:shape id="_x0000_s1067" style="position:absolute;left:2654;top:2576;width:230;height:289" coordsize="458,578" path="m458,578l458,,344,,107,385,107,,,,,578r116,l349,200r,378l458,578xe" stroked="f">
              <v:path arrowok="t"/>
            </v:shape>
            <v:shape id="_x0000_s1068" style="position:absolute;left:1523;top:2571;width:270;height:299" coordsize="540,598" path="m251,375r,-98l,277,,508r20,18l45,541r28,15l107,571r34,12l176,592r18,1l211,597r19,l246,598r24,-1l292,595r20,-3l332,588r18,-5l371,577r16,-9l406,560r15,-10l436,538r15,-12l465,513r11,-14l486,484r11,-17l507,450r8,-16l522,415r5,-18l532,377r3,-19l539,338r1,-20l540,298r,-24l539,254r-4,-22l530,212r-5,-20l518,173r-6,-18l502,136r-9,-17l481,103,470,89,456,74,441,62,426,49,409,39,391,29,377,22,362,17,345,12,329,7,312,4,293,2,273,,253,,228,,203,4,179,7r-22,5l137,17r-18,8l102,35,85,46,72,57,58,71,47,84,36,99,26,114r-6,19l13,151,8,170r116,22l127,182r4,-10l136,161r5,-8l147,145r7,-7l161,131r8,-6l178,119r10,-5l198,109r10,-3l230,101r23,-2l272,101r18,2l307,106r15,7l337,119r13,9l364,136r12,12l386,161r8,14l403,192r6,17l414,227r4,20l419,269r,24l419,318r-1,22l414,361r-5,21l403,400r-9,17l386,434r-12,13l362,459r-12,10l335,477r-13,9l307,491r-17,3l273,498r-18,l236,498r-18,-4l199,489r-18,-5l164,476r-17,-9l132,459,117,449r,-74l251,375xe" stroked="f">
              <v:path arrowok="t"/>
            </v:shape>
            <v:shape id="_x0000_s1069" style="position:absolute;left:947;top:2576;width:270;height:289" coordsize="540,578" path="m329,578r,-243l540,,403,,267,229,134,,,,211,335r,243l329,578xe" stroked="f">
              <v:path arrowok="t"/>
            </v:shape>
            <v:shape id="_x0000_s1070" style="position:absolute;left:5524;top:2501;width:290;height:364" coordsize="581,729" path="m,729r127,l178,598r231,l456,729r125,l356,151r-125,l,729xm215,501l295,286r77,215l215,501xm362,118l307,,183,,292,118r70,xe" stroked="f">
              <v:path arrowok="t"/>
              <o:lock v:ext="edit" verticies="t"/>
            </v:shape>
            <v:shape id="_x0000_s1071" style="position:absolute;left:2090;top:2501;width:220;height:364" coordsize="439,729" path="m439,729r,-578l11,151r,98l322,249r,127l33,376r,98l322,474r,158l,632r,97l439,729xm292,118l236,,112,,221,118r71,xe" stroked="f">
              <v:path arrowok="t"/>
              <o:lock v:ext="edit" verticies="t"/>
            </v:shape>
            <v:shape id="_x0000_s1072" style="position:absolute;left:6101;top:3144;width:268;height:289" coordsize="537,578" path="m331,578l537,,410,,265,429,123,,,,207,578r124,xe" stroked="f">
              <v:path arrowok="t"/>
            </v:shape>
            <v:shape id="_x0000_s1073" style="position:absolute;left:5548;top:3144;width:220;height:289" coordsize="440,578" path="m440,578l440,,12,r,99l323,99r,128l34,227r,97l323,324r,157l,481r,97l440,578xe" stroked="f">
              <v:path arrowok="t"/>
            </v:shape>
            <v:shape id="_x0000_s1074" style="position:absolute;left:4933;top:3139;width:269;height:299" coordsize="539,598" path="m250,377r,-98l,279,,509r20,17l43,543r29,15l105,571r36,12l176,592r17,3l211,597r17,1l246,598r22,l290,597r20,-4l330,588r21,-5l369,576r18,-6l404,560r15,-9l436,540r14,-12l463,514r12,-13l487,486r10,-17l505,452r8,-18l520,415r5,-18l530,378r4,-20l537,338r2,-20l539,298r,-22l537,254r-3,-20l530,212r-7,-19l518,173r-8,-18l502,138,492,119,480,104,468,89,455,76,440,62,424,51,408,39,391,30,376,24,361,17,346,12,329,8,310,5,292,3,272,2,251,,226,2,201,3,178,7r-22,5l136,19r-19,8l100,35,84,45,70,57,57,71,45,84,35,99,25,116r-7,17l11,151,6,171r116,21l126,182r3,-11l134,163r7,-8l146,146r6,-8l161,131r7,-7l178,119r8,-5l196,111r10,-5l228,103r23,-2l272,101r16,3l305,108r15,5l335,119r14,9l362,138r12,12l384,161r10,16l401,192r7,16l413,229r3,20l418,271r1,21l418,318r-2,23l413,363r-5,20l401,402r-8,17l384,434r-12,13l361,459r-12,12l335,479r-15,7l305,491r-17,5l272,497r-19,2l235,497r-19,-1l198,491r-19,-7l163,477r-17,-8l131,459,117,449r,-72l250,377xe" stroked="f">
              <v:path arrowok="t"/>
            </v:shape>
            <v:shape id="_x0000_s1075" style="position:absolute;left:4369;top:3144;width:269;height:289" coordsize="539,578" path="m328,578r,-243l539,,403,,267,229,135,,,,212,336r,242l328,578xe" stroked="f">
              <v:path arrowok="t"/>
            </v:shape>
            <v:shape id="_x0000_s1076" style="position:absolute;left:3815;top:3144;width:222;height:289" coordsize="443,578" path="m443,578l443,,255,,208,2,168,4,138,5r-21,5l106,14,94,17,82,24,72,30,62,37,52,46,42,56,33,66,27,77,20,89r-7,14l8,116,5,130,3,146,2,161,,178r2,26l5,227r7,22l20,267r10,19l42,301r13,13l69,324r15,11l99,341r15,7l129,353r24,3l181,358r32,2l250,360r76,l326,578r117,xm326,99r,163l262,262r-30,l205,261r-20,-4l171,254r-12,-5l149,242r-8,-8l134,225r-6,-10l124,204r-2,-12l121,180r1,-15l126,151r5,-11l139,128r10,-9l161,111r12,-5l186,103r14,-2l218,99r24,l270,99r56,xe" stroked="f">
              <v:path arrowok="t"/>
              <o:lock v:ext="edit" verticies="t"/>
            </v:shape>
            <v:shape id="_x0000_s1077" style="position:absolute;left:3188;top:3144;width:261;height:289" coordsize="520,578" path="m520,578l520,,404,r,257l168,,11,,228,225,,578r151,l309,308r95,95l404,578r116,xe" stroked="f">
              <v:path arrowok="t"/>
            </v:shape>
            <v:shape id="_x0000_s1078" style="position:absolute;left:2668;top:3144;width:220;height:289" coordsize="440,578" path="m440,578l440,,11,r,99l324,99r,128l33,227r,97l324,324r,157l,481r,97l440,578xe" stroked="f">
              <v:path arrowok="t"/>
            </v:shape>
            <v:shape id="_x0000_s1079" style="position:absolute;left:2120;top:3144;width:229;height:289" coordsize="459,578" path="m287,578r,-479l459,99,459,,,,,99r172,l172,578r115,xe" stroked="f">
              <v:path arrowok="t"/>
            </v:shape>
            <v:shape id="_x0000_s1080" style="position:absolute;left:1543;top:3144;width:229;height:289" coordsize="458,578" path="m287,578r,-479l458,99,458,,,,,99r169,l169,578r118,xe" stroked="f">
              <v:path arrowok="t"/>
            </v:shape>
            <v:shape id="_x0000_s1081" style="position:absolute;left:934;top:3069;width:281;height:369" coordsize="560,737" path="m560,442r-1,-21l559,400r-4,-21l554,361r-5,-19l545,326r-5,-17l533,294,522,272,510,252,495,233,480,215,461,198,445,184,424,173,404,163,377,153r-30,-7l315,141r-35,-2l250,141r-30,3l191,151r-25,8l141,171r-24,13l95,201,77,220,58,240,43,262,30,287,18,314r-8,28l5,373,1,405,,440r1,33l5,505r5,31l18,564r12,27l42,615r16,23l75,658r20,19l117,694r22,13l164,717r27,9l218,732r30,4l278,737r32,-1l340,732r27,-6l394,717r25,-10l443,694r20,-17l483,658r19,-20l517,616r13,-25l540,566r9,-29l555,507r4,-32l560,442xm439,438r,24l436,484r-3,21l428,524r-7,18l414,559r-10,15l394,588r-12,12l371,610r-14,8l342,625r-13,6l312,635r-15,1l278,638r-17,-2l246,635r-16,-4l216,625r-15,-7l189,610,176,600,164,588,154,574r-8,-15l137,542r-6,-18l127,505r-5,-21l120,462r,-25l120,413r2,-24l125,369r6,-18l137,332r7,-16l154,302r10,-13l174,277r14,-10l199,258r15,-6l230,247r15,-4l261,240r17,l297,240r17,3l329,247r15,5l359,258r13,9l384,277r12,12l406,302r8,15l423,334r5,17l433,371r3,20l439,415r,23xm406,117l350,,235,,337,117r69,xm258,117l203,,89,r97,117l258,117xe" stroked="f">
              <v:path arrowok="t"/>
              <o:lock v:ext="edit" verticies="t"/>
            </v:shape>
            <v:shape id="_x0000_s1082" style="position:absolute;left:6090;top:3675;width:281;height:358" coordsize="561,716" path="m561,420r,-22l559,378r-2,-20l554,340r-3,-19l546,304r-5,-16l534,272,524,251,510,230,497,210,480,193,463,177,445,162,426,150r-20,-9l378,131r-30,-8l316,119r-34,-1l250,119r-28,4l193,130r-27,8l143,148r-24,15l97,178,77,197,59,219,44,240,30,266,20,293r-8,26l5,351,2,383,,417r2,35l5,484r7,30l20,543r10,25l44,593r15,22l77,637r20,19l118,671r23,13l166,696r25,8l220,711r28,3l280,716r31,-2l341,711r28,-7l396,696r24,-12l443,671r22,-15l485,637r17,-20l519,593r12,-23l542,543r9,-27l556,486r3,-32l561,420xm440,417r,23l438,462r-3,20l430,503r-7,18l415,536r-9,15l395,565r-11,12l371,587r-13,10l344,603r-15,5l314,612r-17,3l280,615r-16,l247,612r-15,-4l217,603r-14,-6l190,587,178,577,166,565,156,551,146,538r-7,-17l133,503r-5,-21l124,462r-1,-23l121,415r2,-25l124,368r4,-20l133,328r5,-17l146,294r8,-15l165,266r11,-10l188,246r13,-9l215,230r15,-6l247,220r15,-1l280,217r17,2l314,220r17,5l346,230r13,7l373,246r11,10l396,267r10,14l416,294r7,17l430,330r5,18l438,370r2,22l440,417xm420,94l420,,324,r,94l420,94xm250,94l250,,154,r,94l250,94xe" stroked="f">
              <v:path arrowok="t"/>
              <o:lock v:ext="edit" verticies="t"/>
            </v:shape>
            <v:shape id="_x0000_s1083" style="position:absolute;left:5567;top:3739;width:229;height:289" coordsize="459,578" path="m287,578r,-481l459,97,459,,,,,97r170,l170,578r117,xe" stroked="f">
              <v:path arrowok="t"/>
            </v:shape>
            <v:shape id="_x0000_s1084" style="position:absolute;left:4983;top:3739;width:231;height:289" coordsize="462,578" path="m462,578l462,,345,r,227l116,227,116,,,,,578r116,l116,324r229,l345,578r117,xe" stroked="f">
              <v:path arrowok="t"/>
            </v:shape>
            <v:shape id="_x0000_s1085" style="position:absolute;left:4368;top:3739;width:289;height:289" coordsize="579,578" path="m,578r127,l178,447r230,l456,578r123,l354,,231,,,578xm215,349l295,134r77,215l215,349xe" stroked="f">
              <v:path arrowok="t"/>
              <o:lock v:ext="edit" verticies="t"/>
            </v:shape>
            <v:shape id="_x0000_s1086" style="position:absolute;left:3820;top:3739;width:229;height:289" coordsize="459,578" path="m287,578r,-481l459,97,459,,,,,97r172,l172,578r115,xe" stroked="f">
              <v:path arrowok="t"/>
            </v:shape>
            <v:shape id="_x0000_s1087" style="position:absolute;left:3238;top:3739;width:229;height:289" coordsize="458,578" path="m458,578l458,,344,,107,386,107,,,,,578r117,l349,200r,378l458,578xe" stroked="f">
              <v:path arrowok="t"/>
            </v:shape>
            <v:shape id="_x0000_s1088" style="position:absolute;left:2642;top:3739;width:269;height:289" coordsize="539,578" path="m327,578r,-244l539,,403,,267,228,134,,,,211,334r,244l327,578xe" stroked="f">
              <v:path arrowok="t"/>
            </v:shape>
            <v:shape id="_x0000_s1089" style="position:absolute;left:2062;top:3734;width:280;height:299" coordsize="561,598" path="m561,302r,-22l560,260r-2,-20l555,222r-4,-19l546,186r-5,-16l534,154,524,133,511,112,497,92,481,75,464,59,445,44,427,32,407,23,378,13,348,5,316,1,283,,251,1,222,5r-28,7l167,20,143,30,120,45,98,60,78,79,59,101,44,122,31,148,21,175r-9,26l6,233,2,265,,299r2,35l6,366r6,30l21,425r10,25l44,475r15,22l78,519r20,19l118,553r24,13l167,578r25,8l220,593r29,3l281,598r30,-2l341,593r29,-7l397,578r23,-12l444,553r22,-15l486,519r16,-20l519,475r12,-23l543,425r8,-27l556,368r4,-32l561,302xm440,299r,23l439,344r-4,20l430,385r-6,18l415,418r-8,15l397,447r-12,12l372,469r-14,10l345,485r-15,5l314,494r-16,3l281,497r-17,l247,494r-15,-4l217,485r-13,-6l190,469,178,459,167,447,157,433,147,420r-7,-17l133,385r-5,-21l125,344r-2,-23l121,297r2,-25l125,250r3,-20l133,210r5,-17l147,176r8,-15l165,148r12,-10l189,128r13,-9l215,112r15,-6l247,102r17,-1l281,99r17,2l314,102r17,5l346,112r14,7l373,128r12,10l397,149r10,14l417,176r7,17l430,212r5,18l439,252r1,22l440,299xe" stroked="f">
              <v:path arrowok="t"/>
              <o:lock v:ext="edit" verticies="t"/>
            </v:shape>
            <v:shape id="_x0000_s1090" style="position:absolute;left:1541;top:3741;width:203;height:287" coordsize="407,573" path="m407,573l407,,291,r,475l,475r,98l407,573xe" stroked="f">
              <v:path arrowok="t"/>
            </v:shape>
            <v:shape id="_x0000_s1091" style="position:absolute;left:956;top:3734;width:252;height:299" coordsize="504,598" path="m113,375l,412r7,21l15,455r10,20l35,494r12,17l59,526r13,13l88,551r15,12l119,571r17,9l156,586r19,5l197,595r21,1l240,598r29,-2l296,593r25,-7l344,578r24,-12l390,553r20,-15l430,519r17,-20l462,475r13,-23l485,425r9,-27l499,368r3,-30l504,304r-2,-35l499,235r-5,-30l485,176,474,149,462,124,447,101,428,80,410,60,388,45,366,32,343,20,318,12,291,5,262,1,234,,207,1,183,3,160,8r-22,7l116,25,96,35,79,49,61,62,52,72,42,84,34,96r-7,11l20,121r-6,15l7,153,2,170r116,26l121,186r3,-11l128,166r5,-10l140,148r5,-9l153,133r7,-7l168,119r10,-5l187,109r10,-3l207,104r10,-3l229,101r10,-2l255,101r16,1l284,106r13,5l311,117r12,9l333,134r10,12l353,158r8,15l368,188r5,19l378,225r3,22l383,270r,26l383,321r-2,25l378,368r-5,22l368,408r-7,15l353,438r-9,14l334,462r-11,10l311,479r-12,6l286,490r-14,6l257,497r-15,l230,497r-12,-1l208,494r-10,-4l188,485r-8,-5l170,475r-9,-6l153,460r-7,-8l140,442r-7,-12l128,418r-5,-13l118,390r-5,-15xe" stroked="f">
              <v:path arrowok="t"/>
            </v:shape>
            <v:shape id="_x0000_s1092" style="position:absolute;left:6072;top:4281;width:260;height:289" coordsize="521,578" path="m521,578l521,,405,r,257l168,,12,,228,225,,578r151,l309,307r96,96l405,578r116,xe" stroked="f">
              <v:path arrowok="t"/>
            </v:shape>
            <v:rect id="_x0000_s1093" style="position:absolute;left:5626;top:4281;width:58;height:289" stroked="f"/>
            <v:shape id="_x0000_s1094" style="position:absolute;left:4971;top:4283;width:203;height:287" coordsize="407,573" path="m407,573l407,,291,r,475l,475r,98l407,573xe" stroked="f">
              <v:path arrowok="t"/>
            </v:shape>
            <v:shape id="_x0000_s1095" style="position:absolute;left:4415;top:4281;width:220;height:289" coordsize="440,578" path="m440,578l440,,11,r,97l322,97r,130l33,227r,97l322,324r,156l,480r,98l440,578xe" stroked="f">
              <v:path arrowok="t"/>
            </v:shape>
            <v:shape id="_x0000_s1096" style="position:absolute;left:3834;top:4281;width:228;height:289" coordsize="457,578" path="m457,578l457,,344,,107,386,107,,,,,578r116,l349,201r,377l457,578xe" stroked="f">
              <v:path arrowok="t"/>
            </v:shape>
            <v:shape id="_x0000_s1097" style="position:absolute;left:3236;top:4276;width:252;height:299" coordsize="504,598" path="m113,376l,411r7,24l15,455r11,20l36,494r10,17l59,526r14,13l88,553r15,10l120,573r16,6l155,586r20,5l195,595r22,3l240,598r29,-2l296,593r25,-7l345,578r23,-10l390,554r20,-17l430,519r17,-20l462,477r12,-25l486,426r6,-28l499,369r3,-32l504,304r-2,-35l499,237r-7,-32l486,176,474,149,462,124,447,100,429,80,410,62,388,45,366,32,343,20,318,11,291,5,262,1,234,,207,1,183,5r-23,5l138,16r-22,9l96,35,78,48,61,64,51,74,42,84,34,95r-7,14l19,122r-5,15l7,153,2,169r116,27l120,186r5,-10l128,166r5,-8l140,148r5,-7l153,132r7,-6l168,121r9,-7l187,111r10,-4l207,104r10,-2l227,100r12,l256,100r13,2l284,107r14,5l309,117r12,9l333,136r10,10l353,159r8,14l368,190r5,16l378,227r4,20l383,270r,25l383,322r-1,24l378,369r-5,21l368,408r-7,17l353,440r-8,12l335,462r-12,10l311,480r-12,7l286,492r-14,3l257,497r-15,2l230,497r-11,l209,494r-10,-4l188,487r-10,-5l170,475r-8,-7l153,460r-7,-8l140,442r-7,-12l126,418r-5,-13l118,391r-5,-15xe" stroked="f">
              <v:path arrowok="t"/>
            </v:shape>
            <v:shape id="_x0000_s1098" style="position:absolute;left:2656;top:4276;width:270;height:299" coordsize="541,598" path="m252,376r,-97l,279,,509r20,17l46,542r28,16l106,571r35,12l176,591r17,4l212,596r17,2l247,598r22,l291,596r20,-3l331,588r20,-5l370,576r18,-7l405,559r17,-10l437,539r13,-12l464,514r11,-14l487,485r10,-17l506,452r8,-19l521,415r6,-19l531,378r5,-20l537,337r2,-20l541,297r-2,-22l537,253r-3,-21l531,211r-5,-18l519,173r-8,-19l502,137,492,119,480,104,469,89,455,75,442,62,425,50,410,38,391,30,378,23,363,16,346,11,329,8,311,5,292,3,274,1,254,,227,1,202,3,180,6r-22,5l138,18r-20,9l101,35,86,45,71,57,57,70,46,84,35,99r-8,17l19,132r-7,19l7,171r116,20l126,181r5,-10l136,163r5,-9l146,146r7,-9l161,131r9,-7l178,119r9,-5l197,109r10,-3l229,102r25,-2l272,100r17,4l306,107r17,5l336,119r15,8l363,137r12,12l385,161r10,15l401,191r7,17l413,228r4,20l420,270r,22l420,317r-3,24l413,363r-5,20l401,401r-6,17l385,433r-10,14l363,458r-14,12l336,479r-15,6l306,490r-17,5l272,497r-18,2l237,497r-19,-2l200,490r-18,-6l163,477r-17,-9l131,458,118,448r,-72l252,376xe" stroked="f">
              <v:path arrowok="t"/>
            </v:shape>
            <v:shape id="_x0000_s1099" style="position:absolute;left:1509;top:4281;width:259;height:289" coordsize="519,578" path="m519,578l519,,274,,230,1,193,5r-30,5l139,17r-10,3l119,25r-8,7l101,37r-7,8l86,54r-7,8l72,70,65,82,60,92r-3,10l54,114r-5,24l47,163r,15l49,193r3,15l57,222r5,13l69,247r7,12l86,270r10,10l106,289r13,8l133,304r15,7l163,316r18,3l200,322r-19,12l165,346r-16,13l136,371r-12,17l107,408,91,435,71,465,,578r139,l223,452r22,-30l262,398r13,-18l285,368r9,-9l302,353r9,-5l321,343r10,-2l344,339r17,-1l379,338r24,l403,578r116,xm403,245r-87,l279,243r-31,l227,240r-15,-2l201,233r-8,-5l185,222r-7,-9l173,203r-3,-10l168,183r-2,-14l168,156r3,-13l176,132r7,-10l191,114r10,-7l213,104r14,-3l237,99r18,l280,99r32,-2l403,97r,148xe" stroked="f">
              <v:path arrowok="t"/>
              <o:lock v:ext="edit" verticies="t"/>
            </v:shape>
            <v:shape id="_x0000_s1100" style="position:absolute;left:923;top:4281;width:289;height:289" coordsize="579,578" path="m,578r126,l176,447r232,l455,578r124,l354,,230,,,578xm213,349l294,136r77,213l213,349xe" stroked="f">
              <v:path arrowok="t"/>
              <o:lock v:ext="edit" verticies="t"/>
            </v:shape>
            <v:shape id="_x0000_s1101" style="position:absolute;left:2052;top:4205;width:280;height:370" coordsize="561,739" path="m561,443r-2,-22l559,401r-3,-20l554,362r-3,-18l546,327r-5,-17l534,295,524,273,511,253,497,235,481,216,464,199,445,186,425,174,405,164,378,154r-30,-7l316,142r-35,-1l250,142r-30,4l193,152r-26,9l141,173r-23,13l98,203,78,221,59,241,44,263,31,289,19,315r-9,29l5,374,2,406,,441r2,34l5,507r5,30l19,566r12,27l44,616r15,24l76,660r20,18l118,695r23,14l165,719r27,8l219,734r30,3l279,739r32,-2l341,734r27,-7l395,719r25,-10l444,695r21,-17l484,660r18,-20l517,618r14,-25l541,567r8,-28l556,509r3,-32l561,443xm440,440r,23l437,485r-4,22l428,525r-5,19l415,561r-10,15l395,589r-12,12l371,611r-13,9l345,626r-16,5l313,636r-15,2l281,640r-19,-2l247,636r-15,-3l217,626r-14,-6l190,611,177,601,165,589,155,576r-9,-15l138,544r-5,-19l128,507r-3,-22l121,463r,-25l121,415r2,-24l128,371r3,-20l138,334r7,-17l155,304r10,-14l175,278r13,-10l202,260r13,-7l230,248r15,-3l262,241r19,l298,241r16,4l329,248r16,5l360,260r13,8l385,278r12,12l407,304r8,15l423,336r7,16l433,373r4,20l440,416r,24xm353,119l298,,173,,282,119r71,xe" stroked="f">
              <v:path arrowok="t"/>
              <o:lock v:ext="edit" verticies="t"/>
            </v:shape>
            <v:shape id="_x0000_s1102" style="position:absolute;left:6088;top:4862;width:279;height:289" coordsize="557,578" path="m557,578l557,,383,,277,394,175,,,,,578r107,l107,124,222,578r112,l448,124r,454l557,578xe" stroked="f">
              <v:path arrowok="t"/>
            </v:shape>
            <v:shape id="_x0000_s1103" style="position:absolute;left:4981;top:4865;width:203;height:286" coordsize="407,573" path="m407,573l407,,291,r,475l,475r,98l407,573xe" stroked="f">
              <v:path arrowok="t"/>
            </v:shape>
            <v:shape id="_x0000_s1104" style="position:absolute;left:4401;top:4862;width:230;height:289" coordsize="460,578" path="m289,578r,-479l460,99,460,,,,,99r171,l171,578r118,xe" stroked="f">
              <v:path arrowok="t"/>
            </v:shape>
            <v:shape id="_x0000_s1105" style="position:absolute;left:3751;top:4862;width:378;height:289" coordsize="757,578" path="m619,578l757,,638,,552,398,446,,307,,206,405,117,,,,141,578r122,l379,146,493,578r126,xe" stroked="f">
              <v:path arrowok="t"/>
            </v:shape>
            <v:shape id="_x0000_s1106" style="position:absolute;left:3246;top:4865;width:203;height:286" coordsize="406,573" path="m406,573l406,,290,r,475l,475r,98l406,573xe" stroked="f">
              <v:path arrowok="t"/>
            </v:shape>
            <v:shape id="_x0000_s1107" style="position:absolute;left:2683;top:4862;width:219;height:289" coordsize="438,578" path="m438,578l438,,10,r,99l322,99r,127l32,226r,98l322,324r,156l,480r,98l438,578xe" stroked="f">
              <v:path arrowok="t"/>
            </v:shape>
            <v:shape id="_x0000_s1108" style="position:absolute;left:2106;top:4857;width:235;height:299" coordsize="471,599" path="m471,400l356,390r-1,14l351,417r-5,12l341,439r-5,10l330,459r-7,9l316,474r-8,7l299,486r-10,3l279,495r-12,1l256,500r-12,l230,501r-13,l205,500r-11,-2l182,495r-10,-4l162,488r-9,-5l147,476r-7,-5l133,464r-3,-6l125,451r-4,-7l120,437r-2,-8l118,421r,-10l121,402r4,-8l130,387r6,-8l147,374r11,-7l172,362r13,-5l205,352r27,-7l266,337r22,-7l308,323r20,-7l345,310r15,-7l375,295r12,-7l397,279r11,-13l420,254r9,-13l437,226r5,-15l447,195r2,-16l450,162r-1,-22l444,120r-9,-20l425,79r-6,-8l410,63r-7,-9l395,46,375,32,353,21,328,12,301,6,271,2,239,,212,2,189,4,165,7r-22,7l125,21r-19,6l89,37,76,49,63,61,51,74,41,90r-7,15l27,121r-5,17l19,157r-2,20l135,182r5,-22l147,143r3,-8l155,128r5,-5l167,118r6,-5l180,110r9,-4l197,103r20,-3l241,98r23,2l286,103r10,3l304,110r9,3l319,118r9,9l333,135r5,8l338,155r,10l335,174r-7,8l321,190r-7,4l306,199r-10,5l283,209r-31,10l214,229r-41,10l140,249r-29,10l88,269,69,281,53,295,37,311,24,328r-5,10l14,348r-3,10l7,370,2,394,,421r2,11l2,446r3,12l9,469r3,12l17,491r5,12l29,513r7,12l44,535r9,8l63,552r10,8l83,567r11,5l106,579r14,5l133,587r15,3l163,594r34,5l232,599r27,l284,595r24,-3l330,587r20,-7l368,570r17,-10l400,548r15,-13l427,520r12,-15l447,486r8,-18l462,447r5,-23l471,400xe" stroked="f">
              <v:path arrowok="t"/>
            </v:shape>
            <v:shape id="_x0000_s1109" style="position:absolute;left:1521;top:4862;width:235;height:289" coordsize="470,578" path="m470,578r,-105l166,99r269,l435,,14,r,90l329,480,,480r,98l470,578xe" stroked="f">
              <v:path arrowok="t"/>
            </v:shape>
            <v:shape id="_x0000_s1110" style="position:absolute;left:929;top:4862;width:260;height:289" coordsize="521,578" path="m521,578l521,,403,r,257l168,,12,,229,225,,578r150,l309,307r94,96l403,578r118,xe" stroked="f">
              <v:path arrowok="t"/>
            </v:shape>
            <v:shape id="_x0000_s1111" style="position:absolute;left:5554;top:4787;width:230;height:369" coordsize="460,740" path="m460,152r-117,l343,466r,33l343,526r-2,22l339,562r-5,16l326,594r-10,13l304,619r-8,5l289,629r-10,3l270,636r-20,3l227,641r-24,-2l183,636r-8,-4l166,629r-8,-4l151,620,139,609r-8,-12l124,583r-3,-13l119,553r-1,-22l116,504r,-31l116,152,,152,,456r,48l2,545r3,32l9,602r6,22l22,642r10,17l44,676r13,13l74,701r18,12l113,723r21,7l161,736r29,2l223,740r39,-2l296,735r15,-2l324,730r14,-5l348,721r20,-10l386,699r17,-13l416,671r11,-15l437,641r6,-17l448,607r5,-27l457,545r1,-39l460,461r,-309xm301,120l247,,123,,232,120r69,xe" stroked="f">
              <v:path arrowok="t"/>
              <o:lock v:ext="edit" verticies="t"/>
            </v:shape>
            <v:shape id="_x0000_s1112" style="position:absolute;left:6090;top:5387;width:281;height:357" coordsize="561,716" path="m561,420r,-22l559,378r-2,-20l554,340r-3,-19l546,304r-5,-17l534,272,524,251,510,230,497,212,480,193,463,177,445,163,426,151,406,141,378,131r-30,-7l316,119r-34,-1l250,119r-28,4l193,130r-27,8l143,150r-24,13l97,178,77,197,59,219,44,240,30,266,20,293r-8,28l5,351,2,383,,419r2,33l5,484r7,30l20,543r10,25l44,593r15,24l77,637r20,18l118,671r23,15l166,696r25,8l220,711r28,3l280,716r31,-2l341,711r28,-7l396,696r24,-10l443,672r22,-17l485,637r17,-20l519,593r12,-23l542,543r9,-27l556,486r3,-32l561,420xm440,417r,23l438,462r-3,22l430,503r-7,18l415,538r-9,13l395,565r-12,12l371,588r-13,9l344,603r-15,5l314,613r-17,2l280,617r-16,-2l247,613r-15,-5l217,603r-14,-6l190,588,178,578,166,566,156,553,146,538r-7,-17l133,503r-5,-19l124,462r-1,-23l121,415r2,-23l124,368r4,-20l133,328r5,-17l146,294r8,-15l165,267r11,-11l188,245r13,-8l215,230r15,-5l247,220r15,-1l280,219r17,l314,220r17,5l346,230r13,7l373,245r11,11l396,267r10,14l416,296r7,15l430,329r5,21l438,370r2,22l440,417xm420,94l420,,324,r,94l420,94xm250,94l250,,154,r,94l250,94xe" stroked="f">
              <v:path arrowok="t"/>
              <o:lock v:ext="edit" verticies="t"/>
            </v:shape>
            <v:shape id="_x0000_s1113" style="position:absolute;left:5534;top:5450;width:230;height:289" coordsize="460,578" path="m289,578r,-481l460,97,460,,,,,97r171,l171,578r118,xe" stroked="f">
              <v:path arrowok="t"/>
            </v:shape>
            <v:shape id="_x0000_s1114" style="position:absolute;left:4925;top:5450;width:271;height:289" coordsize="540,578" path="m329,578r,-244l540,,404,,268,228,134,,,,213,336r,242l329,578xe" stroked="f">
              <v:path arrowok="t"/>
            </v:shape>
            <v:shape id="_x0000_s1115" style="position:absolute;left:4406;top:5450;width:220;height:289" coordsize="442,578" path="m442,578l442,,255,,207,,166,2,138,5,116,8r-12,5l93,17,81,23,71,30,61,37,51,45,42,55,34,65,25,77,19,89r-7,13l9,116,4,129,2,144,,161r,17l,203r5,24l10,249r9,18l29,284r12,15l54,312r13,12l83,334r15,7l113,348r15,3l151,356r29,2l212,359r37,l326,359r,219l442,578xm326,97r,165l262,262r-32,l203,260r-20,-3l170,252r-12,-5l148,242r-8,-9l133,225r-5,-10l123,203r-2,-12l119,180r2,-15l124,151r6,-13l138,128r10,-11l160,111r11,-5l185,102r13,-1l217,99r23,-2l269,97r57,xe" stroked="f">
              <v:path arrowok="t"/>
              <o:lock v:ext="edit" verticies="t"/>
            </v:shape>
            <v:shape id="_x0000_s1116" style="position:absolute;left:3815;top:5450;width:220;height:289" coordsize="438,578" path="m438,578l438,,10,r,97l322,97r,130l32,227r,95l322,322r,158l,480r,98l438,578xe" stroked="f">
              <v:path arrowok="t"/>
            </v:shape>
            <v:shape id="_x0000_s1117" style="position:absolute;left:3199;top:5450;width:261;height:289" coordsize="520,578" path="m520,578l520,,273,,231,2,194,3,164,8r-25,7l129,20r-10,5l110,30r-8,7l94,45r-9,7l78,62r-6,8l67,81,62,92r-5,10l53,114r-5,24l47,163r1,15l50,193r2,15l57,222r5,13l68,247r9,12l85,269r10,10l107,289r12,8l132,304r15,7l164,316r17,3l199,322r-18,12l164,346r-13,12l137,371r-13,17l109,408,90,433,70,465,,578r139,l224,452r21,-30l261,396r14,-16l285,368r8,-9l302,353r10,-5l320,343r10,-2l344,338r16,l379,336r23,l402,578r118,xm402,245r-85,l278,244r-30,-2l226,240r-15,-3l201,233r-8,-5l186,222r-7,-9l174,203r-3,-10l167,181r,-11l167,156r4,-13l176,133r7,-10l191,114r10,-7l213,102r13,-3l238,99r17,l280,97r32,l402,97r,148xe" stroked="f">
              <v:path arrowok="t"/>
              <o:lock v:ext="edit" verticies="t"/>
            </v:shape>
            <v:shape id="_x0000_s1118" style="position:absolute;left:2669;top:5445;width:252;height:299" coordsize="504,598" path="m113,376l,411r7,24l15,455r9,20l36,494r10,17l59,526r14,13l86,553r17,10l120,573r16,7l155,586r20,5l195,595r22,1l240,598r29,-2l296,593r25,-7l345,578r23,-10l390,554r20,-17l429,519r18,-20l462,477r12,-25l484,427r8,-29l499,369r3,-31l504,304r-2,-35l499,237r-7,-32l484,176,474,149,462,124,447,101,429,80,410,62,388,45,366,32,343,20,318,12,291,5,262,1,234,,207,1,183,5r-23,5l136,17r-20,8l96,35,78,49,61,64,51,72,42,84,34,96r-7,11l19,122r-7,14l7,153,2,169r116,27l120,186r3,-10l128,166r5,-10l138,148r7,-7l151,133r9,-7l168,119r9,-5l187,111r10,-5l207,104r10,-2l227,101r12,l254,101r15,1l284,106r14,5l309,117r12,9l333,136r10,10l353,158r8,15l368,188r5,18l378,227r2,20l383,270r,26l383,322r-3,24l378,369r-5,21l368,408r-7,17l353,438r-10,14l333,462r-10,10l311,480r-12,7l286,492r-15,3l257,497r-15,2l230,497r-11,-2l209,494r-10,-4l188,487r-10,-5l170,475r-8,-6l153,460r-7,-8l140,442r-7,-12l126,418r-5,-13l118,391r-5,-15xe" stroked="f">
              <v:path arrowok="t"/>
            </v:shape>
            <v:shape id="_x0000_s1119" style="position:absolute;left:2115;top:5445;width:251;height:299" coordsize="502,598" path="m112,376l,411r7,24l15,455r8,20l34,494r11,17l57,526r15,13l86,553r15,10l117,573r19,7l154,586r21,5l195,595r22,1l240,598r27,-2l294,593r25,-7l344,578r24,-10l389,554r21,-17l428,519r17,-20l460,477r13,-25l483,427r9,-29l499,369r3,-31l502,304r,-35l499,237r-7,-32l483,176,473,149,460,124,445,101,428,80,408,62,388,45,366,32,342,20,317,12,290,5,262,1,232,,206,1,181,5r-23,5l136,17r-20,8l96,35,77,49,60,64,50,72,42,84,34,96r-9,11l18,122r-6,14l7,153,2,169r114,27l119,186r3,-10l128,166r5,-10l138,148r6,-7l151,133r8,-7l168,119r8,-5l186,111r9,-5l205,104r12,-2l227,101r11,l253,101r16,1l282,106r13,5l309,117r12,9l332,136r10,10l351,158r8,15l366,188r7,18l376,227r3,20l381,270r2,26l381,322r-2,24l376,369r-3,21l368,408r-7,17l353,438r-11,14l332,462r-10,10l311,480r-14,7l284,492r-14,3l255,497r-15,2l228,497r-10,-2l208,494r-10,-4l188,487r-10,-5l170,475r-9,-6l153,460r-9,-8l138,442r-5,-12l126,418r-5,-13l116,391r-4,-15xe" stroked="f">
              <v:path arrowok="t"/>
            </v:shape>
            <v:shape id="_x0000_s1120" style="position:absolute;left:1556;top:5450;width:219;height:289" coordsize="438,578" path="m438,578l438,,10,r,97l322,97r,130l32,227r,95l322,322r,158l,480r,98l438,578xe" stroked="f">
              <v:path arrowok="t"/>
            </v:shape>
            <v:shape id="_x0000_s1121" style="position:absolute;left:995;top:5453;width:203;height:286" coordsize="407,573" path="m407,573l407,,289,r,475l,475r,98l407,573xe" stroked="f">
              <v:path arrowok="t"/>
            </v:shape>
            <v:shape id="_x0000_s1122" style="position:absolute;left:6111;top:6025;width:222;height:289" coordsize="443,578" path="m443,578l443,,255,,208,2,168,4,138,5r-21,5l106,14,94,19,82,24,72,30,62,37,52,46,42,56,34,66,27,78,20,89r-7,14l8,116,5,131,3,146,2,162,,178r2,26l5,227r7,22l20,267r10,19l42,301r13,13l69,325r15,10l99,343r15,5l129,353r24,3l181,358r32,2l250,362r76,l326,578r117,xm326,99r,163l262,262r-30,l205,261r-20,-4l171,254r-12,-5l149,242r-8,-8l134,225r-6,-10l124,204r-3,-12l121,180r2,-15l126,151r5,-11l139,128r10,-8l159,111r14,-5l186,103r14,-2l218,99r24,l270,99r56,xe" stroked="f">
              <v:path arrowok="t"/>
              <o:lock v:ext="edit" verticies="t"/>
            </v:shape>
            <v:shape id="_x0000_s1123" style="position:absolute;left:5542;top:6025;width:219;height:289" coordsize="438,578" path="m438,578l438,,10,r,99l322,99r,128l32,227r,98l322,325r,156l,481r,97l438,578xe" stroked="f">
              <v:path arrowok="t"/>
            </v:shape>
            <v:shape id="_x0000_s1124" style="position:absolute;left:4902;top:6025;width:259;height:289" coordsize="518,578" path="m518,578l518,,273,,231,2,194,5r-30,5l139,17r-10,3l119,25r-9,7l102,39r-8,7l85,54r-7,8l72,72,67,83,62,93r-5,10l53,115r-5,23l47,163r1,15l50,193r2,16l57,222r5,13l68,247r9,12l85,271r10,10l107,289r12,9l132,304r15,7l164,316r17,5l199,323r-18,12l164,346r-13,14l137,372r-13,16l109,409,90,435,70,466,,578r139,l223,452r22,-30l261,398r14,-18l285,368r8,-8l302,353r10,-5l320,345r10,-4l344,340r17,-2l379,338r23,l402,578r116,xm402,246r-85,l278,246r-30,-2l226,241r-15,-2l201,234r-8,-5l186,222r-7,-8l174,205r-5,-12l167,183r,-13l167,157r4,-12l176,133r7,-10l191,115r10,-6l213,104r13,-3l236,99r19,l280,99r32,l402,99r,147xe" stroked="f">
              <v:path arrowok="t"/>
              <o:lock v:ext="edit" verticies="t"/>
            </v:shape>
            <v:shape id="_x0000_s1125" style="position:absolute;left:4396;top:6021;width:251;height:298" coordsize="502,596" path="m113,375l,410r7,23l15,454r9,20l34,492r11,17l57,524r15,15l86,551r15,10l118,571r18,7l155,585r20,5l195,593r22,3l240,596r27,-1l294,591r25,-5l344,576r24,-10l390,553r20,-17l428,517r17,-20l460,475r14,-25l484,425r8,-29l497,368r5,-32l502,302r,-33l497,235r-5,-32l484,175,474,148,460,123,445,99,428,79,408,60,388,44,366,30,343,18,317,10,291,3,262,,232,,207,,181,3,158,8r-22,7l116,23,96,33,77,47,61,62,50,72,42,82,34,94r-9,13l19,121r-7,15l7,151,2,168r114,28l119,185r4,-10l128,165r5,-9l138,148r6,-9l151,131r9,-7l168,119r8,-5l186,109r9,-3l205,102r12,-1l227,99r12,l254,99r15,3l282,106r14,5l309,117r12,7l333,134r10,10l351,158r8,13l366,188r7,17l376,225r4,22l381,269r2,25l381,321r-1,23l376,368r-3,20l368,406r-7,17l353,438r-10,12l333,462r-11,8l311,479r-14,6l284,491r-14,3l255,496r-15,1l228,497r-10,-1l208,492r-10,-3l188,485r-10,-5l170,474r-9,-7l153,459r-9,-9l138,440r-5,-10l126,417r-5,-14l116,390r-3,-15xe" stroked="f">
              <v:path arrowok="t"/>
            </v:shape>
            <v:shape id="_x0000_s1126" style="position:absolute;left:3841;top:6025;width:198;height:289" coordsize="397,578" path="m397,578l397,,,,,99r279,l279,235r-242,l37,333r242,l279,578r118,xe" stroked="f">
              <v:path arrowok="t"/>
            </v:shape>
            <v:shape id="_x0000_s1127" style="position:absolute;left:3212;top:6025;width:279;height:289" coordsize="557,578" path="m557,578l557,,383,,278,395,174,,,,,578r107,l107,125,223,578r112,l450,125r,453l557,578xe" stroked="f">
              <v:path arrowok="t"/>
            </v:shape>
            <v:shape id="_x0000_s1128" style="position:absolute;left:2117;top:6028;width:203;height:286" coordsize="407,573" path="m407,573l407,,291,r,476l,476r,97l407,573xe" stroked="f">
              <v:path arrowok="t"/>
            </v:shape>
            <v:shape id="_x0000_s1129" style="position:absolute;left:1528;top:6025;width:268;height:289" coordsize="537,578" path="m330,578l537,,411,,265,429,122,,,,206,578r124,xe" stroked="f">
              <v:path arrowok="t"/>
            </v:shape>
            <v:shape id="_x0000_s1130" style="position:absolute;left:941;top:6025;width:290;height:289" coordsize="579,578" path="m,578r126,l176,447r232,l455,578r124,l354,,230,,,578xm215,350l294,136r77,214l215,350xe" stroked="f">
              <v:path arrowok="t"/>
              <o:lock v:ext="edit" verticies="t"/>
            </v:shape>
            <v:shape id="_x0000_s1131" style="position:absolute;left:2674;top:5950;width:231;height:369" coordsize="462,737" path="m462,149r-117,l345,463r,34l343,524r,22l341,559r-5,17l328,591r-10,14l304,616r-6,5l289,626r-8,4l271,633r-20,4l227,638r-22,-1l185,633r-10,-3l167,626r-7,-3l153,618,141,606r-8,-11l126,583r-3,-15l120,551r,-22l118,502r,-32l118,149,,149,,453r2,49l4,542r3,32l11,601r5,20l24,640r10,17l46,674r13,13l74,699r19,11l113,721r23,6l162,734r30,2l224,737r40,-1l298,732r15,-1l326,727r12,-5l350,719r20,-10l388,697r15,-13l417,668r12,-15l439,638r6,-17l450,605r5,-27l459,544r2,-40l462,458r,-309xm303,117l249,,125,,232,117r71,xe" stroked="f">
              <v:path arrowok="t"/>
              <o:lock v:ext="edit" verticies="t"/>
            </v:shape>
            <v:shape id="_x0000_s1132" style="position:absolute;left:2576;top:7332;width:208;height:259" coordsize="414,519" path="m414,519l414,,309,r,204l104,204,104,,,,,519r104,l104,293r205,l309,519r105,xe" stroked="f">
              <v:path arrowok="t"/>
            </v:shape>
            <v:shape id="_x0000_s1133" style="position:absolute;left:2288;top:7264;width:260;height:327" coordsize="521,655" path="m,655r114,l160,538r208,l410,655r111,l319,136r-111,l,655xm193,450l265,257r69,193l193,450xm324,106l275,,165,r97,106l324,106xe" stroked="f">
              <v:path arrowok="t"/>
              <o:lock v:ext="edit" verticies="t"/>
            </v:shape>
            <v:shape id="_x0000_s1134" style="position:absolute;left:2052;top:7332;width:207;height:259" coordsize="413,519" path="m413,519l413,,311,,99,346,99,,,,,519r106,l316,180r,339l413,519xe" stroked="f">
              <v:path arrowok="t"/>
            </v:shape>
            <v:shape id="_x0000_s1135" style="position:absolute;left:1781;top:7332;width:244;height:259" coordsize="487,519" path="m295,519r,-218l487,,362,,240,205,121,,,,191,301r,218l295,519xe" stroked="f">
              <v:path arrowok="t"/>
            </v:shape>
            <v:shape id="_x0000_s1136" style="position:absolute;left:1514;top:7264;width:252;height:331" coordsize="503,664" path="m503,398r-1,-37l497,326r-4,-17l490,294r-5,-15l480,266,470,245,458,227,445,210,431,193,414,180,399,166,381,156r-17,-8l339,138r-27,-7l282,128r-30,-2l223,128r-25,3l173,136r-25,9l126,155r-20,11l85,182,69,198,52,217,38,237,27,259,17,282,8,309,3,336,,365r,32l,427r3,29l8,482r9,27l25,533r12,22l52,575r15,18l85,610r19,15l126,637r22,10l171,654r25,7l223,664r27,l278,664r27,-3l331,654r23,-7l376,637r22,-12l416,610r19,-17l451,575r14,-20l477,533r10,-24l493,484r5,-27l502,429r1,-31xm394,395r,22l393,437r-4,19l384,472r-5,17l372,504r-8,14l354,529r-10,11l332,550r-12,6l309,563r-14,5l280,571r-13,4l250,575r-15,l221,571r-15,-3l193,563r-12,-5l169,550,158,540,148,529,137,518r-6,-14l124,489r-7,-17l114,456r-3,-19l109,415r-2,-22l109,372r2,-21l112,333r5,-17l122,299r7,-13l137,272r9,-11l158,251r10,-11l179,234r14,-7l206,222r14,-3l235,217r15,l267,217r15,2l295,222r14,5l322,234r12,8l346,251r10,10l364,272r8,14l379,301r5,15l389,335r4,18l394,373r,22xm315,106l267,,154,r98,106l315,106xe" stroked="f">
              <v:path arrowok="t"/>
              <o:lock v:ext="edit" verticies="t"/>
            </v:shape>
            <v:shape id="_x0000_s1137" style="position:absolute;left:1239;top:7332;width:234;height:259" coordsize="468,519" path="m468,519l468,,247,,208,,175,4,148,7r-22,7l108,22,92,34,77,47,66,64,55,83r-6,18l44,123r-2,22l44,160r1,13l47,187r5,12l55,210r7,12l69,232r8,10l86,251r10,8l108,267r11,5l133,279r15,5l163,288r17,1l163,301r-14,10l136,323r-12,12l113,348,97,367,82,390,64,419,,519r126,l202,407r18,-29l235,356r14,-15l257,330r8,-7l272,316r8,-3l289,308r10,-2l311,304r13,-1l341,303r22,l363,519r105,xm363,219r-78,l250,219r-27,l203,215r-12,-1l181,209r-6,-4l168,199r-7,-7l156,183r-3,-10l151,163r,-12l151,140r4,-12l160,118r5,-9l173,103r8,-7l193,93r12,-4l213,89r17,-1l252,88r28,l363,88r,131xe" stroked="f">
              <v:path arrowok="t"/>
              <o:lock v:ext="edit" verticies="t"/>
            </v:shape>
            <v:shape id="_x0000_s1138" style="position:absolute;left:976;top:7332;width:261;height:259" coordsize="522,519" path="m,519r114,l159,402r208,l411,519r111,l319,,208,,,519xm194,314l265,121r70,193l194,314xe" stroked="f">
              <v:path arrowok="t"/>
              <o:lock v:ext="edit" verticies="t"/>
            </v:shape>
            <v:shape id="_x0000_s1139" style="position:absolute;left:770;top:7328;width:186;height:263" coordsize="373,525" path="m145,391r91,l236,376r,-8l236,347r-4,-20l227,310r-5,-15l212,280,200,265,183,248,163,231,143,215,128,203,118,193r-7,-9l106,176r-5,-8l100,157,98,147r2,-15l105,121r6,-14l121,97r12,-8l148,82r17,-5l183,77r19,l219,82r15,7l247,97r12,13l269,126r7,16l283,164r90,-12l372,137r-4,-15l365,107,358,94,351,80,341,68,331,57,319,45,306,35,293,25,278,18,262,11,246,6,227,3,209,1,189,,167,1,148,3,128,6r-17,5l95,18,79,25,64,35,51,45,39,57,29,68,21,80,14,94,9,107,4,121,2,136,,149r2,17l6,181r6,17l19,211r13,17l49,247r22,21l100,292r13,13l125,315r8,11l138,334r4,10l143,357r2,16l145,391xm236,525r,-99l136,426r,99l236,525xe" stroked="f">
              <v:path arrowok="t"/>
              <o:lock v:ext="edit" verticies="t"/>
            </v:shape>
            <v:shape id="_x0000_s1140" style="position:absolute;left:2576;top:7332;width:208;height:259" coordsize="414,519" path="m414,519l414,,309,r,204l104,204,104,,,,,519r104,l104,293r205,l309,519r105,xe" filled="f" strokecolor="#1f1a17" strokeweight="1e-4mm">
              <v:path arrowok="t"/>
            </v:shape>
            <v:shape id="_x0000_s1141" style="position:absolute;left:2288;top:7332;width:260;height:259" coordsize="521,519" path="m,519r114,l160,402r208,l410,519r111,l319,,208,,,519xe" filled="f" strokecolor="#1f1a17" strokeweight="1e-4mm">
              <v:path arrowok="t"/>
            </v:shape>
            <v:shape id="_x0000_s1142" style="position:absolute;left:2384;top:7392;width:71;height:97" coordsize="141,193" path="m,193l72,r69,193l,193xe" filled="f" strokecolor="#1f1a17" strokeweight="1e-4mm">
              <v:path arrowok="t"/>
            </v:shape>
            <v:shape id="_x0000_s1143" style="position:absolute;left:2370;top:7264;width:80;height:52" coordsize="159,106" path="m159,106l110,,,,97,106r62,xe" filled="f" strokecolor="#1f1a17" strokeweight="1e-4mm">
              <v:path arrowok="t"/>
            </v:shape>
            <v:shape id="_x0000_s1144" style="position:absolute;left:2052;top:7332;width:207;height:259" coordsize="413,519" path="m413,519l413,,311,,99,346,99,,,,,519r106,l316,180r,339l413,519xe" filled="f" strokecolor="#1f1a17" strokeweight="1e-4mm">
              <v:path arrowok="t"/>
            </v:shape>
            <v:shape id="_x0000_s1145" style="position:absolute;left:1781;top:7332;width:244;height:259" coordsize="487,519" path="m295,519r,-218l487,,362,,240,205,121,,,,191,301r,218l295,519xe" filled="f" strokecolor="#1f1a17" strokeweight="1e-4mm">
              <v:path arrowok="t"/>
            </v:shape>
            <v:shape id="_x0000_s1146" style="position:absolute;left:1514;top:7327;width:252;height:268" coordsize="503,538" path="m503,272r-1,-37l497,200r-4,-17l490,168r-5,-15l480,140,470,119,458,101,445,84,431,67,414,54,399,40,381,30,364,22,339,12,312,5,282,2,252,,223,2,198,5r-25,5l148,19,126,29,106,40,85,56,69,72,52,91,38,111,27,133,17,156,8,183,3,210,,239r,32l,301r3,29l8,356r9,27l25,407r12,22l52,449r15,18l85,484r19,15l126,511r22,10l171,528r25,7l223,538r27,l278,538r27,-3l331,528r23,-7l376,511r22,-12l416,484r19,-17l451,449r14,-20l477,407r10,-24l493,358r5,-27l502,303r1,-31e" filled="f" strokecolor="#1f1a17" strokeweight="1e-4mm">
              <v:path arrowok="t"/>
            </v:shape>
            <v:shape id="_x0000_s1147" style="position:absolute;left:1568;top:7372;width:144;height:179" coordsize="287,358" path="m287,178r,22l286,220r-4,19l277,255r-5,17l265,287r-8,14l247,312r-10,11l225,333r-12,6l202,346r-14,5l173,354r-13,4l143,358r-15,l114,354,99,351,86,346,74,341,62,333,51,323,41,312,30,301,24,287,17,272,10,255,7,239,4,220,2,198,,176,2,155,4,134,5,116,10,99,15,82,22,69,30,55,39,44,51,34,61,23,72,17,86,10,99,5,113,2,128,r15,l160,r15,2l188,5r14,5l215,17r12,8l239,34r10,10l257,55r8,14l272,84r5,15l282,118r4,18l287,156r,22e" filled="f" strokecolor="#1f1a17" strokeweight="1e-4mm">
              <v:path arrowok="t"/>
            </v:shape>
            <v:shape id="_x0000_s1148" style="position:absolute;left:1592;top:7264;width:80;height:52" coordsize="161,106" path="m161,106l113,,,,98,106r63,xe" filled="f" strokecolor="#1f1a17" strokeweight="1e-4mm">
              <v:path arrowok="t"/>
            </v:shape>
            <v:shape id="_x0000_s1149" style="position:absolute;left:1239;top:7332;width:234;height:259" coordsize="468,519" path="m468,519l468,,247,,208,,175,4,148,7r-22,7l108,22,92,34,77,47,66,64,55,83r-6,18l44,123r-2,22l44,160r1,13l47,187r5,12l55,210r7,12l69,232r8,10l86,251r10,8l108,267r11,5l133,279r15,5l163,288r17,1l163,301r-14,10l136,323r-12,12l113,348,97,367,82,390,64,419,,519r126,l202,407r18,-29l235,356r14,-15l257,330r8,-7l272,316r8,-3l289,308r10,-2l311,304r13,-1l341,303r22,l363,519r105,e" filled="f" strokecolor="#1f1a17" strokeweight="1e-4mm">
              <v:path arrowok="t"/>
            </v:shape>
            <v:shape id="_x0000_s1150" style="position:absolute;left:1315;top:7375;width:105;height:66" coordsize="212,131" path="m212,131r-78,l99,131r-27,l52,127,40,126,30,121r-6,-4l17,111r-7,-7l5,95,2,85,,75,,63,,52,4,40,9,30r5,-9l22,15,30,8,42,5,54,1r8,l79,r22,l129,r83,l212,131e" filled="f" strokecolor="#1f1a17" strokeweight="1e-4mm">
              <v:path arrowok="t"/>
            </v:shape>
            <v:shape id="_x0000_s1151" style="position:absolute;left:976;top:7332;width:261;height:259" coordsize="522,519" path="m,519r114,l159,402r208,l411,519r111,l319,,208,,,519xe" filled="f" strokecolor="#1f1a17" strokeweight="1e-4mm">
              <v:path arrowok="t"/>
            </v:shape>
            <v:shape id="_x0000_s1152" style="position:absolute;left:1074;top:7392;width:70;height:97" coordsize="141,193" path="m,193l71,r70,193l,193xe" filled="f" strokecolor="#1f1a17" strokeweight="1e-4mm">
              <v:path arrowok="t"/>
            </v:shape>
            <v:shape id="_x0000_s1153" style="position:absolute;left:770;top:7328;width:186;height:196" coordsize="373,391" path="m145,391r91,l236,376r,-8l236,347r-4,-20l227,310r-5,-15l212,280,200,265,183,248,163,231,143,215,128,203,118,193r-7,-9l106,176r-5,-8l100,157,98,147r2,-15l105,121r6,-14l121,97r12,-8l148,82r17,-5l183,77r19,l219,82r15,7l247,97r12,13l269,126r7,16l283,164r90,-12l372,137r-4,-15l365,107,358,94,351,80,341,68,331,57,319,45,306,35,293,25,278,18,262,11,246,6,227,3,209,1,189,,167,1,148,3,128,6r-17,5l95,18,79,25,64,35,51,45,39,57,29,68,21,80,14,94,9,107,4,121,2,136,,149r2,17l6,181r6,17l19,211r13,17l49,247r22,21l100,292r13,13l125,315r8,11l138,334r4,10l143,357r2,16l145,391e" filled="f" strokecolor="#1f1a17" strokeweight="1e-4mm">
              <v:path arrowok="t"/>
            </v:shape>
            <v:rect id="_x0000_s1154" style="position:absolute;left:838;top:7542;width:49;height:49" filled="f" strokecolor="#1f1a17" strokeweight="1e-4mm"/>
            <w10:anchorlock/>
          </v:group>
        </w:pict>
      </w:r>
      <w:r>
        <w:rPr>
          <w:noProof/>
          <w:lang w:eastAsia="hu-HU"/>
        </w:rPr>
      </w:r>
      <w:r w:rsidRPr="00297B52">
        <w:rPr>
          <w:color w:val="000000"/>
        </w:rPr>
        <w:pict>
          <v:group id="_x0000_s1155" editas="canvas" style="width:5in;height:420.3pt;mso-position-horizontal-relative:char;mso-position-vertical-relative:line" coordsize="7200,8406">
            <o:lock v:ext="edit" aspectratio="t"/>
            <v:shape id="_x0000_s1156" type="#_x0000_t75" style="position:absolute;width:7200;height:8406" o:preferrelative="f">
              <v:fill o:detectmouseclick="t"/>
              <v:path o:extrusionok="t" o:connecttype="none"/>
              <o:lock v:ext="edit" text="t"/>
            </v:shape>
            <v:group id="_x0000_s1157" style="position:absolute;left:4;top:1;width:7168;height:8388" coordorigin="4,1" coordsize="7168,8388">
              <v:rect id="_x0000_s1158" style="position:absolute;left:25;top:20;width:7126;height:8348"/>
              <v:shape id="_x0000_s1159" style="position:absolute;left:4;top:1;width:7168;height:8388" coordsize="14334,16777" path="m41,16696r14252,l14293,16777r-14252,l41,16696xm14334,16736r,41l14293,16777r,-41l14334,16736xm14254,16736r,-16697l14334,39r,16697l14254,16736xm14293,r41,l14334,39r-41,l14293,xm14293,79l41,79,41,,14293,r,79xm,39l,,41,r,39l,39xm80,39r,16697l,16736,,39r80,xm41,16777r-41,l,16736r41,l41,16777xe" fillcolor="#1f1a17">
                <v:path arrowok="t"/>
                <o:lock v:ext="edit" verticies="t"/>
              </v:shape>
              <v:shape id="_x0000_s1160" style="position:absolute;left:808;top:689;width:5695;height:5710" coordsize="11389,11418" path="m21,11377r11347,l11368,11418r-11347,l21,11377xm11389,11398r,20l11368,11418r,-20l11389,11398xm11348,11398r,-11379l11389,19r,11379l11348,11398xm11368,r21,l11389,19r-21,l11368,xm11368,41l21,41,21,,11368,r,41xm,19l,,21,r,19l,19xm41,19r,11379l,11398,,19r41,xm21,11418r-21,l,11398r21,l21,11418xe" fillcolor="#1f1a17">
                <v:path arrowok="t"/>
                <o:lock v:ext="edit" verticies="t"/>
              </v:shape>
              <v:shape id="_x0000_s1161" style="position:absolute;left:6078;top:857;width:229;height:287" coordsize="457,575" path="m457,575l457,,341,r,227l114,227,114,,,,,575r114,l114,324r227,l341,575r116,xe">
                <v:path arrowok="t"/>
              </v:shape>
              <v:shape id="_x0000_s1162" style="position:absolute;left:4906;top:857;width:257;height:287" coordsize="514,575" path="m514,575l514,,269,,228,2,191,6,160,9r-23,7l127,20r-9,5l109,31r-9,7l84,54,71,72,59,91r-7,22l46,136r,25l46,177r2,16l52,208r3,12l61,233r7,12l75,258r9,11l93,278r12,10l118,295r12,8l144,308r16,5l178,319r18,2l178,333r-16,11l148,356r-13,13l121,385r-14,21l89,431,69,462,,575r137,l221,449r20,-30l259,396r12,-18l282,365r7,-7l298,351r9,-5l316,342r10,-4l341,337r14,-2l375,335r23,l398,575r116,xm398,244r-86,l275,244r-31,-2l223,240r-14,-4l198,233r-7,-6l182,220r-5,-9l171,202r-3,-9l166,181r-2,-13l166,156r2,-13l173,133r7,-11l189,115r9,-7l210,104r13,-4l234,99r18,l276,99r33,l398,99r,145xe">
                <v:path arrowok="t"/>
                <o:lock v:ext="edit" verticies="t"/>
              </v:shape>
              <v:shape id="_x0000_s1163" style="position:absolute;left:4325;top:852;width:278;height:296" coordsize="555,593" path="m555,301r-2,-43l548,220r-4,-18l541,185r-6,-17l528,152,518,133,505,111,491,93,475,74,459,58,441,45,421,33,402,24,375,13,345,6,312,2,278,,248,2,218,6r-27,5l164,20,141,31,118,45,96,61,77,79,59,99,43,122,30,147,20,172r-9,29l5,231,2,263,,297r2,34l5,363r6,31l20,421r10,27l43,473r14,21l75,516r20,17l116,550r23,12l164,573r25,9l218,589r28,4l277,593r32,l337,589r29,-7l391,573r25,-11l439,550r22,-17l480,516r18,-22l512,473r13,-25l535,423r9,-29l550,365r3,-32l555,301xm436,296r,25l434,342r-4,21l425,381r-7,18l411,415r-9,16l391,444r-11,13l368,465r-15,9l341,482r-16,5l311,491r-16,3l277,494r-16,l245,491r-16,-4l214,482r-14,-8l187,465r-12,-8l164,444,154,431r-9,-16l137,399r-7,-18l127,362r-4,-20l120,319r,-23l120,270r3,-21l125,228r5,-18l136,192r9,-16l154,161r8,-14l173,136r13,-9l200,118r12,-7l229,106r14,-4l261,100r16,-1l295,100r16,2l327,106r14,5l355,118r14,9l380,136r13,13l403,161r9,15l419,192r6,18l430,229r4,22l436,272r,24xe">
                <v:path arrowok="t"/>
                <o:lock v:ext="edit" verticies="t"/>
              </v:shape>
              <v:shape id="_x0000_s1164" style="position:absolute;left:3774;top:857;width:275;height:287" coordsize="552,575" path="m552,575l552,,379,,275,392,173,,,,,575r107,l107,124,220,575r110,l445,124r,451l552,575xe">
                <v:path arrowok="t"/>
              </v:shape>
              <v:rect id="_x0000_s1165" style="position:absolute;left:3315;top:1012;width:108;height:55"/>
              <v:shape id="_x0000_s1166" style="position:absolute;left:2638;top:857;width:287;height:287" coordsize="575,575" path="m,575r127,l177,444r228,l452,575r123,l352,,231,,,575xm215,347l293,134r77,213l215,347xe">
                <v:path arrowok="t"/>
                <o:lock v:ext="edit" verticies="t"/>
              </v:shape>
              <v:shape id="_x0000_s1167" style="position:absolute;left:2103;top:857;width:196;height:287" coordsize="393,575" path="m393,575l393,,,,,99r277,l277,233r-237,l40,331r237,l277,575r116,xe">
                <v:path arrowok="t"/>
              </v:shape>
              <v:shape id="_x0000_s1168" style="position:absolute;left:980;top:859;width:201;height:285" coordsize="401,569" path="m401,569l401,,287,r,472l,472r,97l401,569xe">
                <v:path arrowok="t"/>
              </v:shape>
              <v:shape id="_x0000_s1169" style="position:absolute;left:5441;top:782;width:287;height:362" coordsize="573,723" path="m,723r125,l175,592r228,l451,723r122,l349,148r-121,l,723xm212,495l291,282r76,213l212,495xm357,116l303,,180,,287,116r70,xe">
                <v:path arrowok="t"/>
                <o:lock v:ext="edit" verticies="t"/>
              </v:shape>
              <v:shape id="_x0000_s1170" style="position:absolute;left:1543;top:782;width:218;height:362" coordsize="435,723" path="m435,723r,-575l10,148r,99l319,247r,127l32,374r,96l319,470r,156l,626r,97l435,723xm289,116l235,,112,,219,116r70,xe">
                <v:path arrowok="t"/>
                <o:lock v:ext="edit" verticies="t"/>
              </v:shape>
              <v:shape id="_x0000_s1171" style="position:absolute;left:6078;top:857;width:229;height:287" coordsize="457,575" path="m457,575l457,,341,r,227l114,227,114,,,,,575r114,l114,324r227,l341,575r116,xe" filled="f" strokeweight="28e-5mm">
                <v:path arrowok="t"/>
              </v:shape>
              <v:shape id="_x0000_s1172" style="position:absolute;left:4906;top:857;width:257;height:287" coordsize="514,575" path="m514,575l514,,269,,228,2,191,6,160,9r-23,7l127,20r-9,5l109,31r-9,7l84,54,71,72,59,91r-7,22l46,136r,25l46,177r2,16l52,208r3,12l61,233r7,12l75,258r9,11l93,278r12,10l118,295r12,8l144,308r16,5l178,319r18,2l178,333r-16,11l148,356r-13,13l121,385r-14,21l89,431,69,462,,575r137,l221,449r20,-30l259,396r12,-18l282,365r7,-7l298,351r9,-5l316,342r10,-4l341,337r14,-2l375,335r23,l398,575r116,e" filled="f" strokeweight="28e-5mm">
                <v:path arrowok="t"/>
              </v:shape>
              <v:shape id="_x0000_s1173" style="position:absolute;left:4988;top:906;width:117;height:72" coordsize="234,145" path="m234,145r-86,l111,145,80,143,59,141,45,137,34,134r-7,-6l18,121r-5,-9l7,103,4,94,2,82,,69,2,57,4,44,9,34,16,23r9,-7l34,9,46,5,59,1,70,,88,r24,l145,r89,l234,145e" filled="f" strokeweight="28e-5mm">
                <v:path arrowok="t"/>
              </v:shape>
              <v:shape id="_x0000_s1174" style="position:absolute;left:4325;top:852;width:278;height:296" coordsize="555,593" path="m555,301r-2,-43l548,220r-4,-18l541,185r-6,-17l528,152,518,133,505,111,491,93,475,74,459,58,441,45,421,33,402,24,375,13,345,6,312,2,278,,248,2,218,6r-27,5l164,20,141,31,118,45,96,61,77,79,59,99,43,122,30,147,20,172r-9,29l5,231,2,263,,297r2,34l5,363r6,31l20,421r10,27l43,473r14,21l75,516r20,17l116,550r23,12l164,573r25,9l218,589r28,4l277,593r32,l337,589r29,-7l391,573r25,-11l439,550r22,-17l480,516r18,-22l512,473r13,-25l535,423r9,-29l550,365r3,-32l555,301e" filled="f" strokeweight="28e-5mm">
                <v:path arrowok="t"/>
              </v:shape>
              <v:shape id="_x0000_s1175" style="position:absolute;left:4385;top:901;width:158;height:198" coordsize="316,395" path="m316,197r,25l314,243r-4,21l305,282r-7,18l291,316r-9,16l271,345r-11,13l248,366r-15,9l221,383r-16,5l191,392r-16,3l157,395r-16,l125,392r-16,-4l94,383,80,375,67,366,55,358,44,345,34,332,25,316,17,300,10,282,7,263,3,243,,220,,197,,171,3,150,5,129r5,-18l16,93,25,77,34,62,42,48,53,37,66,28,80,19,92,12,109,7,123,3,141,1,157,r18,1l191,3r16,4l221,12r14,7l249,28r11,9l273,50r10,12l292,77r7,16l305,111r5,19l314,152r2,21l316,197e" filled="f" strokeweight="28e-5mm">
                <v:path arrowok="t"/>
              </v:shape>
              <v:shape id="_x0000_s1176" style="position:absolute;left:3774;top:857;width:275;height:287" coordsize="552,575" path="m552,575l552,,379,,275,392,173,,,,,575r107,l107,124,220,575r110,l445,124r,451l552,575xe" filled="f" strokeweight="28e-5mm">
                <v:path arrowok="t"/>
              </v:shape>
              <v:rect id="_x0000_s1177" style="position:absolute;left:3315;top:1012;width:108;height:55" filled="f" strokeweight="28e-5mm"/>
              <v:shape id="_x0000_s1178" style="position:absolute;left:2638;top:857;width:287;height:287" coordsize="575,575" path="m,575r127,l177,444r228,l452,575r123,l352,,231,,,575xe" filled="f" strokeweight="28e-5mm">
                <v:path arrowok="t"/>
              </v:shape>
              <v:shape id="_x0000_s1179" style="position:absolute;left:2745;top:924;width:77;height:106" coordsize="155,213" path="m,213l78,r77,213l,213xe" filled="f" strokeweight="28e-5mm">
                <v:path arrowok="t"/>
              </v:shape>
              <v:shape id="_x0000_s1180" style="position:absolute;left:2103;top:857;width:196;height:287" coordsize="393,575" path="m393,575l393,,,,,99r277,l277,233r-237,l40,331r237,l277,575r116,xe" filled="f" strokeweight="28e-5mm">
                <v:path arrowok="t"/>
              </v:shape>
              <v:shape id="_x0000_s1181" style="position:absolute;left:980;top:859;width:201;height:285" coordsize="401,569" path="m401,569l401,,287,r,472l,472r,97l401,569xe" filled="f" strokeweight="28e-5mm">
                <v:path arrowok="t"/>
              </v:shape>
              <v:shape id="_x0000_s1182" style="position:absolute;left:5441;top:857;width:287;height:287" coordsize="573,575" path="m,575r125,l175,444r228,l451,575r122,l349,,228,,,575xe" filled="f" strokeweight="28e-5mm">
                <v:path arrowok="t"/>
              </v:shape>
              <v:shape id="_x0000_s1183" style="position:absolute;left:5548;top:924;width:77;height:106" coordsize="155,213" path="m,213l79,r76,213l,213xe" filled="f" strokeweight="28e-5mm">
                <v:path arrowok="t"/>
              </v:shape>
              <v:shape id="_x0000_s1184" style="position:absolute;left:5531;top:782;width:89;height:59" coordsize="177,116" path="m177,116l123,,,,107,116r70,xe" filled="f" strokeweight="28e-5mm">
                <v:path arrowok="t"/>
              </v:shape>
              <v:shape id="_x0000_s1185" style="position:absolute;left:1543;top:857;width:218;height:287" coordsize="435,575" path="m435,575l435,,10,r,99l319,99r,127l32,226r,96l319,322r,156l,478r,97l435,575xe" filled="f" strokeweight="28e-5mm">
                <v:path arrowok="t"/>
              </v:shape>
              <v:shape id="_x0000_s1186" style="position:absolute;left:1599;top:782;width:88;height:59" coordsize="177,116" path="m177,116l123,,,,107,116r70,xe" filled="f" strokeweight="28e-5mm">
                <v:path arrowok="t"/>
              </v:shape>
              <v:shape id="_x0000_s1187" style="position:absolute;left:6087;top:1427;width:227;height:287" coordsize="453,572" path="m453,572l453,,341,,107,383,107,,,,,572r116,l346,198r,374l453,572xe">
                <v:path arrowok="t"/>
              </v:shape>
              <v:shape id="_x0000_s1188" style="position:absolute;left:5509;top:1427;width:218;height:287" coordsize="436,572" path="m436,572l436,,11,r,96l320,96r,127l32,223r,97l320,320r,156l,476r,96l436,572xe">
                <v:path arrowok="t"/>
              </v:shape>
              <v:shape id="_x0000_s1189" style="position:absolute;left:4924;top:1423;width:267;height:296" coordsize="533,592" path="m248,372r,-97l,275,,503r19,17l44,537r27,14l105,565r34,11l173,585r35,5l244,592r21,-2l287,590r21,-3l328,583r18,-5l365,571r18,-8l399,554r16,-10l431,533r15,-13l458,508r13,-14l481,479r9,-16l499,445r9,-16l515,410r6,-18l526,372r4,-18l531,334r2,-19l533,293r,-21l531,250r-3,-21l524,209r-5,-20l512,170r-7,-18l496,134r-9,-16l476,102,464,87,449,73,435,61,421,48,405,37,387,27,373,21,358,16,342,11,324,7,307,3,289,2,269,,249,,224,,199,2,176,5r-21,6l135,16r-19,9l99,34,83,45,69,55,57,68,44,82,33,96r-8,17l17,130r-5,18l7,168r114,21l128,170r11,-18l151,136r16,-15l174,116r9,-5l194,107r11,-3l226,100r23,-2l267,98r18,2l303,105r14,6l332,116r14,9l358,134r13,12l380,159r10,14l398,189r5,17l408,223r4,22l414,266r1,22l414,313r-2,23l408,358r-5,19l398,397r-9,16l380,427r-11,15l358,454r-12,11l332,472r-15,7l301,486r-16,4l269,492r-18,2l233,492r-19,-2l196,485r-18,-6l160,470r-16,-7l130,454,116,443r,-71l248,372xe">
                <v:path arrowok="t"/>
              </v:shape>
              <v:shape id="_x0000_s1190" style="position:absolute;left:4341;top:1427;width:267;height:287" coordsize="534,572" path="m325,572r,-239l534,,400,,264,227,132,,,,211,333r,239l325,572xe">
                <v:path arrowok="t"/>
              </v:shape>
              <v:shape id="_x0000_s1191" style="position:absolute;left:3803;top:1427;width:218;height:287" coordsize="436,572" path="m436,572l436,,11,r,96l320,96r,127l32,223r,97l320,320r,156l,476r,96l436,572xe">
                <v:path arrowok="t"/>
              </v:shape>
              <v:shape id="_x0000_s1192" style="position:absolute;left:3227;top:1427;width:240;height:287" coordsize="478,572" path="m478,l268,,234,,205,2,180,5r-21,5l136,19,112,32,91,46,73,64,55,84,41,105,29,130,18,155r-7,31l4,218,,254r,37l,325r4,33l9,386r9,27l29,443r14,27l52,483r7,11l70,504r9,11l95,529r19,13l136,553r23,9l180,567r23,3l232,572r30,l478,572,478,xm364,96r,380l277,476r-22,l236,476r-17,-2l207,470r-12,-3l182,461r-11,-7l161,447r-9,-9l145,426r-8,-17l130,392r-5,-22l121,347r-1,-29l120,286r,-30l121,229r4,-25l130,184r7,-16l145,154r8,-15l164,129r11,-9l187,112r15,-5l218,102r14,-2l253,98r25,-2l312,96r52,xe">
                <v:path arrowok="t"/>
                <o:lock v:ext="edit" verticies="t"/>
              </v:shape>
              <v:shape id="_x0000_s1193" style="position:absolute;left:2662;top:1427;width:266;height:287" coordsize="531,572" path="m531,572l337,273,514,,378,,264,184,151,,17,,196,279,,572r139,l265,375,394,572r137,xe">
                <v:path arrowok="t"/>
              </v:shape>
              <v:shape id="_x0000_s1194" style="position:absolute;left:2092;top:1427;width:229;height:287" coordsize="457,572" path="m457,572l457,,341,r,225l114,225,114,,,,,572r114,l114,322r227,l341,572r116,xe">
                <v:path arrowok="t"/>
              </v:shape>
              <v:shape id="_x0000_s1195" style="position:absolute;left:1000;top:1427;width:227;height:287" coordsize="453,572" path="m283,572r,-476l453,96,453,,,,,96r169,l169,572r114,xe">
                <v:path arrowok="t"/>
              </v:shape>
              <v:shape id="_x0000_s1196" style="position:absolute;left:1555;top:1352;width:218;height:362" coordsize="435,723" path="m435,723r,-572l10,151r,96l319,247r,127l32,374r,97l319,471r,156l,627r,96l435,723xm289,119l233,,112,,219,119r70,xe">
                <v:path arrowok="t"/>
                <o:lock v:ext="edit" verticies="t"/>
              </v:shape>
              <v:shape id="_x0000_s1197" style="position:absolute;left:6087;top:1427;width:227;height:287" coordsize="453,572" path="m453,572l453,,341,,107,383,107,,,,,572r116,l346,198r,374l453,572xe" filled="f" strokeweight="28e-5mm">
                <v:path arrowok="t"/>
              </v:shape>
              <v:shape id="_x0000_s1198" style="position:absolute;left:5509;top:1427;width:218;height:287" coordsize="436,572" path="m436,572l436,,11,r,96l320,96r,127l32,223r,97l320,320r,156l,476r,96l436,572xe" filled="f" strokeweight="28e-5mm">
                <v:path arrowok="t"/>
              </v:shape>
              <v:shape id="_x0000_s1199" style="position:absolute;left:4924;top:1423;width:267;height:296" coordsize="533,592" path="m248,372r,-97l,275,,503r19,17l44,537r27,14l105,565r34,11l173,585r35,5l244,592r21,-2l287,590r21,-3l328,583r18,-5l365,571r18,-8l399,554r16,-10l431,533r15,-13l458,508r13,-14l481,479r9,-16l499,445r9,-16l515,410r6,-18l526,372r4,-18l531,334r2,-19l533,293r,-21l531,250r-3,-21l524,209r-5,-20l512,170r-7,-18l496,134r-9,-16l476,102,464,87,449,73,435,61,421,48,405,37,387,27,373,21,358,16,342,11,324,7,307,3,289,2,269,,249,,224,,199,2,176,5r-21,6l135,16r-19,9l99,34,83,45,69,55,57,68,44,82,33,96r-8,17l17,130r-5,18l7,168r114,21l128,170r11,-18l151,136r16,-15l174,116r9,-5l194,107r11,-3l226,100r23,-2l267,98r18,2l303,105r14,6l332,116r14,9l358,134r13,12l380,159r10,14l398,189r5,17l408,223r4,22l414,266r1,22l414,313r-2,23l408,358r-5,19l398,397r-9,16l380,427r-11,15l358,454r-12,11l332,472r-15,7l301,486r-16,4l269,492r-18,2l233,492r-19,-2l196,485r-18,-6l160,470r-16,-7l130,454,116,443r,-71l248,372e" filled="f" strokeweight="28e-5mm">
                <v:path arrowok="t"/>
              </v:shape>
              <v:shape id="_x0000_s1200" style="position:absolute;left:4341;top:1427;width:267;height:287" coordsize="534,572" path="m325,572r,-239l534,,400,,264,227,132,,,,211,333r,239l325,572xe" filled="f" strokeweight="28e-5mm">
                <v:path arrowok="t"/>
              </v:shape>
              <v:shape id="_x0000_s1201" style="position:absolute;left:3803;top:1427;width:218;height:287" coordsize="436,572" path="m436,572l436,,11,r,96l320,96r,127l32,223r,97l320,320r,156l,476r,96l436,572xe" filled="f" strokeweight="28e-5mm">
                <v:path arrowok="t"/>
              </v:shape>
              <v:shape id="_x0000_s1202" style="position:absolute;left:3227;top:1427;width:240;height:287" coordsize="478,572" path="m478,l268,,234,,205,2,180,5r-21,5l136,19,112,32,91,46,73,64,55,84,41,105,29,130,18,155r-7,31l4,218,,254r,37l,325r4,33l9,386r9,27l29,443r14,27l52,483r7,11l70,504r9,11l95,529r19,13l136,553r23,9l180,567r23,3l232,572r30,l478,572,478,e" filled="f" strokeweight="28e-5mm">
                <v:path arrowok="t"/>
              </v:shape>
              <v:shape id="_x0000_s1203" style="position:absolute;left:3287;top:1476;width:123;height:189" coordsize="244,380" path="m244,r,380l157,380r-22,l116,380,99,378,87,374,75,371,62,365,51,358,41,351r-9,-9l25,330,17,313,10,296,5,274,1,251,,222,,190,,160,1,133,5,108,10,88,17,72,25,58,33,43,44,33,55,24,67,16,82,11,98,6,112,4,133,2,158,r34,l244,e" filled="f" strokeweight="28e-5mm">
                <v:path arrowok="t"/>
              </v:shape>
              <v:shape id="_x0000_s1204" style="position:absolute;left:2662;top:1427;width:266;height:287" coordsize="531,572" path="m531,572l337,273,514,,378,,264,184,151,,17,,196,279,,572r139,l265,375,394,572r137,xe" filled="f" strokeweight="28e-5mm">
                <v:path arrowok="t"/>
              </v:shape>
              <v:shape id="_x0000_s1205" style="position:absolute;left:2092;top:1427;width:229;height:287" coordsize="457,572" path="m457,572l457,,341,r,225l114,225,114,,,,,572r114,l114,322r227,l341,572r116,xe" filled="f" strokeweight="28e-5mm">
                <v:path arrowok="t"/>
              </v:shape>
              <v:shape id="_x0000_s1206" style="position:absolute;left:1000;top:1427;width:227;height:287" coordsize="453,572" path="m283,572r,-476l453,96,453,,,,,96r169,l169,572r114,xe" filled="f" strokeweight="28e-5mm">
                <v:path arrowok="t"/>
              </v:shape>
              <v:shape id="_x0000_s1207" style="position:absolute;left:1555;top:1427;width:218;height:287" coordsize="435,572" path="m435,572l435,,10,r,96l319,96r,127l32,223r,97l319,320r,156l,476r,96l435,572xe" filled="f" strokeweight="28e-5mm">
                <v:path arrowok="t"/>
              </v:shape>
              <v:shape id="_x0000_s1208" style="position:absolute;left:1612;top:1352;width:88;height:59" coordsize="177,119" path="m177,119l121,,,,107,119r70,xe" filled="f" strokeweight="28e-5mm">
                <v:path arrowok="t"/>
              </v:shape>
              <v:shape id="_x0000_s1209" style="position:absolute;left:6082;top:1977;width:228;height:287" coordsize="455,575" path="m286,575r,-476l455,99,455,,,,,99r170,l170,575r116,xe">
                <v:path arrowok="t"/>
              </v:shape>
              <v:rect id="_x0000_s1210" style="position:absolute;left:5597;top:1977;width:58;height:287"/>
              <v:shape id="_x0000_s1211" style="position:absolute;left:4935;top:1977;width:233;height:287" coordsize="466,575" path="m466,575r,-106l164,99r268,l432,,12,r,92l326,478,,478r,97l466,575xe">
                <v:path arrowok="t"/>
              </v:shape>
              <v:shape id="_x0000_s1212" style="position:absolute;left:4390;top:1977;width:218;height:287" coordsize="436,575" path="m436,575l436,,11,r,99l320,99r,127l32,226r,96l320,322r,156l,478r,97l436,575xe">
                <v:path arrowok="t"/>
              </v:shape>
              <v:shape id="_x0000_s1213" style="position:absolute;left:3802;top:1977;width:228;height:287" coordsize="455,575" path="m455,575l455,,343,,107,383,107,,,,,575r116,l347,201r,374l455,575xe">
                <v:path arrowok="t"/>
              </v:shape>
              <v:rect id="_x0000_s1214" style="position:absolute;left:3317;top:2132;width:108;height:55"/>
              <v:shape id="_x0000_s1215" style="position:absolute;left:2666;top:1977;width:239;height:287" coordsize="479,575" path="m479,l250,,218,2r-27,l168,4,149,7r-16,4l116,15r-14,7l90,31,77,40,65,52,54,65,45,79,38,93r-5,16l29,127r-2,18l29,165r4,20l40,202r9,17l61,235r14,14l90,260r18,10l95,274r-11,5l72,285r-11,5l52,297r-9,7l34,313r-7,9l22,331r-7,9l11,351,6,362,4,372,2,383,,396r,12l,428r4,18l9,465r9,18l27,501r13,16l52,532r14,10l84,553r18,7l122,567r23,4l165,571r28,2l234,573r50,2l479,575,479,xm363,97r,132l288,229r-31,l232,229r-17,-1l204,228r-14,-4l177,220r-11,-5l158,206r-8,-9l145,186r-4,-10l140,161r1,-12l143,138r6,-11l154,118r9,-7l174,106r10,-6l199,99r12,-2l231,97r28,l297,97r66,xm363,324r,154l256,478r-29,l206,476r-18,l177,474r-12,-3l154,465r-11,-5l136,451r-7,-9l124,430r-4,-13l118,403r2,-13l122,380r3,-11l131,358r7,-7l147,344r9,-7l168,333r14,-4l206,326r28,-2l270,324r93,xe">
                <v:path arrowok="t"/>
                <o:lock v:ext="edit" verticies="t"/>
              </v:shape>
              <v:shape id="_x0000_s1216" style="position:absolute;left:2119;top:1977;width:227;height:287" coordsize="454,575" path="m284,575r,-476l454,99,454,,,,,99r168,l168,575r116,xe">
                <v:path arrowok="t"/>
              </v:shape>
              <v:shape id="_x0000_s1217" style="position:absolute;left:981;top:1977;width:232;height:287" coordsize="464,575" path="m464,575r,-106l164,99r266,l430,,11,r,92l325,478,,478r,97l464,575xe">
                <v:path arrowok="t"/>
              </v:shape>
              <v:shape id="_x0000_s1218" style="position:absolute;left:1622;top:1902;width:89;height:362" coordsize="177,723" path="m165,723r,-575l49,148r,575l165,723xm177,116l124,,,,108,116r69,xe">
                <v:path arrowok="t"/>
                <o:lock v:ext="edit" verticies="t"/>
              </v:shape>
              <v:shape id="_x0000_s1219" style="position:absolute;left:6082;top:1977;width:228;height:287" coordsize="455,575" path="m286,575r,-476l455,99,455,,,,,99r170,l170,575r116,xe" filled="f" strokeweight="28e-5mm">
                <v:path arrowok="t"/>
              </v:shape>
              <v:rect id="_x0000_s1220" style="position:absolute;left:5597;top:1977;width:58;height:287" filled="f" strokeweight="28e-5mm"/>
              <v:shape id="_x0000_s1221" style="position:absolute;left:4935;top:1977;width:233;height:287" coordsize="466,575" path="m466,575r,-106l164,99r268,l432,,12,r,92l326,478,,478r,97l466,575xe" filled="f" strokeweight="28e-5mm">
                <v:path arrowok="t"/>
              </v:shape>
              <v:shape id="_x0000_s1222" style="position:absolute;left:4390;top:1977;width:218;height:287" coordsize="436,575" path="m436,575l436,,11,r,99l320,99r,127l32,226r,96l320,322r,156l,478r,97l436,575xe" filled="f" strokeweight="28e-5mm">
                <v:path arrowok="t"/>
              </v:shape>
              <v:shape id="_x0000_s1223" style="position:absolute;left:3802;top:1977;width:228;height:287" coordsize="455,575" path="m455,575l455,,343,,107,383,107,,,,,575r116,l347,201r,374l455,575xe" filled="f" strokeweight="28e-5mm">
                <v:path arrowok="t"/>
              </v:shape>
              <v:rect id="_x0000_s1224" style="position:absolute;left:3317;top:2132;width:108;height:55" filled="f" strokeweight="28e-5mm"/>
              <v:shape id="_x0000_s1225" style="position:absolute;left:2666;top:1977;width:239;height:287" coordsize="479,575" path="m479,l250,,218,2r-27,l168,4,149,7r-16,4l116,15r-14,7l90,31,77,40,65,52,54,65,45,79,38,93r-5,16l29,127r-2,18l29,165r4,20l40,202r9,17l61,235r14,14l90,260r18,10l95,274r-11,5l72,285r-11,5l52,297r-9,7l34,313r-7,9l22,331r-7,9l11,351,6,362,4,372,2,383,,396r,12l,428r4,18l9,465r9,18l27,501r13,16l52,532r14,10l84,553r18,7l122,567r23,4l165,571r28,2l234,573r50,2l479,575,479,e" filled="f" strokeweight="28e-5mm">
                <v:path arrowok="t"/>
              </v:shape>
              <v:shape id="_x0000_s1226" style="position:absolute;left:2736;top:2025;width:111;height:66" coordsize="223,132" path="m223,r,132l148,132r-31,l92,132,75,131r-11,l50,127,37,123,26,118r-8,-9l10,100,5,89,1,79,,64,1,52,3,41,9,30r5,-9l23,14,34,9,44,3,59,2,71,,91,r28,l157,r66,e" filled="f" strokeweight="28e-5mm">
                <v:path arrowok="t"/>
              </v:shape>
              <v:shape id="_x0000_s1227" style="position:absolute;left:2725;top:2139;width:122;height:76" coordsize="245,154" path="m245,r,154l138,154r-29,l88,152r-18,l59,150,47,147,36,141,25,136r-7,-9l11,118,6,106,2,93,,79,2,66,4,56,7,45,13,34r7,-7l29,20r9,-7l50,9,64,5,88,2,116,r36,l245,e" filled="f" strokeweight="28e-5mm">
                <v:path arrowok="t"/>
              </v:shape>
              <v:shape id="_x0000_s1228" style="position:absolute;left:2119;top:1977;width:227;height:287" coordsize="454,575" path="m284,575r,-476l454,99,454,,,,,99r168,l168,575r116,xe" filled="f" strokeweight="28e-5mm">
                <v:path arrowok="t"/>
              </v:shape>
              <v:shape id="_x0000_s1229" style="position:absolute;left:981;top:1977;width:232;height:287" coordsize="464,575" path="m464,575r,-106l164,99r266,l430,,11,r,92l325,478,,478r,97l464,575xe" filled="f" strokeweight="28e-5mm">
                <v:path arrowok="t"/>
              </v:shape>
              <v:rect id="_x0000_s1230" style="position:absolute;left:1646;top:1977;width:58;height:287" filled="f" strokeweight="28e-5mm"/>
              <v:shape id="_x0000_s1231" style="position:absolute;left:1622;top:1902;width:89;height:59" coordsize="177,116" path="m177,116l124,,,,108,116r69,xe" filled="f" strokeweight="28e-5mm">
                <v:path arrowok="t"/>
              </v:shape>
              <v:shape id="_x0000_s1232" style="position:absolute;left:6086;top:2555;width:229;height:287" coordsize="457,574" path="m457,574l457,,341,r,227l114,227,114,,,,,574r114,l114,324r227,l341,574r116,xe">
                <v:path arrowok="t"/>
              </v:shape>
              <v:shape id="_x0000_s1233" style="position:absolute;left:4910;top:2555;width:256;height:287" coordsize="514,574" path="m514,574l514,,271,,228,2,193,5,162,9r-25,7l128,22r-10,3l109,30r-9,8l86,54,71,72,61,91r-7,22l48,136r-2,25l46,177r2,16l52,208r3,12l61,233r7,12l75,258r9,10l95,277r10,11l118,295r14,7l146,308r16,5l178,319r20,1l180,333r-18,11l148,356r-12,13l123,385r-16,21l89,431,70,462,,574r137,l221,449r22,-30l259,395r14,-17l282,365r9,-7l300,351r9,-6l318,342r10,-4l341,336r16,-1l375,335r23,l398,574r116,xm398,243r-84,l275,243r-29,-1l223,240r-14,-4l200,233r-9,-6l184,220r-7,-9l171,202r-3,-9l166,181r,-13l166,156r4,-13l175,132r5,-10l189,115r11,-8l211,104r14,-4l236,98r16,l277,98r32,l398,98r,145xe">
                <v:path arrowok="t"/>
                <o:lock v:ext="edit" verticies="t"/>
              </v:shape>
              <v:shape id="_x0000_s1234" style="position:absolute;left:4338;top:2550;width:276;height:296" coordsize="553,592" path="m553,301r-1,-43l548,220r-4,-18l539,184r-5,-16l528,152,518,133,505,111,491,93,475,75,457,57,439,45,421,32,402,23,373,13,343,5,311,2,277,,246,2,218,5r-29,6l164,20,139,31,116,45,95,61,75,79,57,99,43,122,29,147,18,172r-7,29l4,231,,263r,34l,331r4,32l11,394r7,27l29,447r12,25l57,494r18,21l95,533r21,16l137,562r25,11l189,582r27,7l245,592r32,l307,592r29,-3l364,582r27,-9l414,562r23,-13l459,533r19,-18l496,494r16,-22l525,447r10,-25l543,394r7,-29l553,333r,-32xm436,295r-2,25l432,342r-4,21l423,381r-5,18l411,415r-11,16l391,444r-13,12l366,465r-13,9l339,481r-14,6l309,490r-16,4l277,494r-18,l243,490r-15,-3l214,481r-14,-7l187,465r-12,-9l162,444,152,431r-9,-16l136,399r-6,-18l125,362r-4,-20l120,319r,-24l120,270r1,-21l125,227r5,-18l136,192r7,-17l152,161r10,-14l173,136r13,-9l198,118r14,-7l227,106r16,-4l259,100r18,-1l295,100r16,2l327,106r14,5l355,118r13,9l380,136r11,13l402,161r9,14l418,192r7,17l428,229r4,22l434,272r2,23xe">
                <v:path arrowok="t"/>
                <o:lock v:ext="edit" verticies="t"/>
              </v:shape>
              <v:shape id="_x0000_s1235" style="position:absolute;left:3769;top:2555;width:276;height:287" coordsize="552,574" path="m552,574l552,,380,,277,392,173,,,,,574r107,l107,124,222,574r110,l445,124r,450l552,574xe">
                <v:path arrowok="t"/>
              </v:shape>
              <v:shape id="_x0000_s1236" style="position:absolute;left:3227;top:2550;width:232;height:297" coordsize="464,594" path="m464,397l352,385r-2,14l346,412r-5,12l337,435r-5,11l325,455r-7,7l311,469r-7,7l295,481r-9,4l275,489r-11,3l252,494r-11,2l227,496r-25,-2l179,490r-11,-3l159,481r-7,-3l143,472,130,460r-8,-14l120,438r-4,-7l116,424r-2,-7l116,406r2,-9l122,390r5,-9l134,376r9,-7l155,363r13,-5l182,353r20,-6l229,340r32,-7l304,320r35,-14l355,299r15,-7l380,283r11,-7l404,263r10,-12l423,236r7,-12l437,208r4,-15l443,177r2,-18l443,138r-6,-20l430,97,420,79,405,61,389,45,370,31,348,20,323,11,296,5,268,2,236,,209,,184,4,163,7r-22,6l122,18r-18,9l88,36,73,47,61,59,50,73,39,88r-7,14l25,118r-3,18l18,154r-2,20l132,179r4,-21l143,141r5,-8l152,127r5,-7l163,115r14,-8l195,100r19,-3l236,97r25,l282,100r18,7l316,116r7,8l329,133r3,8l334,152r-2,9l329,172r-6,7l316,186r-14,11l279,206r-31,9l211,226r-39,10l138,245r-29,11l86,267,66,277,50,292,36,308,23,326,13,344,6,367,2,390,,417r2,23l7,464r7,23l27,508r7,11l43,528r7,9l61,546r9,7l81,560r12,7l104,573r26,9l161,589r32,3l229,594r26,-2l280,591r24,-4l325,582r20,-8l362,566r18,-11l395,542r14,-12l421,515r11,-16l441,481r9,-19l455,442r6,-21l464,397xe">
                <v:path arrowok="t"/>
              </v:shape>
              <v:shape id="_x0000_s1237" style="position:absolute;left:2659;top:2555;width:227;height:287" coordsize="453,574" path="m453,574l453,,341,,107,383,107,,,,,574r116,l346,200r,374l453,574xe">
                <v:path arrowok="t"/>
              </v:shape>
              <v:shape id="_x0000_s1238" style="position:absolute;left:1539;top:2550;width:267;height:296" coordsize="534,592" path="m249,372r,-96l,276,,505r20,16l43,537r29,16l104,566r36,12l174,587r35,4l245,592r21,l288,591r19,-4l329,583r18,-5l366,571r18,-7l400,555r16,-9l432,535r15,-12l459,510r13,-14l482,480r9,-16l500,447r9,-17l516,412r6,-18l527,374r4,-20l532,335r2,-20l534,295r,-23l532,251r-3,-20l525,209r-5,-19l513,172r-7,-18l497,136r-9,-18l477,102,464,88,450,73,436,61,422,48,406,38,388,29,373,22,357,16,343,11,325,7,307,4,290,2,270,,250,,225,,200,4,177,7r-21,4l136,18r-20,7l100,34,84,45,70,57,58,70,45,84,34,99r-9,16l18,131r-7,19l8,168r114,22l129,170r11,-18l152,136r14,-12l175,118r9,-5l195,109r9,-3l227,100r23,-1l268,100r18,2l302,106r16,5l332,118r15,7l359,136r13,11l381,159r9,15l398,190r6,18l409,226r4,19l415,267r1,23l415,315r-2,23l409,360r-5,19l398,397r-8,18l381,430r-11,14l359,455r-12,10l332,474r-14,7l302,487r-16,3l270,494r-18,l234,494r-19,-4l197,487r-18,-7l161,472r-16,-8l131,455r-15,-9l116,372r133,xe">
                <v:path arrowok="t"/>
              </v:shape>
              <v:shape id="_x0000_s1239" style="position:absolute;left:968;top:2555;width:268;height:287" coordsize="536,574" path="m325,574r,-241l536,,400,,266,227,134,,,,211,333r,241l325,574xe">
                <v:path arrowok="t"/>
              </v:shape>
              <v:shape id="_x0000_s1240" style="position:absolute;left:5501;top:2480;width:287;height:362" coordsize="573,722" path="m,722r125,l175,592r229,l452,722r121,l352,148r-123,l,722xm213,495l291,282r77,213l213,495xm357,116l304,,180,,288,116r69,xe">
                <v:path arrowok="t"/>
                <o:lock v:ext="edit" verticies="t"/>
              </v:shape>
              <v:shape id="_x0000_s1241" style="position:absolute;left:2101;top:2480;width:217;height:362" coordsize="435,722" path="m435,722r,-574l12,148r,98l319,246r,128l34,374r,96l319,470r,156l,626r,96l435,722xm289,116l236,,112,,220,116r69,xe">
                <v:path arrowok="t"/>
                <o:lock v:ext="edit" verticies="t"/>
              </v:shape>
              <v:shape id="_x0000_s1242" style="position:absolute;left:6086;top:2555;width:229;height:287" coordsize="457,574" path="m457,574l457,,341,r,227l114,227,114,,,,,574r114,l114,324r227,l341,574r116,xe" filled="f" strokeweight="28e-5mm">
                <v:path arrowok="t"/>
              </v:shape>
              <v:shape id="_x0000_s1243" style="position:absolute;left:4910;top:2555;width:256;height:287" coordsize="514,574" path="m514,574l514,,271,,228,2,193,5,162,9r-25,7l128,22r-10,3l109,30r-9,8l86,54,71,72,61,91r-7,22l48,136r-2,25l46,177r2,16l52,208r3,12l61,233r7,12l75,258r9,10l95,277r10,11l118,295r14,7l146,308r16,5l178,319r20,1l180,333r-18,11l148,356r-12,13l123,385r-16,21l89,431,70,462,,574r137,l221,449r22,-30l259,395r14,-17l282,365r9,-7l300,351r9,-6l318,342r10,-4l341,336r16,-1l375,335r23,l398,574r116,e" filled="f" strokeweight="28e-5mm">
                <v:path arrowok="t"/>
              </v:shape>
              <v:shape id="_x0000_s1244" style="position:absolute;left:4992;top:2604;width:116;height:72" coordsize="232,145" path="m232,145r-84,l109,145,80,144,57,142,43,138r-9,-3l25,129r-7,-7l11,113,5,104,2,95,,83,,70,,58,4,45,9,34,14,24r9,-7l34,9,45,6,59,2,70,,86,r25,l143,r89,l232,145e" filled="f" strokeweight="28e-5mm">
                <v:path arrowok="t"/>
              </v:shape>
              <v:shape id="_x0000_s1245" style="position:absolute;left:4338;top:2550;width:276;height:296" coordsize="553,592" path="m553,301r-1,-43l548,220r-4,-18l539,184r-5,-16l528,152,518,133,505,111,491,93,475,75,457,57,439,45,421,32,402,23,373,13,343,5,311,2,277,,246,2,218,5r-29,6l164,20,139,31,116,45,95,61,75,79,57,99,43,122,29,147,18,172r-7,29l4,231,,263r,34l,331r4,32l11,394r7,27l29,447r12,25l57,494r18,21l95,533r21,16l137,562r25,11l189,582r27,7l245,592r32,l307,592r29,-3l364,582r27,-9l414,562r23,-13l459,533r19,-18l496,494r16,-22l525,447r10,-25l543,394r7,-29l553,333r,-32e" filled="f" strokeweight="28e-5mm">
                <v:path arrowok="t"/>
              </v:shape>
              <v:shape id="_x0000_s1246" style="position:absolute;left:4397;top:2599;width:158;height:198" coordsize="316,395" path="m316,196r-2,25l312,243r-4,21l303,282r-5,18l291,316r-11,16l271,345r-13,12l246,366r-13,9l219,382r-14,6l189,391r-16,4l157,395r-18,l123,391r-15,-3l94,382,80,375,67,366,55,357,42,345,32,332,23,316,16,300,10,282,5,263,1,243,,220,,196,,171,1,150,5,128r5,-18l16,93,23,76,32,62,42,48,53,37,66,28,78,19,92,12,107,7,123,3,139,1,157,r18,1l191,3r16,4l221,12r14,7l248,28r12,9l271,50r11,12l291,76r7,17l305,110r3,20l312,152r2,21l316,196e" filled="f" strokeweight="28e-5mm">
                <v:path arrowok="t"/>
              </v:shape>
              <v:shape id="_x0000_s1247" style="position:absolute;left:3769;top:2555;width:276;height:287" coordsize="552,574" path="m552,574l552,,380,,277,392,173,,,,,574r107,l107,124,222,574r110,l445,124r,450l552,574xe" filled="f" strokeweight="28e-5mm">
                <v:path arrowok="t"/>
              </v:shape>
              <v:shape id="_x0000_s1248" style="position:absolute;left:3227;top:2550;width:232;height:297" coordsize="464,594" path="m464,397l352,385r-2,14l346,412r-5,12l337,435r-5,11l325,455r-7,7l311,469r-7,7l295,481r-9,4l275,489r-11,3l252,494r-11,2l227,496r-25,-2l179,490r-11,-3l159,481r-7,-3l143,472,130,460r-8,-14l120,438r-4,-7l116,424r-2,-7l116,406r2,-9l122,390r5,-9l134,376r9,-7l155,363r13,-5l182,353r20,-6l229,340r32,-7l304,320r35,-14l355,299r15,-7l380,283r11,-7l404,263r10,-12l423,236r7,-12l437,208r4,-15l443,177r2,-18l443,138r-6,-20l430,97,420,79,405,61,389,45,370,31,348,20,323,11,296,5,268,2,236,,209,,184,4,163,7r-22,6l122,18r-18,9l88,36,73,47,61,59,50,73,39,88r-7,14l25,118r-3,18l18,154r-2,20l132,179r4,-21l143,141r5,-8l152,127r5,-7l163,115r14,-8l195,100r19,-3l236,97r25,l282,100r18,7l316,116r7,8l329,133r3,8l334,152r-2,9l329,172r-6,7l316,186r-14,11l279,206r-31,9l211,226r-39,10l138,245r-29,11l86,267,66,277,50,292,36,308,23,326,13,344,6,367,2,390,,417r2,23l7,464r7,23l27,508r7,11l43,528r7,9l61,546r9,7l81,560r12,7l104,573r26,9l161,589r32,3l229,594r26,-2l280,591r24,-4l325,582r20,-8l362,566r18,-11l395,542r14,-12l421,515r11,-16l441,481r9,-19l455,442r6,-21l464,397e" filled="f" strokeweight="28e-5mm">
                <v:path arrowok="t"/>
              </v:shape>
              <v:shape id="_x0000_s1249" style="position:absolute;left:2659;top:2555;width:227;height:287" coordsize="453,574" path="m453,574l453,,341,,107,383,107,,,,,574r116,l346,200r,374l453,574xe" filled="f" strokeweight="28e-5mm">
                <v:path arrowok="t"/>
              </v:shape>
              <v:shape id="_x0000_s1250" style="position:absolute;left:1539;top:2550;width:267;height:296" coordsize="534,592" path="m249,372r,-96l,276,,505r20,16l43,537r29,16l104,566r36,12l174,587r35,4l245,592r21,l288,591r19,-4l329,583r18,-5l366,571r18,-7l400,555r16,-9l432,535r15,-12l459,510r13,-14l482,480r9,-16l500,447r9,-17l516,412r6,-18l527,374r4,-20l532,335r2,-20l534,295r,-23l532,251r-3,-20l525,209r-5,-19l513,172r-7,-18l497,136r-9,-18l477,102,464,88,450,73,436,61,422,48,406,38,388,29,373,22,357,16,343,11,325,7,307,4,290,2,270,,250,,225,,200,4,177,7r-21,4l136,18r-20,7l100,34,84,45,70,57,58,70,45,84,34,99r-9,16l18,131r-7,19l8,168r114,22l129,170r11,-18l152,136r14,-12l175,118r9,-5l195,109r9,-3l227,100r23,-1l268,100r18,2l302,106r16,5l332,118r15,7l359,136r13,11l381,159r9,15l398,190r6,18l409,226r4,19l415,267r1,23l415,315r-2,23l409,360r-5,19l398,397r-8,18l381,430r-11,14l359,455r-12,10l332,474r-14,7l302,487r-16,3l270,494r-18,l234,494r-19,-4l197,487r-18,-7l161,472r-16,-8l131,455r-15,-9l116,372r133,e" filled="f" strokeweight="28e-5mm">
                <v:path arrowok="t"/>
              </v:shape>
              <v:shape id="_x0000_s1251" style="position:absolute;left:968;top:2555;width:268;height:287" coordsize="536,574" path="m325,574r,-241l536,,400,,266,227,134,,,,211,333r,241l325,574xe" filled="f" strokeweight="28e-5mm">
                <v:path arrowok="t"/>
              </v:shape>
              <v:shape id="_x0000_s1252" style="position:absolute;left:5501;top:2555;width:287;height:287" coordsize="573,574" path="m,574r125,l175,444r229,l452,574r121,l352,,229,,,574xe" filled="f" strokeweight="28e-5mm">
                <v:path arrowok="t"/>
              </v:shape>
              <v:shape id="_x0000_s1253" style="position:absolute;left:5607;top:2622;width:78;height:106" coordsize="155,213" path="m,213l78,r77,213l,213xe" filled="f" strokeweight="28e-5mm">
                <v:path arrowok="t"/>
              </v:shape>
              <v:shape id="_x0000_s1254" style="position:absolute;left:5591;top:2480;width:89;height:58" coordsize="177,116" path="m177,116l124,,,,108,116r69,xe" filled="f" strokeweight="28e-5mm">
                <v:path arrowok="t"/>
              </v:shape>
              <v:shape id="_x0000_s1255" style="position:absolute;left:2101;top:2555;width:217;height:287" coordsize="435,574" path="m435,574l435,,12,r,98l319,98r,128l34,226r,96l319,322r,156l,478r,96l435,574xe" filled="f" strokeweight="28e-5mm">
                <v:path arrowok="t"/>
              </v:shape>
              <v:shape id="_x0000_s1256" style="position:absolute;left:2157;top:2480;width:88;height:58" coordsize="177,116" path="m177,116l124,,,,108,116r69,xe" filled="f" strokeweight="28e-5mm">
                <v:path arrowok="t"/>
              </v:shape>
              <v:shape id="_x0000_s1257" style="position:absolute;left:6071;top:3119;width:266;height:286" coordsize="531,573" path="m328,573l531,,406,,262,424,123,,,,205,573r123,xe">
                <v:path arrowok="t"/>
              </v:shape>
              <v:shape id="_x0000_s1258" style="position:absolute;left:5525;top:3119;width:217;height:286" coordsize="434,573" path="m434,573l434,,11,r,97l320,97r,127l33,224r,96l320,320r,156l,476r,97l434,573xe">
                <v:path arrowok="t"/>
              </v:shape>
              <v:shape id="_x0000_s1259" style="position:absolute;left:4915;top:3114;width:268;height:297" coordsize="535,594" path="m250,372r,-96l,276,,505r19,18l44,537r29,16l105,567r34,11l175,587r34,6l244,594r23,-1l289,591r19,-2l328,584r20,-6l366,573r17,-9l401,557r16,-11l432,535r14,-12l460,510r11,-14l482,482r10,-17l501,448r7,-18l515,412r6,-18l526,374r4,-19l533,335r2,-20l535,296r-2,-22l532,253r-2,-22l526,211r-5,-19l514,172r-7,-18l498,136,487,118,476,104,464,88,451,75,437,61,421,50,405,40,387,29,373,22,358,16,342,13,326,7,308,6,291,2r-20,l251,,225,2,200,4,178,7r-21,6l135,18r-18,7l100,34,85,45,69,58,57,70,46,84,35,99r-9,16l19,133r-7,18l7,168r116,22l130,170r9,-18l151,138r16,-14l176,118r9,-5l194,109r11,-3l226,100r25,l269,100r18,2l303,106r16,5l333,118r15,9l360,136r11,11l382,161r9,13l398,190r7,18l410,226r4,19l416,267r,23l416,315r-2,23l410,360r-5,20l398,397r-7,18l382,430r-11,14l358,455r-12,10l333,474r-14,8l303,487r-16,5l269,494r-18,l234,494r-18,-3l198,487r-18,-7l162,473r-16,-9l130,455r-14,-9l116,372r134,xe">
                <v:path arrowok="t"/>
              </v:shape>
              <v:shape id="_x0000_s1260" style="position:absolute;left:4356;top:3119;width:268;height:286" coordsize="535,573" path="m326,573r,-242l535,,399,,265,225,133,,,,210,333r,240l326,573xe">
                <v:path arrowok="t"/>
              </v:shape>
              <v:shape id="_x0000_s1261" style="position:absolute;left:3809;top:3119;width:219;height:286" coordsize="437,573" path="m437,573l437,,253,,205,,166,2,135,4,116,9r-13,4l91,16,80,22,69,29r-9,7l50,45r-9,9l33,64,25,75,17,88r-5,12l8,115,5,129,1,143,,159r,16l1,200r4,24l10,245r9,20l28,281r13,16l53,310r14,10l82,331r16,7l112,344r14,5l149,353r29,1l210,356r38,l323,356r,217l437,573xm323,97r,162l258,259r-30,l201,258r-19,-4l167,251r-10,-6l148,238r-9,-7l132,222r-6,-11l121,200r-2,-10l119,177r,-14l123,149r5,-13l137,125r9,-9l158,109r11,-5l183,100r13,-2l214,97r23,l265,97r58,xe">
                <v:path arrowok="t"/>
                <o:lock v:ext="edit" verticies="t"/>
              </v:shape>
              <v:shape id="_x0000_s1262" style="position:absolute;left:3187;top:3119;width:258;height:286" coordsize="515,573" path="m515,573l515,,401,r,254l167,,12,,228,224,,573r150,l307,304r94,95l401,573r114,xe">
                <v:path arrowok="t"/>
              </v:shape>
              <v:shape id="_x0000_s1263" style="position:absolute;left:2672;top:3119;width:218;height:286" coordsize="435,573" path="m435,573l435,,12,r,97l319,97r,127l34,224r,96l319,320r,156l,476r,97l435,573xe">
                <v:path arrowok="t"/>
              </v:shape>
              <v:shape id="_x0000_s1264" style="position:absolute;left:2130;top:3119;width:227;height:286" coordsize="453,573" path="m284,573r,-476l453,97,453,,,,,97r168,l168,573r116,xe">
                <v:path arrowok="t"/>
              </v:shape>
              <v:shape id="_x0000_s1265" style="position:absolute;left:1558;top:3119;width:228;height:286" coordsize="455,573" path="m285,573r,-476l455,97,455,,,,,97r169,l169,573r116,xe">
                <v:path arrowok="t"/>
              </v:shape>
              <v:shape id="_x0000_s1266" style="position:absolute;left:956;top:3044;width:277;height:367" coordsize="555,733" path="m555,440r-1,-43l548,359r-3,-18l541,324r-5,-17l529,293,518,272,505,250,491,232,475,214,459,198,441,184,422,172r-20,-9l373,152r-28,-7l313,141r-34,-2l248,141r-30,4l191,150r-26,9l140,170r-22,14l97,200,77,218,59,239,43,261,31,286,20,313r-9,27l6,370,2,402,,436r2,34l6,503r5,30l20,562r11,25l43,612r14,21l75,655r20,17l116,689r24,12l165,714r25,7l218,728r29,4l277,733r30,-1l338,728r28,-7l391,714r25,-11l439,689r22,-17l480,655r18,-20l513,612r12,-24l536,562r9,-27l550,504r4,-32l555,440xm436,436r,24l434,481r-4,22l425,522r-7,16l411,556r-9,14l391,583r-11,13l368,606r-14,7l341,621r-16,5l311,631r-16,2l277,633r-16,l245,631r-16,-5l214,621r-14,-8l188,606,175,596,165,583,154,570r-9,-14l138,540r-7,-18l127,503r-4,-22l120,458r,-23l120,411r3,-23l125,367r6,-18l136,331r9,-16l152,300r11,-12l173,275r13,-9l198,257r15,-7l229,245r14,-4l261,239r16,l295,239r16,2l327,245r14,5l355,257r15,9l380,277r13,11l404,300r7,15l420,331r5,18l430,368r4,22l436,411r,25xm402,116l348,,234,,334,116r68,xm256,116l200,,90,r96,116l256,116xe">
                <v:path arrowok="t"/>
                <o:lock v:ext="edit" verticies="t"/>
              </v:shape>
              <v:shape id="_x0000_s1267" style="position:absolute;left:6071;top:3119;width:266;height:286" coordsize="531,573" path="m328,573l531,,406,,262,424,123,,,,205,573r123,xe" filled="f" strokeweight="28e-5mm">
                <v:path arrowok="t"/>
              </v:shape>
              <v:shape id="_x0000_s1268" style="position:absolute;left:5525;top:3119;width:217;height:286" coordsize="434,573" path="m434,573l434,,11,r,97l320,97r,127l33,224r,96l320,320r,156l,476r,97l434,573xe" filled="f" strokeweight="28e-5mm">
                <v:path arrowok="t"/>
              </v:shape>
              <v:shape id="_x0000_s1269" style="position:absolute;left:4915;top:3114;width:268;height:297" coordsize="535,594" path="m250,372r,-96l,276,,505r19,18l44,537r29,16l105,567r34,11l175,587r34,6l244,594r23,-1l289,591r19,-2l328,584r20,-6l366,573r17,-9l401,557r16,-11l432,535r14,-12l460,510r11,-14l482,482r10,-17l501,448r7,-18l515,412r6,-18l526,374r4,-19l533,335r2,-20l535,296r-2,-22l532,253r-2,-22l526,211r-5,-19l514,172r-7,-18l498,136,487,118,476,104,464,88,451,75,437,61,421,50,405,40,387,29,373,22,358,16,342,13,326,7,308,6,291,2r-20,l251,,225,2,200,4,178,7r-21,6l135,18r-18,7l100,34,85,45,69,58,57,70,46,84,35,99r-9,16l19,133r-7,18l7,168r116,22l130,170r9,-18l151,138r16,-14l176,118r9,-5l194,109r11,-3l226,100r25,l269,100r18,2l303,106r16,5l333,118r15,9l360,136r11,11l382,161r9,13l398,190r7,18l410,226r4,19l416,267r,23l416,315r-2,23l410,360r-5,20l398,397r-7,18l382,430r-11,14l358,455r-12,10l333,474r-14,8l303,487r-16,5l269,494r-18,l234,494r-18,-3l198,487r-18,-7l162,473r-16,-9l130,455r-14,-9l116,372r134,e" filled="f" strokeweight="28e-5mm">
                <v:path arrowok="t"/>
              </v:shape>
              <v:shape id="_x0000_s1270" style="position:absolute;left:4356;top:3119;width:268;height:286" coordsize="535,573" path="m326,573r,-242l535,,399,,265,225,133,,,,210,333r,240l326,573xe" filled="f" strokeweight="28e-5mm">
                <v:path arrowok="t"/>
              </v:shape>
              <v:shape id="_x0000_s1271" style="position:absolute;left:3809;top:3119;width:219;height:286" coordsize="437,573" path="m437,573l437,,253,,205,,166,2,135,4,116,9r-13,4l91,16,80,22,69,29r-9,7l50,45r-9,9l33,64,25,75,17,88r-5,12l8,115,5,129,1,143,,159r,16l1,200r4,24l10,245r9,20l28,281r13,16l53,310r14,10l82,331r16,7l112,344r14,5l149,353r29,1l210,356r38,l323,356r,217l437,573e" filled="f" strokeweight="28e-5mm">
                <v:path arrowok="t"/>
              </v:shape>
              <v:shape id="_x0000_s1272" style="position:absolute;left:3869;top:3167;width:102;height:82" coordsize="204,162" path="m204,r,162l139,162r-30,l82,161,63,157,48,154,38,148r-9,-7l20,134r-7,-9l7,114,2,103,,93,,80,,66,4,52,9,39,18,28r9,-9l39,12,50,7,64,3,77,1,95,r23,l146,r58,e" filled="f" strokeweight="28e-5mm">
                <v:path arrowok="t"/>
              </v:shape>
              <v:shape id="_x0000_s1273" style="position:absolute;left:3187;top:3119;width:258;height:286" coordsize="515,573" path="m515,573l515,,401,r,254l167,,12,,228,224,,573r150,l307,304r94,95l401,573r114,xe" filled="f" strokeweight="28e-5mm">
                <v:path arrowok="t"/>
              </v:shape>
              <v:shape id="_x0000_s1274" style="position:absolute;left:2672;top:3119;width:218;height:286" coordsize="435,573" path="m435,573l435,,12,r,97l319,97r,127l34,224r,96l319,320r,156l,476r,97l435,573xe" filled="f" strokeweight="28e-5mm">
                <v:path arrowok="t"/>
              </v:shape>
              <v:shape id="_x0000_s1275" style="position:absolute;left:2130;top:3119;width:227;height:286" coordsize="453,573" path="m284,573r,-476l453,97,453,,,,,97r168,l168,573r116,xe" filled="f" strokeweight="28e-5mm">
                <v:path arrowok="t"/>
              </v:shape>
              <v:shape id="_x0000_s1276" style="position:absolute;left:1558;top:3119;width:228;height:286" coordsize="455,573" path="m285,573r,-476l455,97,455,,,,,97r169,l169,573r116,xe" filled="f" strokeweight="28e-5mm">
                <v:path arrowok="t"/>
              </v:shape>
              <v:shape id="_x0000_s1277" style="position:absolute;left:956;top:3114;width:277;height:297" coordsize="555,594" path="m555,301r-1,-43l548,220r-3,-18l541,185r-5,-17l529,154,518,133,505,111,491,93,475,75,459,59,441,45,422,33,402,24,373,13,345,6,313,2,279,,248,2,218,6r-27,5l165,20,140,31,118,45,97,61,77,79,59,100,43,122,31,147,20,174r-9,27l6,231,2,263,,297r2,34l6,364r5,30l20,423r11,25l43,473r14,21l75,516r20,17l116,550r24,12l165,575r25,7l218,589r29,4l277,594r30,-1l338,589r28,-7l391,575r25,-11l439,550r22,-17l480,516r18,-20l513,473r12,-24l536,423r9,-27l550,365r4,-32l555,301e" filled="f" strokeweight="28e-5mm">
                <v:path arrowok="t"/>
              </v:shape>
              <v:shape id="_x0000_s1278" style="position:absolute;left:1015;top:3164;width:158;height:197" coordsize="316,394" path="m316,197r,24l314,242r-4,22l305,283r-7,16l291,317r-9,14l271,344r-11,13l248,367r-14,7l221,382r-16,5l191,392r-16,2l157,394r-16,l125,392r-16,-5l94,382,80,374,68,367,55,357,45,344,34,331,25,317,18,301,11,283,7,264,3,242,,219,,196,,172,3,149,5,128r6,-18l16,92,25,76,32,61,43,49,53,36,66,27,78,18,93,11,109,6,123,2,141,r16,l175,r16,2l207,6r14,5l235,18r15,9l260,38r13,11l284,61r7,15l300,92r5,18l310,129r4,22l316,172r,25e" filled="f" strokeweight="28e-5mm">
                <v:path arrowok="t"/>
              </v:shape>
              <v:shape id="_x0000_s1279" style="position:absolute;left:1073;top:3044;width:83;height:58" coordsize="168,116" path="m168,116l114,,,,100,116r68,e" filled="f" strokeweight="28e-5mm">
                <v:path arrowok="t"/>
              </v:shape>
              <v:shape id="_x0000_s1280" style="position:absolute;left:1000;top:3044;width:83;height:58" coordsize="166,116" path="m166,116l110,,,,96,116r70,e" filled="f" strokeweight="28e-5mm">
                <v:path arrowok="t"/>
              </v:shape>
              <v:shape id="_x0000_s1281" style="position:absolute;left:6062;top:3645;width:277;height:355" coordsize="553,710" path="m553,417r,-41l548,336r-4,-17l539,301r-6,-16l528,270,517,249,505,229,491,209,474,192,457,175,439,161,421,149r-20,-9l373,131r-31,-7l310,118r-34,-2l246,118r-29,4l189,129r-25,7l139,149r-23,12l94,177,75,195,57,217,43,240,28,263,18,290r-8,29l3,349,,381r,34l,447r3,33l10,510r8,29l28,564r13,25l57,610r18,22l94,650r22,16l137,680r25,11l189,700r27,5l244,709r32,1l307,709r28,-4l364,700r27,-9l414,680r23,-14l458,650r20,-18l496,612r16,-23l524,565r11,-26l542,512r7,-31l553,451r,-34xm435,413r-2,24l432,458r-4,22l423,499r-6,18l410,533r-9,15l391,560r-13,13l366,583r-13,9l339,598r-14,7l308,608r-16,2l276,610r-17,l242,608r-14,-3l214,599r-14,-7l187,583,175,573,162,562r-9,-14l143,533r-8,-16l130,499r-5,-19l121,458r-2,-21l119,412r,-24l121,365r4,-20l130,326r5,-18l143,292r8,-15l162,265r11,-13l185,243r13,-9l212,229r14,-5l242,218r17,-1l276,217r18,l310,218r16,6l341,229r14,5l367,243r13,11l391,265r10,12l410,293r7,17l424,327r4,18l432,367r1,23l435,413xm414,95l414,,319,r,95l414,95xm246,95l246,,151,r,95l246,95xe">
                <v:path arrowok="t"/>
                <o:lock v:ext="edit" verticies="t"/>
              </v:shape>
              <v:shape id="_x0000_s1282" style="position:absolute;left:5543;top:3709;width:227;height:286" coordsize="453,573" path="m284,573r,-476l453,97,453,,,,,97r168,l168,573r116,xe">
                <v:path arrowok="t"/>
              </v:shape>
              <v:shape id="_x0000_s1283" style="position:absolute;left:4965;top:3709;width:229;height:286" coordsize="458,573" path="m458,573l458,,342,r,226l116,226,116,,,,,573r116,l116,322r226,l342,573r116,xe">
                <v:path arrowok="t"/>
              </v:shape>
              <v:shape id="_x0000_s1284" style="position:absolute;left:4356;top:3709;width:287;height:286" coordsize="572,573" path="m,573r124,l174,444r229,l451,573r121,l351,,228,,,573xm212,347l290,134r77,213l212,347xe">
                <v:path arrowok="t"/>
                <o:lock v:ext="edit" verticies="t"/>
              </v:shape>
              <v:shape id="_x0000_s1285" style="position:absolute;left:3813;top:3709;width:227;height:286" coordsize="455,573" path="m285,573r,-476l455,97,455,,,,,97r169,l169,573r116,xe">
                <v:path arrowok="t"/>
              </v:shape>
              <v:shape id="_x0000_s1286" style="position:absolute;left:3236;top:3709;width:228;height:286" coordsize="455,573" path="m455,573l455,,342,,109,383,109,,,,,573r116,l346,199r,374l455,573xe">
                <v:path arrowok="t"/>
              </v:shape>
              <v:shape id="_x0000_s1287" style="position:absolute;left:2647;top:3709;width:267;height:286" coordsize="536,573" path="m325,573r,-242l536,,400,,264,227,132,,,,211,333r,240l325,573xe">
                <v:path arrowok="t"/>
              </v:shape>
              <v:shape id="_x0000_s1288" style="position:absolute;left:2073;top:3703;width:277;height:297" coordsize="555,594" path="m555,301r-2,-41l548,220r-4,-17l539,185r-6,-16l528,154,517,133,505,113,490,93,474,76,457,59,439,45,421,33,401,24,373,15,342,8,312,2,278,,246,2,217,6r-28,7l164,20,139,33,116,45,94,61,75,79,57,101,43,124,28,147,18,174r-8,29l3,233,,265r,34l,331r3,33l10,394r8,29l28,448r13,25l57,494r18,22l94,534r22,16l139,564r23,11l189,584r27,5l244,593r32,1l307,593r30,-4l364,584r27,-9l416,564r21,-14l458,534r20,-18l496,496r16,-23l524,449r11,-26l544,396r5,-31l553,335r2,-34xm435,297r-2,24l432,342r-4,22l424,383r-7,18l410,417r-9,15l391,444r-13,13l366,467r-13,9l339,482r-15,7l308,492r-16,2l276,494r-18,l242,492r-14,-3l214,483r-14,-7l187,467,175,457,162,446r-9,-14l144,417r-9,-16l130,383r-5,-19l121,342r-2,-21l119,296r,-24l121,249r4,-20l130,210r5,-18l142,176r9,-15l162,149r11,-13l185,127r13,-9l212,113r14,-5l242,102r16,-1l276,101r18,l310,102r16,6l341,113r14,5l367,127r13,11l391,149r10,12l410,177r7,17l424,211r4,18l432,251r3,23l435,297xe">
                <v:path arrowok="t"/>
                <o:lock v:ext="edit" verticies="t"/>
              </v:shape>
              <v:shape id="_x0000_s1289" style="position:absolute;left:1557;top:3711;width:202;height:284" coordsize="403,568" path="m403,568l403,,287,r,471l,471r,97l403,568xe">
                <v:path arrowok="t"/>
              </v:shape>
              <v:shape id="_x0000_s1290" style="position:absolute;left:978;top:3703;width:249;height:297" coordsize="498,594" path="m111,374l,408r5,24l14,453r9,20l34,491r11,16l57,523r13,14l86,548r14,11l116,568r18,8l153,582r20,5l193,591r21,2l237,594r27,-1l291,589r25,-5l341,575r23,-11l385,550r20,-16l425,516r16,-20l457,473r12,-24l478,424r9,-28l493,367r3,-32l498,303r-2,-34l493,235r-6,-31l478,176,468,149,455,124,441,101,423,81,405,61,384,45,362,33,339,22,314,13,287,6,259,2,230,,203,2,180,6,157,9r-23,7l114,25,95,36,77,49,59,63,50,74,41,84,32,95r-7,13l18,122r-6,14l5,152,,169r114,28l121,176r9,-20l136,147r7,-7l150,133r7,-7l166,120r9,-5l184,110r9,-4l214,102r22,-1l252,101r14,1l280,106r13,5l305,118r13,8l328,135r11,10l348,158r9,14l362,188r6,18l373,226r4,19l378,269r,25l378,321r-1,23l373,367r-4,20l362,405r-5,18l348,437r-9,12l328,460r-10,9l307,476r-13,7l282,489r-14,3l253,494r-16,l227,494r-11,-2l205,491r-11,-4l186,483r-9,-5l168,473r-9,-7l150,458r-7,-9l136,439r-6,-11l125,415r-5,-12l114,389r-3,-15xe">
                <v:path arrowok="t"/>
              </v:shape>
              <v:shape id="_x0000_s1291" style="position:absolute;left:6062;top:3703;width:277;height:297" coordsize="553,594" path="m553,301r,-41l548,220r-4,-17l539,185r-6,-16l528,154,517,133,505,113,491,93,474,76,457,59,439,45,421,33,401,24,373,15,342,8,310,2,276,,246,2,217,6r-28,7l164,20,139,33,116,45,94,61,75,79,57,101,43,124,28,147,18,174r-8,29l3,233,,265r,34l,331r3,33l10,394r8,29l28,448r13,25l57,494r18,22l94,534r22,16l137,564r25,11l189,584r27,5l244,593r32,1l307,593r28,-4l364,584r27,-9l414,564r23,-14l458,534r20,-18l496,496r16,-23l524,449r11,-26l542,396r7,-31l553,335r,-34e" filled="f" strokeweight="28e-5mm">
                <v:path arrowok="t"/>
              </v:shape>
              <v:shape id="_x0000_s1292" style="position:absolute;left:6122;top:3753;width:158;height:197" coordsize="316,393" path="m316,196r-2,24l313,241r-4,22l304,282r-6,18l291,316r-9,15l272,343r-13,13l247,366r-13,9l220,381r-14,7l189,391r-16,2l157,393r-17,l123,391r-14,-3l95,382,81,375,68,366,56,356,43,345,34,331,24,316,16,300,11,282,6,263,2,241,,220,,195,,171,2,148,6,128r5,-19l16,91,24,75,32,60,43,48,54,35,66,26,79,17,93,12,107,7,123,1,140,r17,l175,r16,1l207,7r15,5l236,17r12,9l261,37r11,11l282,60r9,16l298,93r7,17l309,128r4,22l314,173r2,23e" filled="f" strokeweight="28e-5mm">
                <v:path arrowok="t"/>
              </v:shape>
              <v:rect id="_x0000_s1293" style="position:absolute;left:6222;top:3645;width:47;height:47" filled="f" strokeweight="28e-5mm"/>
              <v:rect id="_x0000_s1294" style="position:absolute;left:6138;top:3645;width:48;height:47" filled="f" strokeweight="28e-5mm"/>
              <v:shape id="_x0000_s1295" style="position:absolute;left:5543;top:3709;width:227;height:286" coordsize="453,573" path="m284,573r,-476l453,97,453,,,,,97r168,l168,573r116,xe" filled="f" strokeweight="28e-5mm">
                <v:path arrowok="t"/>
              </v:shape>
              <v:shape id="_x0000_s1296" style="position:absolute;left:4965;top:3709;width:229;height:286" coordsize="458,573" path="m458,573l458,,342,r,226l116,226,116,,,,,573r116,l116,322r226,l342,573r116,xe" filled="f" strokeweight="28e-5mm">
                <v:path arrowok="t"/>
              </v:shape>
              <v:shape id="_x0000_s1297" style="position:absolute;left:4356;top:3709;width:287;height:286" coordsize="572,573" path="m,573r124,l174,444r229,l451,573r121,l351,,228,,,573xe" filled="f" strokeweight="28e-5mm">
                <v:path arrowok="t"/>
              </v:shape>
              <v:shape id="_x0000_s1298" style="position:absolute;left:4462;top:3776;width:78;height:106" coordsize="155,213" path="m,213l78,r77,213l,213xe" filled="f" strokeweight="28e-5mm">
                <v:path arrowok="t"/>
              </v:shape>
              <v:shape id="_x0000_s1299" style="position:absolute;left:3813;top:3709;width:227;height:286" coordsize="455,573" path="m285,573r,-476l455,97,455,,,,,97r169,l169,573r116,xe" filled="f" strokeweight="28e-5mm">
                <v:path arrowok="t"/>
              </v:shape>
              <v:shape id="_x0000_s1300" style="position:absolute;left:3236;top:3709;width:228;height:286" coordsize="455,573" path="m455,573l455,,342,,109,383,109,,,,,573r116,l346,199r,374l455,573xe" filled="f" strokeweight="28e-5mm">
                <v:path arrowok="t"/>
              </v:shape>
              <v:shape id="_x0000_s1301" style="position:absolute;left:2647;top:3709;width:267;height:286" coordsize="536,573" path="m325,573r,-242l536,,400,,264,227,132,,,,211,333r,240l325,573xe" filled="f" strokeweight="28e-5mm">
                <v:path arrowok="t"/>
              </v:shape>
              <v:shape id="_x0000_s1302" style="position:absolute;left:2073;top:3703;width:277;height:297" coordsize="555,594" path="m555,301r-2,-41l548,220r-4,-17l539,185r-6,-16l528,154,517,133,505,113,490,93,474,76,457,59,439,45,421,33,401,24,373,15,342,8,312,2,278,,246,2,217,6r-28,7l164,20,139,33,116,45,94,61,75,79,57,101,43,124,28,147,18,174r-8,29l3,233,,265r,34l,331r3,33l10,394r8,29l28,448r13,25l57,494r18,22l94,534r22,16l139,564r23,11l189,584r27,5l244,593r32,1l307,593r30,-4l364,584r27,-9l416,564r21,-14l458,534r20,-18l496,496r16,-23l524,449r11,-26l544,396r5,-31l553,335r2,-34e" filled="f" strokeweight="28e-5mm">
                <v:path arrowok="t"/>
              </v:shape>
              <v:shape id="_x0000_s1303" style="position:absolute;left:2133;top:3753;width:158;height:197" coordsize="316,393" path="m316,196r-2,24l313,241r-4,22l305,282r-7,18l291,316r-9,15l272,343r-13,13l247,366r-13,9l220,381r-15,7l189,391r-16,2l157,393r-18,l123,391r-14,-3l95,382,81,375,68,366,56,356,43,345,34,331,25,316,16,300,11,282,6,263,2,241,,220,,195,,171,2,148,6,128r5,-19l16,91,23,75,32,60,43,48,54,35,66,26,79,17,93,12,107,7,123,1,139,r18,l175,r16,1l207,7r15,5l236,17r12,9l261,37r11,11l282,60r9,16l298,93r7,17l309,128r4,22l316,173r,23e" filled="f" strokeweight="28e-5mm">
                <v:path arrowok="t"/>
              </v:shape>
              <v:shape id="_x0000_s1304" style="position:absolute;left:1557;top:3711;width:202;height:284" coordsize="403,568" path="m403,568l403,,287,r,471l,471r,97l403,568xe" filled="f" strokeweight="28e-5mm">
                <v:path arrowok="t"/>
              </v:shape>
              <v:shape id="_x0000_s1305" style="position:absolute;left:978;top:3703;width:249;height:297" coordsize="498,594" path="m111,374l,408r5,24l14,453r9,20l34,491r11,16l57,523r13,14l86,548r14,11l116,568r18,8l153,582r20,5l193,591r21,2l237,594r27,-1l291,589r25,-5l341,575r23,-11l385,550r20,-16l425,516r16,-20l457,473r12,-24l478,424r9,-28l493,367r3,-32l498,303r-2,-34l493,235r-6,-31l478,176,468,149,455,124,441,101,423,81,405,61,384,45,362,33,339,22,314,13,287,6,259,2,230,,203,2,180,6,157,9r-23,7l114,25,95,36,77,49,59,63,50,74,41,84,32,95r-7,13l18,122r-6,14l5,152,,169r114,28l121,176r9,-20l136,147r7,-7l150,133r7,-7l166,120r9,-5l184,110r9,-4l214,102r22,-1l252,101r14,1l280,106r13,5l305,118r13,8l328,135r11,10l348,158r9,14l362,188r6,18l373,226r4,19l378,269r,25l378,321r-1,23l373,367r-4,20l362,405r-5,18l348,437r-9,12l328,460r-10,9l307,476r-13,7l282,489r-14,3l253,494r-16,l227,494r-11,-2l205,491r-11,-4l186,483r-9,-5l168,473r-9,-7l150,458r-7,-9l136,439r-6,-11l125,415r-5,-12l114,389r-3,-15xe" filled="f" strokeweight="28e-5mm">
                <v:path arrowok="t"/>
              </v:shape>
              <v:shape id="_x0000_s1306" style="position:absolute;left:6044;top:4246;width:258;height:287" coordsize="516,575" path="m516,575l516,,400,r,254l166,,11,,227,224,,575r148,l305,305r95,96l400,575r116,xe">
                <v:path arrowok="t"/>
              </v:shape>
              <v:rect id="_x0000_s1307" style="position:absolute;left:5602;top:4246;width:58;height:287"/>
              <v:shape id="_x0000_s1308" style="position:absolute;left:4953;top:4249;width:201;height:284" coordsize="402,569" path="m402,569l402,,286,r,472l,472r,97l402,569xe">
                <v:path arrowok="t"/>
              </v:shape>
              <v:shape id="_x0000_s1309" style="position:absolute;left:4403;top:4246;width:217;height:287" coordsize="436,575" path="m436,575l436,,11,r,97l320,97r,127l32,224r,97l320,321r,157l,478r,97l436,575xe">
                <v:path arrowok="t"/>
              </v:shape>
              <v:shape id="_x0000_s1310" style="position:absolute;left:3827;top:4246;width:227;height:287" coordsize="454,575" path="m454,575l454,,341,,107,383,107,,,,,575r116,l346,201r,374l454,575xe">
                <v:path arrowok="t"/>
              </v:shape>
              <v:shape id="_x0000_s1311" style="position:absolute;left:3236;top:4242;width:248;height:296" coordsize="498,593" path="m111,373l,408r7,22l14,451r9,20l34,489r11,18l57,521r14,14l86,548r14,11l118,568r16,7l154,582r19,3l193,589r21,4l237,593r27,-2l291,587r27,-5l341,573r23,-11l386,550r19,-16l425,514r16,-20l457,473r12,-25l480,423r7,-29l493,365r3,-30l498,301r-2,-34l493,235r-6,-32l480,174,469,147,457,122,441,101,425,79,405,61,384,45,362,31,339,20,314,11,287,6,259,,230,,205,,180,4,157,9r-21,6l114,24,95,34,77,47,59,63r-9,9l41,83,34,93r-9,15l18,120r-5,15l7,151,2,169r114,26l121,174r9,-18l137,147r6,-9l150,131r7,-7l166,119r9,-6l184,110r9,-4l214,101r22,-2l252,99r14,3l280,106r13,4l305,117r13,7l328,135r11,10l348,158r9,12l364,187r5,17l373,224r4,22l378,269r,23l378,319r-1,25l373,365r-4,20l364,405r-7,16l348,435r-9,13l330,458r-11,9l307,476r-12,6l282,487r-14,4l253,492r-14,2l227,494r-11,-2l205,489r-9,-2l186,482r-9,-4l168,471r-9,-7l152,457r-7,-9l137,437r-7,-11l125,416r-5,-15l116,387r-5,-14xe">
                <v:path arrowok="t"/>
              </v:shape>
              <v:shape id="_x0000_s1312" style="position:absolute;left:2661;top:4242;width:268;height:296" coordsize="535,593" path="m248,373r,-97l,276,,503r19,18l44,537r29,15l105,566r34,12l175,585r34,6l244,593r22,l287,591r21,-4l328,584r20,-6l366,571r17,-7l401,555r16,-11l432,534r14,-11l458,509r13,-13l482,480r10,-16l501,448r7,-18l516,412r5,-20l526,374r4,-19l532,335r1,-20l535,294r-2,-22l532,251r-2,-22l524,210r-5,-20l514,172r-9,-19l498,135,487,119,476,102,464,88,451,74,437,61,421,49,405,38,387,29,373,22,358,17,342,11,326,8,308,4,289,2,271,,250,,225,,200,2,176,6r-21,5l135,18r-17,7l100,34,84,45,69,56,57,68,44,83,35,99r-8,16l18,131r-6,18l7,169r114,21l128,170r11,-17l151,136r17,-12l176,117r9,-4l194,108r11,-4l226,101r24,-2l269,99r16,3l303,106r14,5l333,119r13,7l358,136r13,11l382,160r9,14l398,190r7,16l408,226r4,20l414,267r2,23l414,315r-2,22l408,358r-5,22l398,398r-7,16l380,430r-11,12l358,455r-12,11l332,475r-15,7l303,487r-16,4l269,492r-18,2l234,492r-18,-1l196,485r-18,-5l160,473r-16,-9l130,455,116,444r,-71l248,373xe">
                <v:path arrowok="t"/>
              </v:shape>
              <v:shape id="_x0000_s1313" style="position:absolute;left:1524;top:4246;width:257;height:287" coordsize="514,575" path="m514,575l514,,271,,229,2,193,4,163,9r-24,7l129,20r-9,5l109,31r-7,7l86,52,72,72,61,92r-7,21l48,136r-1,25l48,178r2,14l52,206r5,14l63,233r5,13l77,258r9,11l95,278r12,9l118,296r14,7l146,308r17,5l180,317r18,4l180,331r-16,13l150,356r-14,13l123,385r-16,20l91,432,72,462,,575r139,l223,449r20,-30l261,394r12,-18l284,365r7,-9l300,351r9,-5l318,340r11,-1l341,337r16,-2l377,335r23,l400,575r114,xm400,244r-86,l277,242r-31,l225,240r-14,-3l200,231r-9,-5l184,220r-5,-8l173,203r-3,-11l166,181r,-12l168,154r2,-10l175,131r7,-9l189,115r11,-7l213,102r12,-3l236,99r18,l279,99r30,-2l400,97r,147xe">
                <v:path arrowok="t"/>
                <o:lock v:ext="edit" verticies="t"/>
              </v:shape>
              <v:shape id="_x0000_s1314" style="position:absolute;left:944;top:4246;width:286;height:287" coordsize="573,575" path="m,575r125,l175,444r228,l452,575r121,l350,,229,,,575xm213,347l291,135r77,212l213,347xe">
                <v:path arrowok="t"/>
                <o:lock v:ext="edit" verticies="t"/>
              </v:shape>
              <v:shape id="_x0000_s1315" style="position:absolute;left:2062;top:4171;width:278;height:367" coordsize="555,734" path="m555,440r-1,-41l548,360r-3,-18l541,326r-5,-16l529,294,518,272,505,252,491,233,477,215,459,199,441,184,421,174,402,163r-27,-9l345,147r-32,-4l279,141r-31,l218,147r-27,5l164,161r-23,11l118,184,97,200,77,220,59,240,43,263,31,286,20,313r-9,29l6,372,2,404,,438r2,34l6,505r5,28l20,562r11,27l43,612r16,23l75,655r20,20l116,689r23,14l164,714r25,9l218,728r29,4l277,734r32,-2l338,728r28,-5l391,714r25,-11l439,691r22,-16l480,655r18,-20l512,614r15,-25l536,564r9,-29l550,506r4,-32l555,440xm436,437r,23l434,483r-4,20l425,523r-5,17l411,557r-9,14l391,585r-11,11l368,607r-14,9l341,623r-16,5l311,632r-16,1l277,635r-16,-2l245,632r-16,-4l214,623r-14,-7l188,607,175,596,164,585,154,571r-9,-14l138,540r-7,-17l127,503r-4,-22l122,460r-2,-25l120,412r3,-22l127,369r4,-20l138,331r7,-16l154,301r9,-13l175,277r11,-10l200,260r13,-8l229,247r14,-4l261,240r16,l295,240r16,3l327,247r16,5l355,260r15,7l382,277r11,11l404,302r9,15l420,333r5,18l430,370r4,20l436,413r,24xm348,118l295,,172,,279,118r69,xe">
                <v:path arrowok="t"/>
                <o:lock v:ext="edit" verticies="t"/>
              </v:shape>
              <v:shape id="_x0000_s1316" style="position:absolute;left:6044;top:4246;width:258;height:287" coordsize="516,575" path="m516,575l516,,400,r,254l166,,11,,227,224,,575r148,l305,305r95,96l400,575r116,xe" filled="f" strokeweight="28e-5mm">
                <v:path arrowok="t"/>
              </v:shape>
              <v:rect id="_x0000_s1317" style="position:absolute;left:5602;top:4246;width:58;height:287" filled="f" strokeweight="28e-5mm"/>
              <v:shape id="_x0000_s1318" style="position:absolute;left:4953;top:4249;width:201;height:284" coordsize="402,569" path="m402,569l402,,286,r,472l,472r,97l402,569xe" filled="f" strokeweight="28e-5mm">
                <v:path arrowok="t"/>
              </v:shape>
              <v:shape id="_x0000_s1319" style="position:absolute;left:4403;top:4246;width:217;height:287" coordsize="436,575" path="m436,575l436,,11,r,97l320,97r,127l32,224r,97l320,321r,157l,478r,97l436,575xe" filled="f" strokeweight="28e-5mm">
                <v:path arrowok="t"/>
              </v:shape>
              <v:shape id="_x0000_s1320" style="position:absolute;left:3827;top:4246;width:227;height:287" coordsize="454,575" path="m454,575l454,,341,,107,383,107,,,,,575r116,l346,201r,374l454,575xe" filled="f" strokeweight="28e-5mm">
                <v:path arrowok="t"/>
              </v:shape>
              <v:shape id="_x0000_s1321" style="position:absolute;left:3236;top:4242;width:248;height:296" coordsize="498,593" path="m111,373l,408r7,22l14,451r9,20l34,489r11,18l57,521r14,14l86,548r14,11l118,568r16,7l154,582r19,3l193,589r21,4l237,593r27,-2l291,587r27,-5l341,573r23,-11l386,550r19,-16l425,514r16,-20l457,473r12,-25l480,423r7,-29l493,365r3,-30l498,301r-2,-34l493,235r-6,-32l480,174,469,147,457,122,441,101,425,79,405,61,384,45,362,31,339,20,314,11,287,6,259,,230,,205,,180,4,157,9r-21,6l114,24,95,34,77,47,59,63r-9,9l41,83,34,93r-9,15l18,120r-5,15l7,151,2,169r114,26l121,174r9,-18l137,147r6,-9l150,131r7,-7l166,119r9,-6l184,110r9,-4l214,101r22,-2l252,99r14,3l280,106r13,4l305,117r13,7l328,135r11,10l348,158r9,12l364,187r5,17l373,224r4,22l378,269r,23l378,319r-1,25l373,365r-4,20l364,405r-7,16l348,435r-9,13l330,458r-11,9l307,476r-12,6l282,487r-14,4l253,492r-14,2l227,494r-11,-2l205,489r-9,-2l186,482r-9,-4l168,471r-9,-7l152,457r-7,-9l137,437r-7,-11l125,416r-5,-15l116,387r-5,-14xe" filled="f" strokeweight="28e-5mm">
                <v:path arrowok="t"/>
              </v:shape>
              <v:shape id="_x0000_s1322" style="position:absolute;left:2661;top:4242;width:268;height:296" coordsize="535,593" path="m248,373r,-97l,276,,503r19,18l44,537r29,15l105,566r34,12l175,585r34,6l244,593r22,l287,591r21,-4l328,584r20,-6l366,571r17,-7l401,555r16,-11l432,534r14,-11l458,509r13,-13l482,480r10,-16l501,448r7,-18l516,412r5,-20l526,374r4,-19l532,335r1,-20l535,294r-2,-22l532,251r-2,-22l524,210r-5,-20l514,172r-9,-19l498,135,487,119,476,102,464,88,451,74,437,61,421,49,405,38,387,29,373,22,358,17,342,11,326,8,308,4,289,2,271,,250,,225,,200,2,176,6r-21,5l135,18r-17,7l100,34,84,45,69,56,57,68,44,83,35,99r-8,16l18,131r-6,18l7,169r114,21l128,170r11,-17l151,136r17,-12l176,117r9,-4l194,108r11,-4l226,101r24,-2l269,99r16,3l303,106r14,5l333,119r13,7l358,136r13,11l382,160r9,14l398,190r7,16l408,226r4,20l414,267r2,23l414,315r-2,22l408,358r-5,22l398,398r-7,16l380,430r-11,12l358,455r-12,11l332,475r-15,7l303,487r-16,4l269,492r-18,2l234,492r-18,-1l196,485r-18,-5l160,473r-16,-9l130,455,116,444r,-71l248,373e" filled="f" strokeweight="28e-5mm">
                <v:path arrowok="t"/>
              </v:shape>
              <v:shape id="_x0000_s1323" style="position:absolute;left:1524;top:4246;width:257;height:287" coordsize="514,575" path="m514,575l514,,271,,229,2,193,4,163,9r-24,7l129,20r-9,5l109,31r-7,7l86,52,72,72,61,92r-7,21l48,136r-1,25l48,178r2,14l52,206r5,14l63,233r5,13l77,258r9,11l95,278r12,9l118,296r14,7l146,308r17,5l180,317r18,4l180,331r-16,13l150,356r-14,13l123,385r-16,20l91,432,72,462,,575r139,l223,449r20,-30l261,394r12,-18l284,365r7,-9l300,351r9,-5l318,340r11,-1l341,337r16,-2l377,335r23,l400,575r114,e" filled="f" strokeweight="28e-5mm">
                <v:path arrowok="t"/>
              </v:shape>
              <v:shape id="_x0000_s1324" style="position:absolute;left:1607;top:4295;width:117;height:73" coordsize="234,147" path="m234,147r-86,l111,145r-31,l59,143,45,140,34,134r-9,-5l18,123r-5,-8l7,106,4,95,,84,,72,2,57,4,47,9,34r7,-9l23,18,34,11,47,5,59,2r11,l88,2r25,l143,r91,l234,147e" filled="f" strokeweight="28e-5mm">
                <v:path arrowok="t"/>
              </v:shape>
              <v:shape id="_x0000_s1325" style="position:absolute;left:944;top:4246;width:286;height:287" coordsize="573,575" path="m,575r125,l175,444r228,l452,575r121,l350,,229,,,575xe" filled="f" strokeweight="28e-5mm">
                <v:path arrowok="t"/>
              </v:shape>
              <v:shape id="_x0000_s1326" style="position:absolute;left:1050;top:4313;width:78;height:107" coordsize="155,212" path="m,212l78,r77,212l,212xe" filled="f" strokeweight="28e-5mm">
                <v:path arrowok="t"/>
              </v:shape>
              <v:shape id="_x0000_s1327" style="position:absolute;left:2062;top:4242;width:278;height:296" coordsize="555,593" path="m555,299r-1,-41l548,219r-3,-18l541,185r-5,-16l529,153,518,131,505,111,491,92,477,74,459,58,441,43,421,33,402,22,375,13,345,6,313,2,279,,248,,218,6r-27,5l164,20,141,31,118,43,97,59,77,79,59,99,43,122,31,145,20,172r-9,29l6,231,2,263,,297r2,34l6,364r5,28l20,421r11,27l43,471r16,23l75,514r20,20l116,548r23,14l164,573r25,9l218,587r29,4l277,593r32,-2l338,587r28,-5l391,573r25,-11l439,550r22,-16l480,514r18,-20l512,473r15,-25l536,423r9,-29l550,365r4,-32l555,299e" filled="f" strokeweight="28e-5mm">
                <v:path arrowok="t"/>
              </v:shape>
              <v:shape id="_x0000_s1328" style="position:absolute;left:2122;top:4291;width:158;height:198" coordsize="316,395" path="m316,197r,23l314,243r-4,20l305,283r-5,17l291,317r-9,14l271,345r-11,11l248,367r-14,9l221,383r-16,5l191,392r-16,1l157,395r-16,-2l125,392r-16,-4l94,383,80,376,68,367,55,356,44,345,34,331,25,317,18,300,11,283,7,263,3,241,2,220,,195,,172,3,150,7,129r4,-20l18,91,25,75,34,61,43,48,55,37,66,27,80,20,93,12,109,7,123,3,141,r16,l175,r16,3l207,7r16,5l235,20r15,7l262,37r11,11l284,62r9,15l300,93r5,18l310,130r4,20l316,173r,24e" filled="f" strokeweight="28e-5mm">
                <v:path arrowok="t"/>
              </v:shape>
              <v:shape id="_x0000_s1329" style="position:absolute;left:2148;top:4171;width:88;height:59" coordsize="176,118" path="m176,118l123,,,,107,118r69,xe" filled="f" strokeweight="28e-5mm">
                <v:path arrowok="t"/>
              </v:shape>
              <v:shape id="_x0000_s1330" style="position:absolute;left:6059;top:4823;width:276;height:286" coordsize="551,573" path="m551,573l551,,380,,274,392,173,,,,,573r107,l107,122,221,573r111,l444,122r,451l551,573xe">
                <v:path arrowok="t"/>
              </v:shape>
              <v:shape id="_x0000_s1331" style="position:absolute;left:4963;top:4826;width:202;height:283" coordsize="403,567" path="m403,567l403,,287,r,470l,470r,97l403,567xe">
                <v:path arrowok="t"/>
              </v:shape>
              <v:shape id="_x0000_s1332" style="position:absolute;left:4389;top:4823;width:228;height:286" coordsize="455,573" path="m285,573r,-476l455,97,455,,,,,97r169,l169,573r116,xe">
                <v:path arrowok="t"/>
              </v:shape>
              <v:shape id="_x0000_s1333" style="position:absolute;left:3745;top:4823;width:375;height:286" coordsize="750,573" path="m614,573l750,,632,,546,394,441,,303,,204,401,116,,,,139,573r122,l375,145,489,573r125,xe">
                <v:path arrowok="t"/>
              </v:shape>
              <v:shape id="_x0000_s1334" style="position:absolute;left:3245;top:4826;width:201;height:283" coordsize="401,567" path="m401,567l401,,287,r,470l,470r,97l401,567xe">
                <v:path arrowok="t"/>
              </v:shape>
              <v:shape id="_x0000_s1335" style="position:absolute;left:2687;top:4823;width:217;height:286" coordsize="435,573" path="m435,573l435,,10,r,97l319,97r,127l32,224r,97l319,321r,155l,476r,97l435,573xe">
                <v:path arrowok="t"/>
              </v:shape>
              <v:shape id="_x0000_s1336" style="position:absolute;left:2117;top:4819;width:232;height:296" coordsize="466,593" path="m466,396l353,385r-3,14l346,412r-3,11l337,435r-5,9l327,453r-7,9l312,469r-8,6l295,480r-9,5l275,489r-11,2l254,492r-13,2l229,494r-27,l179,489r-9,-4l161,482r-9,-6l145,471,132,458r-9,-12l120,439r-2,-7l116,424r,-8l116,407r2,-9l123,389r6,-7l134,374r11,-7l155,362r15,-6l182,353r20,-5l229,340r33,-9l305,319r36,-13l355,299r15,-9l382,283r11,-9l403,263r11,-14l425,237r7,-15l437,208r4,-16l445,176r,-16l443,138r-4,-21l430,97,420,77,405,59,389,43,370,31,348,20,323,11,296,4,268,,236,,211,,186,2,163,6r-22,5l121,18r-17,8l88,36,73,47,61,59,50,72,41,86r-9,16l27,119r-5,17l18,154r-2,20l132,178r6,-20l145,140r3,-7l154,126r5,-6l164,115r13,-9l195,101r19,-4l237,95r24,2l282,101r18,7l316,117r7,7l330,131r4,11l334,151r,10l330,170r-5,9l318,187r-16,8l280,204r-30,11l211,224r-40,11l138,246r-29,10l86,265,68,278,50,292,36,306,23,324,13,344,5,365,2,389,,416r2,25l7,464r9,21l27,509r7,9l43,528r9,9l61,546r9,7l80,560r13,6l105,571r27,9l161,587r32,4l229,593r26,l280,589r24,-3l325,580r20,-7l364,564r16,-9l396,543r13,-13l421,514r11,-16l443,480r7,-18l457,441r5,-22l466,396xe">
                <v:path arrowok="t"/>
              </v:shape>
              <v:shape id="_x0000_s1337" style="position:absolute;left:1537;top:4823;width:232;height:286" coordsize="464,573" path="m464,573r,-104l164,97r266,l430,,11,r,90l325,476,,476r,97l464,573xe">
                <v:path arrowok="t"/>
              </v:shape>
              <v:shape id="_x0000_s1338" style="position:absolute;left:950;top:4823;width:258;height:286" coordsize="515,573" path="m515,573l515,,399,r,254l167,,12,,226,224,,573r150,l307,305r92,96l399,573r116,xe">
                <v:path arrowok="t"/>
              </v:shape>
              <v:shape id="_x0000_s1339" style="position:absolute;left:5531;top:4748;width:227;height:367" coordsize="455,734" path="m455,150r-116,l339,460r,34l339,523r-2,19l336,557r-6,16l323,589r-11,12l300,614r-14,9l268,630r-22,3l225,635r-23,-2l180,630r-9,-4l164,623r-7,-4l150,614,139,603r-9,-11l123,580r-3,-15l118,548r-2,-22l116,499r-2,-32l114,150,,150,,451r,48l2,540r3,33l9,598r5,19l22,637r10,16l43,669r14,15l73,696r18,11l111,716r23,7l159,728r28,4l221,734r38,-2l293,728r14,-1l321,723r13,-4l345,714r19,-9l382,693r16,-13l412,666r11,-16l432,633r7,-16l444,601r6,-27l453,540r2,-39l455,456r,-306xm298,118l245,,121,,229,118r69,xe">
                <v:path arrowok="t"/>
                <o:lock v:ext="edit" verticies="t"/>
              </v:shape>
              <v:shape id="_x0000_s1340" style="position:absolute;left:6059;top:4823;width:276;height:286" coordsize="551,573" path="m551,573l551,,380,,274,392,173,,,,,573r107,l107,122,221,573r111,l444,122r,451l551,573xe" filled="f" strokeweight="28e-5mm">
                <v:path arrowok="t"/>
              </v:shape>
              <v:shape id="_x0000_s1341" style="position:absolute;left:4963;top:4826;width:202;height:283" coordsize="403,567" path="m403,567l403,,287,r,470l,470r,97l403,567xe" filled="f" strokeweight="28e-5mm">
                <v:path arrowok="t"/>
              </v:shape>
              <v:shape id="_x0000_s1342" style="position:absolute;left:4389;top:4823;width:228;height:286" coordsize="455,573" path="m285,573r,-476l455,97,455,,,,,97r169,l169,573r116,xe" filled="f" strokeweight="28e-5mm">
                <v:path arrowok="t"/>
              </v:shape>
              <v:shape id="_x0000_s1343" style="position:absolute;left:3745;top:4823;width:375;height:286" coordsize="750,573" path="m614,573l750,,632,,546,394,441,,303,,204,401,116,,,,139,573r122,l375,145,489,573r125,xe" filled="f" strokeweight="28e-5mm">
                <v:path arrowok="t"/>
              </v:shape>
              <v:shape id="_x0000_s1344" style="position:absolute;left:3245;top:4826;width:201;height:283" coordsize="401,567" path="m401,567l401,,287,r,470l,470r,97l401,567xe" filled="f" strokeweight="28e-5mm">
                <v:path arrowok="t"/>
              </v:shape>
              <v:shape id="_x0000_s1345" style="position:absolute;left:2687;top:4823;width:217;height:286" coordsize="435,573" path="m435,573l435,,10,r,97l319,97r,127l32,224r,97l319,321r,155l,476r,97l435,573xe" filled="f" strokeweight="28e-5mm">
                <v:path arrowok="t"/>
              </v:shape>
              <v:shape id="_x0000_s1346" style="position:absolute;left:2117;top:4819;width:232;height:296" coordsize="466,593" path="m466,396l353,385r-3,14l346,412r-3,11l337,435r-5,9l327,453r-7,9l312,469r-8,6l295,480r-9,5l275,489r-11,2l254,492r-13,2l229,494r-27,l179,489r-9,-4l161,482r-9,-6l145,471,132,458r-9,-12l120,439r-2,-7l116,424r,-8l116,407r2,-9l123,389r6,-7l134,374r11,-7l155,362r15,-6l182,353r20,-5l229,340r33,-9l305,319r36,-13l355,299r15,-9l382,283r11,-9l403,263r11,-14l425,237r7,-15l437,208r4,-16l445,176r,-16l443,138r-4,-21l430,97,420,77,405,59,389,43,370,31,348,20,323,11,296,4,268,,236,,211,,186,2,163,6r-22,5l121,18r-17,8l88,36,73,47,61,59,50,72,41,86r-9,16l27,119r-5,17l18,154r-2,20l132,178r6,-20l145,140r3,-7l154,126r5,-6l164,115r13,-9l195,101r19,-4l237,95r24,2l282,101r18,7l316,117r7,7l330,131r4,11l334,151r,10l330,170r-5,9l318,187r-16,8l280,204r-30,11l211,224r-40,11l138,246r-29,10l86,265,68,278,50,292,36,306,23,324,13,344,5,365,2,389,,416r2,25l7,464r9,21l27,509r7,9l43,528r9,9l61,546r9,7l80,560r13,6l105,571r27,9l161,587r32,4l229,593r26,l280,589r24,-3l325,580r20,-7l364,564r16,-9l396,543r13,-13l421,514r11,-16l443,480r7,-18l457,441r5,-22l466,396e" filled="f" strokeweight="28e-5mm">
                <v:path arrowok="t"/>
              </v:shape>
              <v:shape id="_x0000_s1347" style="position:absolute;left:1537;top:4823;width:232;height:286" coordsize="464,573" path="m464,573r,-104l164,97r266,l430,,11,r,90l325,476,,476r,97l464,573xe" filled="f" strokeweight="28e-5mm">
                <v:path arrowok="t"/>
              </v:shape>
              <v:shape id="_x0000_s1348" style="position:absolute;left:950;top:4823;width:258;height:286" coordsize="515,573" path="m515,573l515,,399,r,254l167,,12,,226,224,,573r150,l307,305r92,96l399,573r116,xe" filled="f" strokeweight="28e-5mm">
                <v:path arrowok="t"/>
              </v:shape>
              <v:shape id="_x0000_s1349" style="position:absolute;left:5531;top:4823;width:227;height:292" coordsize="455,584" path="m455,l339,r,310l339,344r,29l337,392r-1,15l330,423r-7,16l312,451r-12,13l286,473r-18,7l246,483r-21,2l202,483r-22,-3l171,476r-7,-3l157,469r-7,-5l139,453r-9,-11l123,430r-3,-15l118,398r-2,-22l116,349r-2,-32l114,,,,,301r,48l2,390r3,33l9,448r5,19l22,487r10,16l43,519r14,15l73,546r18,11l111,566r23,7l159,578r28,4l221,584r38,-2l293,578r14,-1l321,573r13,-4l345,564r19,-9l382,543r16,-13l412,516r11,-16l432,483r7,-16l444,451r6,-27l453,390r2,-39l455,306,455,e" filled="f" strokeweight="28e-5mm">
                <v:path arrowok="t"/>
              </v:shape>
              <v:shape id="_x0000_s1350" style="position:absolute;left:5591;top:4748;width:89;height:59" coordsize="177,118" path="m177,118l124,,,,108,118r69,e" filled="f" strokeweight="28e-5mm">
                <v:path arrowok="t"/>
              </v:shape>
              <v:shape id="_x0000_s1351" style="position:absolute;left:6062;top:5343;width:277;height:355" coordsize="553,710" path="m553,417r-2,-41l548,336r-4,-18l539,300r-6,-16l528,270,517,249,505,229,491,209,474,191,457,175,439,161,421,148r-20,-9l373,131r-31,-8l310,118r-34,-2l246,118r-29,4l189,129r-25,7l139,148r-23,13l94,177,75,195,57,216,43,238,28,263,18,290r-8,28l3,349,,381r,34l,447r3,32l10,510r8,28l28,563r13,26l57,610r18,21l94,649r22,16l137,680r25,11l189,699r27,6l244,708r32,2l307,708r28,-3l364,699r27,-8l414,680r23,-15l458,649r20,-18l496,612r16,-23l524,565r11,-27l542,512r7,-31l553,451r,-34xm435,413r-2,23l432,458r-4,21l423,499r-6,18l410,533r-9,14l391,560r-13,12l366,583r-13,9l339,597r-14,8l308,608r-16,2l276,610r-17,l242,608r-14,-3l214,599r-14,-7l187,583,175,572,162,562r-9,-15l143,533r-8,-16l130,499r-5,-20l121,458r-2,-22l119,411r,-23l121,365r4,-20l130,326r5,-18l143,292r8,-15l162,265r11,-13l185,243r13,-9l212,229r14,-5l242,218r17,-2l276,216r18,l310,218r16,6l341,229r14,5l367,243r13,11l391,265r10,12l410,293r7,16l424,327r4,18l432,367r1,23l435,413xm414,95l414,,319,r,95l414,95xm246,95l246,,151,r,95l246,95xe">
                <v:path arrowok="t"/>
                <o:lock v:ext="edit" verticies="t"/>
              </v:shape>
              <v:shape id="_x0000_s1352" style="position:absolute;left:5511;top:5406;width:227;height:287" coordsize="453,572" path="m284,572r,-475l453,97,453,,,,,97r169,l169,572r115,xe">
                <v:path arrowok="t"/>
              </v:shape>
              <v:shape id="_x0000_s1353" style="position:absolute;left:4909;top:5406;width:266;height:287" coordsize="534,572" path="m325,572r,-241l534,,398,,264,227,132,,,,209,333r,239l325,572xe">
                <v:path arrowok="t"/>
              </v:shape>
              <v:shape id="_x0000_s1354" style="position:absolute;left:4393;top:5406;width:219;height:287" coordsize="439,572" path="m439,572l439,,253,,205,,166,2,135,5,116,9r-13,3l93,16,80,23r-9,6l60,36r-9,9l43,54,34,64,25,75,19,88r-7,12l9,114,5,129,1,143,,159r,16l1,202r4,23l10,245r9,20l30,283r11,14l53,309r15,13l82,331r16,7l112,345r16,4l150,352r28,2l210,356r38,l323,356r,216l439,572xm323,97r,162l260,259r-32,l203,258r-21,-4l167,250r-10,-5l148,240r-9,-9l132,222r-6,-9l123,202r-4,-12l119,177r,-14l123,148r7,-10l137,125r11,-9l159,109r12,-5l184,100r12,-2l216,98r23,-1l267,97r56,xe">
                <v:path arrowok="t"/>
                <o:lock v:ext="edit" verticies="t"/>
              </v:shape>
              <v:shape id="_x0000_s1355" style="position:absolute;left:3808;top:5406;width:218;height:287" coordsize="435,572" path="m435,572l435,,10,r,97l319,97r,127l32,224r,96l319,320r,156l,476r,96l435,572xe">
                <v:path arrowok="t"/>
              </v:shape>
              <v:shape id="_x0000_s1356" style="position:absolute;left:3199;top:5406;width:257;height:287" coordsize="514,572" path="m514,572l514,,271,,228,,193,4,162,9r-25,7l128,20r-10,5l109,30r-9,8l86,52,71,70,61,91r-8,22l48,136r-2,25l46,177r2,14l52,206r3,14l61,233r7,12l75,256r9,11l94,277r11,9l118,293r14,8l146,308r16,5l178,317r20,3l180,331r-18,12l148,356r-12,13l123,385r-16,19l89,431,69,462,,572r137,l221,449r22,-30l259,394r14,-18l282,363r9,-7l300,349r9,-6l318,340r10,-2l341,335r16,l375,335r23,l398,572r116,xm398,241r-84,l275,241r-29,-1l223,238r-14,-2l200,231r-9,-6l184,218r-7,-7l171,202r-3,-11l166,181r,-13l166,154r3,-13l175,131r5,-9l189,113r11,-6l210,102r15,-4l235,98r17,-1l276,97r33,l398,97r,144xe">
                <v:path arrowok="t"/>
                <o:lock v:ext="edit" verticies="t"/>
              </v:shape>
              <v:shape id="_x0000_s1357" style="position:absolute;left:2673;top:5401;width:249;height:297" coordsize="498,594" path="m112,374l,408r7,23l14,453r9,20l34,490r10,17l57,523r14,14l85,548r15,10l118,567r17,9l153,582r20,5l192,591r22,1l237,594r29,-2l291,589r26,-6l341,575r23,-11l385,549r20,-16l424,515r17,-19l457,473r12,-24l480,424r7,-28l492,367r4,-32l498,303r-2,-34l492,235r-5,-31l480,176,469,149,457,124,441,100,424,81,405,61,383,45,362,32,339,22,314,13,287,6,259,2,230,,205,2,180,6,157,9r-22,7l114,25,94,36,76,49,60,63,50,74,41,84,34,95r-9,13l18,122r-6,14l7,152,2,168r114,29l121,176r11,-20l137,147r6,-7l150,133r9,-8l166,120r9,-5l184,109r8,-3l214,102r21,-2l251,100r15,2l280,106r14,5l307,118r10,7l328,134r11,11l348,158r9,14l364,188r5,18l373,226r3,19l378,269r,25l378,320r-2,24l373,367r-4,20l364,405r-7,17l350,437r-11,12l330,460r-11,9l307,476r-13,7l282,489r-15,3l253,494r-14,l226,494r-10,-2l205,490r-9,-3l185,483r-9,-5l167,473r-8,-8l151,458r-7,-9l137,439r-7,-11l125,415r-6,-12l116,388r-4,-14xe">
                <v:path arrowok="t"/>
              </v:shape>
            </v:group>
            <v:shape id="_x0000_s1358" style="position:absolute;left:2125;top:5401;width:249;height:297" coordsize="498,594" path="m111,374l,408r7,23l14,453r9,20l34,490r11,17l57,523r14,14l86,548r14,10l118,567r16,9l153,582r20,5l193,591r21,1l237,594r27,-2l291,589r25,-6l341,575r23,-11l385,549r20,-16l425,515r16,-19l457,473r12,-24l480,424r7,-28l493,367r3,-32l498,303r-2,-34l493,235r-6,-31l478,176r-9,-27l457,124,441,100,423,81,405,61,384,45,362,32,339,22,314,13,287,6,259,2,230,,205,2,180,6,157,9r-21,7l114,25,95,36,77,49,59,63,50,74,41,84,32,95r-7,13l18,122r-6,14l5,152,2,168r114,29l121,176r9,-20l137,147r6,-7l150,133r7,-8l166,120r9,-5l184,109r9,-3l214,102r22,-2l252,100r14,2l280,106r13,5l305,118r13,7l328,134r11,11l348,158r9,14l362,188r7,18l373,226r4,19l378,269r,25l378,320r-1,24l373,367r-4,20l364,405r-7,17l348,437r-9,12l330,460r-11,9l307,476r-13,7l282,489r-14,3l253,494r-16,l227,494r-11,-2l205,490r-10,-3l186,483r-9,-5l168,473r-9,-8l152,458r-9,-9l137,439r-7,-11l125,415r-5,-12l116,388r-5,-14xe" stroked="f">
              <v:path arrowok="t"/>
            </v:shape>
            <v:shape id="_x0000_s1359" style="position:absolute;left:1570;top:5406;width:218;height:287" coordsize="435,572" path="m435,572l435,,11,r,97l319,97r,127l32,224r,96l319,320r,156l,476r,96l435,572xe" stroked="f">
              <v:path arrowok="t"/>
            </v:shape>
            <v:shape id="_x0000_s1360" style="position:absolute;left:1015;top:5409;width:201;height:284" coordsize="401,567" path="m401,567l401,,287,r,471l,471r,96l401,567xe" stroked="f">
              <v:path arrowok="t"/>
            </v:shape>
            <v:shape id="_x0000_s1361" style="position:absolute;left:6062;top:5401;width:277;height:297" coordsize="553,594" path="m553,301r-2,-41l548,220r-4,-18l539,184r-6,-16l528,154,517,133,505,113,491,93,474,75,457,59,439,45,421,32,401,23,373,15,342,7,310,2,276,,246,2,217,6r-28,7l164,20,139,32,116,45,94,61,75,79,57,100,43,122,28,147,18,174r-8,28l3,233,,265r,34l,331r3,32l10,394r8,28l28,447r13,26l57,494r18,21l94,533r22,16l137,564r25,11l189,583r27,6l244,592r32,2l307,592r28,-3l364,583r27,-8l414,564r23,-15l458,533r20,-18l496,496r16,-23l524,449r11,-27l542,396r7,-31l553,335r,-34e" filled="f" strokecolor="#1f1a17" strokeweight="28e-5mm">
              <v:path arrowok="t"/>
            </v:shape>
            <v:shape id="_x0000_s1362" style="position:absolute;left:6122;top:5451;width:158;height:197" coordsize="316,394" path="m316,197r-2,23l313,242r-4,21l304,283r-6,18l291,317r-9,14l272,344r-13,12l247,367r-13,9l220,381r-14,8l189,392r-16,2l157,394r-17,l123,392r-14,-3l95,383,81,376,68,367,56,356,43,346,34,331,24,317,16,301,11,283,6,263,2,242,,220,,195,,172,2,149,6,129r5,-19l16,92,24,76,32,61,43,49,54,36,66,27,79,18,93,13,107,8,123,2,140,r17,l175,r16,2l207,8r15,5l236,18r12,9l261,38r11,11l282,61r9,16l298,93r7,18l309,129r4,22l314,174r2,23e" filled="f" strokecolor="#1f1a17" strokeweight="28e-5mm">
              <v:path arrowok="t"/>
            </v:shape>
            <v:rect id="_x0000_s1363" style="position:absolute;left:6222;top:5343;width:47;height:47" filled="f" strokecolor="#1f1a17" strokeweight="28e-5mm"/>
            <v:rect id="_x0000_s1364" style="position:absolute;left:6138;top:5343;width:48;height:47" filled="f" strokecolor="#1f1a17" strokeweight="28e-5mm"/>
            <v:shape id="_x0000_s1365" style="position:absolute;left:5511;top:5406;width:227;height:287" coordsize="453,572" path="m284,572r,-475l453,97,453,,,,,97r169,l169,572r115,xe" filled="f" strokecolor="#1f1a17" strokeweight="28e-5mm">
              <v:path arrowok="t"/>
            </v:shape>
            <v:shape id="_x0000_s1366" style="position:absolute;left:4909;top:5406;width:266;height:287" coordsize="534,572" path="m325,572r,-241l534,,398,,264,227,132,,,,209,333r,239l325,572xe" filled="f" strokecolor="#1f1a17" strokeweight="28e-5mm">
              <v:path arrowok="t"/>
            </v:shape>
            <v:shape id="_x0000_s1367" style="position:absolute;left:4393;top:5406;width:219;height:287" coordsize="439,572" path="m439,572l439,,253,,205,,166,2,135,5,116,9r-13,3l93,16,80,23r-9,6l60,36r-9,9l43,54,34,64,25,75,19,88r-7,12l9,114,5,129,1,143,,159r,16l1,202r4,23l10,245r9,20l30,283r11,14l53,309r15,13l82,331r16,7l112,345r16,4l150,352r28,2l210,356r38,l323,356r,216l439,572e" filled="f" strokecolor="#1f1a17" strokeweight="28e-5mm">
              <v:path arrowok="t"/>
            </v:shape>
            <v:shape id="_x0000_s1368" style="position:absolute;left:4453;top:5455;width:101;height:81" coordsize="204,162" path="m204,r,162l141,162r-32,l84,161,63,157,48,153,38,148r-9,-5l20,134r-7,-9l7,116,4,105,,93,,80,,66,4,51,11,41,18,28,29,19,40,12,52,7,65,3,77,1r20,l120,r28,l204,e" filled="f" strokecolor="#1f1a17" strokeweight="28e-5mm">
              <v:path arrowok="t"/>
            </v:shape>
            <v:shape id="_x0000_s1369" style="position:absolute;left:3808;top:5406;width:218;height:287" coordsize="435,572" path="m435,572l435,,10,r,97l319,97r,127l32,224r,96l319,320r,156l,476r,96l435,572xe" filled="f" strokecolor="#1f1a17" strokeweight="28e-5mm">
              <v:path arrowok="t"/>
            </v:shape>
            <v:shape id="_x0000_s1370" style="position:absolute;left:3199;top:5406;width:257;height:287" coordsize="514,572" path="m514,572l514,,271,,228,,193,4,162,9r-25,7l128,20r-10,5l109,30r-9,8l86,52,71,70,61,91r-8,22l48,136r-2,25l46,177r2,14l52,206r3,14l61,233r7,12l75,256r9,11l94,277r11,9l118,293r14,8l146,308r16,5l178,317r20,3l180,331r-18,12l148,356r-12,13l123,385r-16,19l89,431,69,462,,572r137,l221,449r22,-30l259,394r14,-18l282,363r9,-7l300,349r9,-6l318,340r10,-2l341,335r16,l375,335r23,l398,572r116,e" filled="f" strokecolor="#1f1a17" strokeweight="28e-5mm">
              <v:path arrowok="t"/>
            </v:shape>
            <v:shape id="_x0000_s1371" style="position:absolute;left:3282;top:5455;width:116;height:72" coordsize="232,144" path="m232,144r-84,l109,144,80,143,57,141,43,139r-9,-5l25,128r-7,-7l11,114,5,105,2,94,,84,,71,,57,3,44,9,34r5,-9l23,16,34,10,44,5,59,1r10,l86,r24,l143,r89,l232,144e" filled="f" strokecolor="#1f1a17" strokeweight="28e-5mm">
              <v:path arrowok="t"/>
            </v:shape>
            <v:shape id="_x0000_s1372" style="position:absolute;left:2673;top:5401;width:249;height:297" coordsize="498,594" path="m112,374l,408r7,23l14,453r9,20l34,490r10,17l57,523r14,14l85,548r15,10l118,567r17,9l153,582r20,5l192,591r22,1l237,594r29,-2l291,589r26,-6l341,575r23,-11l385,549r20,-16l424,515r17,-19l457,473r12,-24l480,424r7,-28l492,367r4,-32l498,303r-2,-34l492,235r-5,-31l480,176,469,149,457,124,441,100,424,81,405,61,383,45,362,32,339,22,314,13,287,6,259,2,230,,205,2,180,6,157,9r-22,7l114,25,94,36,76,49,60,63,50,74,41,84,34,95r-9,13l18,122r-6,14l7,152,2,168r114,29l121,176r11,-20l137,147r6,-7l150,133r9,-8l166,120r9,-5l184,109r8,-3l214,102r21,-2l251,100r15,2l280,106r14,5l307,118r10,7l328,134r11,11l348,158r9,14l364,188r5,18l373,226r3,19l378,269r,25l378,320r-2,24l373,367r-4,20l364,405r-7,17l350,437r-11,12l330,460r-11,9l307,476r-13,7l282,489r-15,3l253,494r-14,l226,494r-10,-2l205,490r-9,-3l185,483r-9,-5l167,473r-8,-8l151,458r-7,-9l137,439r-7,-11l125,415r-6,-12l116,388r-4,-14xe" filled="f" strokecolor="#1f1a17" strokeweight="28e-5mm">
              <v:path arrowok="t"/>
            </v:shape>
            <v:shape id="_x0000_s1373" style="position:absolute;left:2125;top:5401;width:249;height:297" coordsize="498,594" path="m111,374l,408r7,23l14,453r9,20l34,490r11,17l57,523r14,14l86,548r14,10l118,567r16,9l153,582r20,5l193,591r21,1l237,594r27,-2l291,589r25,-6l341,575r23,-11l385,549r20,-16l425,515r16,-19l457,473r12,-24l480,424r7,-28l493,367r3,-32l498,303r-2,-34l493,235r-6,-31l478,176r-9,-27l457,124,441,100,423,81,405,61,384,45,362,32,339,22,314,13,287,6,259,2,230,,205,2,180,6,157,9r-21,7l114,25,95,36,77,49,59,63,50,74,41,84,32,95r-7,13l18,122r-6,14l5,152,2,168r114,29l121,176r9,-20l137,147r6,-7l150,133r7,-8l166,120r9,-5l184,109r9,-3l214,102r22,-2l252,100r14,2l280,106r13,5l305,118r13,7l328,134r11,11l348,158r9,14l362,188r7,18l373,226r4,19l378,269r,25l378,320r-1,24l373,367r-4,20l364,405r-7,17l348,437r-9,12l330,460r-11,9l307,476r-13,7l282,489r-14,3l253,494r-16,l227,494r-11,-2l205,490r-10,-3l186,483r-9,-5l168,473r-9,-8l152,458r-9,-9l137,439r-7,-11l125,415r-5,-12l116,388r-5,-14xe" filled="f" strokecolor="#1f1a17" strokeweight="28e-5mm">
              <v:path arrowok="t"/>
            </v:shape>
            <v:shape id="_x0000_s1374" style="position:absolute;left:1570;top:5406;width:218;height:287" coordsize="435,572" path="m435,572l435,,11,r,97l319,97r,127l32,224r,96l319,320r,156l,476r,96l435,572xe" filled="f" strokecolor="#1f1a17" strokeweight="28e-5mm">
              <v:path arrowok="t"/>
            </v:shape>
            <v:shape id="_x0000_s1375" style="position:absolute;left:1015;top:5409;width:201;height:284" coordsize="401,567" path="m401,567l401,,287,r,471l,471r,96l401,567xe" filled="f" strokecolor="#1f1a17" strokeweight="28e-5mm">
              <v:path arrowok="t"/>
            </v:shape>
            <v:shape id="_x0000_s1376" style="position:absolute;left:6083;top:5976;width:219;height:287" coordsize="437,574" path="m437,574l437,,253,,205,1,166,3,135,5,116,9r-13,3l91,18,80,23,69,30r-9,7l50,46r-9,9l32,66,25,77,18,89r-6,13l9,114,5,128,2,145,,161r,16l2,202r3,23l10,247r9,19l28,282r13,16l53,311r15,11l82,331r14,9l112,345r14,4l150,352r28,4l210,357r38,l323,357r,217l437,574xm323,98r,161l259,259r-31,l201,257r-19,-2l168,250r-11,-3l148,239r-9,-7l132,223r-6,-10l121,202r-2,-11l119,179r,-17l123,150r5,-13l137,127r9,-9l157,111r12,-6l184,102r12,-2l214,98r23,l266,98r57,xe" stroked="f">
              <v:path arrowok="t"/>
              <o:lock v:ext="edit" verticies="t"/>
            </v:shape>
            <v:shape id="_x0000_s1377" style="position:absolute;left:5518;top:5976;width:218;height:287" coordsize="436,574" path="m436,574l436,,13,r,98l320,98r,127l34,225r,97l320,322r,155l,477r,97l436,574xe" stroked="f">
              <v:path arrowok="t"/>
            </v:shape>
            <v:shape id="_x0000_s1378" style="position:absolute;left:4885;top:5976;width:257;height:287" coordsize="514,574" path="m514,574l514,,271,,228,1,193,5,162,9r-23,7l129,19r-11,6l109,30r-7,7l86,53,71,71,61,91r-7,21l48,136r-2,25l48,177r2,14l52,207r5,13l62,232r6,13l77,257r7,11l95,277r10,9l118,295r14,7l146,307r16,6l180,318r18,2l180,332r-16,11l148,356r-12,12l123,384r-16,22l89,431,70,461,,574r139,l221,449r22,-31l259,395r14,-18l282,365r9,-8l300,350r9,-5l318,341r10,-3l341,336r16,-2l377,334r23,l400,574r114,xm400,243r-86,l277,243r-31,-2l225,239r-14,-3l200,232r-9,-5l184,220r-7,-9l173,202r-3,-9l166,180r,-12l166,155r4,-12l175,132r7,-11l189,114r11,-7l212,102r13,-2l236,98r17,l277,98r32,l400,98r,145xe" stroked="f">
              <v:path arrowok="t"/>
              <o:lock v:ext="edit" verticies="t"/>
            </v:shape>
            <v:shape id="_x0000_s1379" style="position:absolute;left:4383;top:5972;width:249;height:296" coordsize="498,592" path="m113,372l,408r7,23l14,451r11,19l34,490r12,16l57,520r14,15l86,547r16,11l118,567r18,7l154,581r19,6l193,590r21,2l237,592r29,l293,588r25,-7l341,572r23,-11l386,549r19,-16l425,515r18,-22l457,472r12,-25l480,422r7,-27l494,365r2,-31l498,300r-2,-34l494,234r-7,-30l480,173,469,146,457,123,441,100,425,78,405,61,384,44,362,30,339,19,314,10,287,5,261,1,230,,205,,180,3,157,9r-21,7l114,25,95,34,77,48,61,62,50,71,41,82,34,95r-7,12l20,120r-7,16l7,150,2,168r114,27l123,173r9,-18l137,146r6,-7l150,130r9,-5l166,118r9,-6l184,109r11,-4l214,100r22,-2l252,100r14,2l280,105r15,6l307,116r11,9l328,134r11,11l348,157r9,14l364,186r5,18l373,223r4,22l378,268r,25l378,318r-1,25l373,365r-4,21l364,404r-7,16l350,434r-9,13l330,458r-10,9l307,476r-12,7l282,486r-14,4l253,493r-14,l227,493r-11,-1l205,490r-9,-4l186,483r-9,-6l168,470r-9,-5l152,456r-7,-9l137,438r-7,-12l125,415r-5,-15l116,386r-3,-14xe" stroked="f">
              <v:path arrowok="t"/>
            </v:shape>
            <v:shape id="_x0000_s1380" style="position:absolute;left:3833;top:5976;width:197;height:287" coordsize="392,574" path="m392,574l392,,,,,98r276,l276,232r-239,l37,331r239,l276,574r116,xe" stroked="f">
              <v:path arrowok="t"/>
            </v:shape>
            <v:shape id="_x0000_s1381" style="position:absolute;left:3211;top:5976;width:276;height:287" coordsize="551,574" path="m551,574l551,,378,,275,391,173,,,,,574r107,l107,123,219,574r113,l444,123r,451l551,574xe" stroked="f">
              <v:path arrowok="t"/>
            </v:shape>
            <v:shape id="_x0000_s1382" style="position:absolute;left:2127;top:5979;width:202;height:284" coordsize="403,569" path="m403,569l403,,287,r,472l,472r,97l403,569xe" stroked="f">
              <v:path arrowok="t"/>
            </v:shape>
            <v:shape id="_x0000_s1383" style="position:absolute;left:1544;top:5976;width:266;height:287" coordsize="532,574" path="m327,574l532,,407,,263,425,122,,,,204,574r123,xe" stroked="f">
              <v:path arrowok="t"/>
            </v:shape>
            <v:shape id="_x0000_s1384" style="position:absolute;left:962;top:5976;width:287;height:287" coordsize="574,574" path="m,574r127,l177,443r228,l451,574r123,l351,,230,,,574xm212,347l293,134r76,213l212,347xe" stroked="f">
              <v:path arrowok="t"/>
              <o:lock v:ext="edit" verticies="t"/>
            </v:shape>
            <v:shape id="_x0000_s1385" style="position:absolute;left:2679;top:5902;width:227;height:366" coordsize="456,732" path="m456,149r-115,l341,460r-1,34l340,521r-2,21l336,555r-5,18l323,587r-8,14l300,612r-14,9l268,628r-19,4l225,633r-23,-1l182,628r-8,-2l165,623r-8,-6l150,614,140,603r-9,-12l124,578r-4,-14l118,548r-2,-24l116,498r,-31l116,149,,149,,451r,47l2,539r4,32l9,596r6,21l24,635r9,18l43,667r15,15l74,694r17,11l111,716r23,7l159,728r31,4l222,732r37,l293,728r14,-3l322,721r12,-3l345,714r21,-11l384,691r14,-13l413,664r10,-14l432,633r7,-16l445,601r5,-28l454,540r2,-39l456,455r,-306xm298,116l245,,122,,229,116r69,xe" stroked="f">
              <v:path arrowok="t"/>
              <o:lock v:ext="edit" verticies="t"/>
            </v:shape>
            <v:shape id="_x0000_s1386" style="position:absolute;left:6083;top:5976;width:219;height:287" coordsize="437,574" path="m437,574l437,,253,,205,1,166,3,135,5,116,9r-13,3l91,18,80,23,69,30r-9,7l50,46r-9,9l32,66,25,77,18,89r-6,13l9,114,5,128,2,145,,161r,16l2,202r3,23l10,247r9,19l28,282r13,16l53,311r15,11l82,331r14,9l112,345r14,4l150,352r28,4l210,357r38,l323,357r,217l437,574e" filled="f" strokecolor="#1f1a17" strokeweight="28e-5mm">
              <v:path arrowok="t"/>
            </v:shape>
            <v:shape id="_x0000_s1387" style="position:absolute;left:6143;top:6026;width:101;height:80" coordsize="204,161" path="m204,r,161l140,161r-31,l82,159,63,157,49,152,38,149r-9,-8l20,134r-7,-9l7,115,2,104,,93,,81,,64,4,52,9,39,18,29r9,-9l38,13,50,7,65,4,77,2,95,r23,l147,r57,e" filled="f" strokecolor="#1f1a17" strokeweight="28e-5mm">
              <v:path arrowok="t"/>
            </v:shape>
            <v:shape id="_x0000_s1388" style="position:absolute;left:5518;top:5976;width:218;height:287" coordsize="436,574" path="m436,574l436,,13,r,98l320,98r,127l34,225r,97l320,322r,155l,477r,97l436,574xe" filled="f" strokecolor="#1f1a17" strokeweight="28e-5mm">
              <v:path arrowok="t"/>
            </v:shape>
            <v:shape id="_x0000_s1389" style="position:absolute;left:4885;top:5976;width:257;height:287" coordsize="514,574" path="m514,574l514,,271,,228,1,193,5,162,9r-23,7l129,19r-11,6l109,30r-7,7l86,53,71,71,61,91r-7,21l48,136r-2,25l48,177r2,14l52,207r5,13l62,232r6,13l77,257r7,11l95,277r10,9l118,295r14,7l146,307r16,6l180,318r18,2l180,332r-16,11l148,356r-12,12l123,384r-16,22l89,431,70,461,,574r139,l221,449r22,-31l259,395r14,-18l282,365r9,-8l300,350r9,-5l318,341r10,-3l341,336r16,-2l377,334r23,l400,574r114,e" filled="f" strokecolor="#1f1a17" strokeweight="28e-5mm">
              <v:path arrowok="t"/>
            </v:shape>
            <v:shape id="_x0000_s1390" style="position:absolute;left:4968;top:6026;width:116;height:72" coordsize="234,145" path="m234,145r-86,l111,145,80,143,59,141,45,138,34,134r-9,-5l18,122r-7,-9l7,104,4,95,,82,,70,,57,4,45,9,34,16,23r7,-7l34,9,46,4,59,2,70,,87,r24,l143,r91,l234,145e" filled="f" strokecolor="#1f1a17" strokeweight="28e-5mm">
              <v:path arrowok="t"/>
            </v:shape>
            <v:shape id="_x0000_s1391" style="position:absolute;left:4383;top:5972;width:249;height:296" coordsize="498,592" path="m113,372l,408r7,23l14,451r11,19l34,490r12,16l57,520r14,15l86,547r16,11l118,567r18,7l154,581r19,6l193,590r21,2l237,592r29,l293,588r25,-7l341,572r23,-11l386,549r19,-16l425,515r18,-22l457,472r12,-25l480,422r7,-27l494,365r2,-31l498,300r-2,-34l494,234r-7,-30l480,173,469,146,457,123,441,100,425,78,405,61,384,44,362,30,339,19,314,10,287,5,261,1,230,,205,,180,3,157,9r-21,7l114,25,95,34,77,48,61,62,50,71,41,82,34,95r-7,12l20,120r-7,16l7,150,2,168r114,27l123,173r9,-18l137,146r6,-7l150,130r9,-5l166,118r9,-6l184,109r11,-4l214,100r22,-2l252,100r14,2l280,105r15,6l307,116r11,9l328,134r11,11l348,157r9,14l364,186r5,18l373,223r4,22l378,268r,25l378,318r-1,25l373,365r-4,21l364,404r-7,16l350,434r-9,13l330,458r-10,9l307,476r-12,7l282,486r-14,4l253,493r-14,l227,493r-11,-1l205,490r-9,-4l186,483r-9,-6l168,470r-9,-5l152,456r-7,-9l137,438r-7,-12l125,415r-5,-15l116,386r-3,-14xe" filled="f" strokecolor="#1f1a17" strokeweight="28e-5mm">
              <v:path arrowok="t"/>
            </v:shape>
            <v:shape id="_x0000_s1392" style="position:absolute;left:3833;top:5976;width:197;height:287" coordsize="392,574" path="m392,574l392,,,,,98r276,l276,232r-239,l37,331r239,l276,574r116,xe" filled="f" strokecolor="#1f1a17" strokeweight="28e-5mm">
              <v:path arrowok="t"/>
            </v:shape>
            <v:shape id="_x0000_s1393" style="position:absolute;left:3211;top:5976;width:276;height:287" coordsize="551,574" path="m551,574l551,,378,,275,391,173,,,,,574r107,l107,123,219,574r113,l444,123r,451l551,574xe" filled="f" strokecolor="#1f1a17" strokeweight="28e-5mm">
              <v:path arrowok="t"/>
            </v:shape>
            <v:shape id="_x0000_s1394" style="position:absolute;left:2127;top:5979;width:202;height:284" coordsize="403,569" path="m403,569l403,,287,r,472l,472r,97l403,569xe" filled="f" strokecolor="#1f1a17" strokeweight="28e-5mm">
              <v:path arrowok="t"/>
            </v:shape>
            <v:shape id="_x0000_s1395" style="position:absolute;left:1544;top:5976;width:266;height:287" coordsize="532,574" path="m327,574l532,,407,,263,425,122,,,,204,574r123,xe" filled="f" strokecolor="#1f1a17" strokeweight="28e-5mm">
              <v:path arrowok="t"/>
            </v:shape>
            <v:shape id="_x0000_s1396" style="position:absolute;left:962;top:5976;width:287;height:287" coordsize="574,574" path="m,574r127,l177,443r228,l451,574r123,l351,,230,,,574xe" filled="f" strokecolor="#1f1a17" strokeweight="28e-5mm">
              <v:path arrowok="t"/>
            </v:shape>
            <v:shape id="_x0000_s1397" style="position:absolute;left:1068;top:6043;width:79;height:107" coordsize="157,213" path="m,213l81,r76,213l,213xe" filled="f" strokecolor="#1f1a17" strokeweight="28e-5mm">
              <v:path arrowok="t"/>
            </v:shape>
            <v:shape id="_x0000_s1398" style="position:absolute;left:2679;top:5976;width:227;height:292" coordsize="456,583" path="m456,l341,r,311l340,345r,27l338,393r-2,13l331,424r-8,14l315,452r-15,11l286,472r-18,7l249,483r-24,1l202,483r-20,-4l174,477r-9,-3l157,468r-7,-3l140,454r-9,-12l124,429r-4,-14l118,399r-2,-24l116,349r,-31l116,,,,,302r,47l2,390r4,32l9,447r6,21l24,486r9,18l43,518r15,15l74,545r17,11l111,567r23,7l159,579r31,4l222,583r37,l293,579r14,-3l322,572r12,-3l345,565r21,-11l384,542r14,-13l413,515r10,-14l432,484r7,-16l445,452r5,-28l454,391r2,-39l456,306,456,e" filled="f" strokecolor="#1f1a17" strokeweight="28e-5mm">
              <v:path arrowok="t"/>
            </v:shape>
            <v:shape id="_x0000_s1399" style="position:absolute;left:2739;top:5902;width:89;height:58" coordsize="176,116" path="m176,116l123,,,,107,116r69,e" filled="f" strokecolor="#1f1a17" strokeweight="28e-5mm">
              <v:path arrowok="t"/>
            </v:shape>
            <v:shape id="_x0000_s1400" style="position:absolute;left:2581;top:7272;width:207;height:258" coordsize="412,517" path="m412,517l412,,307,r,204l103,204,103,,,,,517r103,l103,292r204,l307,517r105,xe" stroked="f">
              <v:path arrowok="t"/>
            </v:shape>
            <v:shape id="_x0000_s1401" style="position:absolute;left:2296;top:7205;width:258;height:325" coordsize="516,651" path="m,651r112,l157,533r207,l405,651r111,l316,134r-111,l,651xm191,447l262,256r70,191l191,447xm321,106l273,,162,r97,106l321,106xe" stroked="f">
              <v:path arrowok="t"/>
              <o:lock v:ext="edit" verticies="t"/>
            </v:shape>
            <v:shape id="_x0000_s1402" style="position:absolute;left:2064;top:7272;width:203;height:258" coordsize="407,517" path="m407,517l407,,307,,96,346,96,,,,,517r103,l310,181r,336l407,517xe" stroked="f">
              <v:path arrowok="t"/>
            </v:shape>
            <v:shape id="_x0000_s1403" style="position:absolute;left:1794;top:7272;width:241;height:258" coordsize="482,517" path="m293,517r,-218l482,,360,,239,204,119,,,,189,301r,216l293,517xe" stroked="f">
              <v:path arrowok="t"/>
            </v:shape>
            <v:shape id="_x0000_s1404" style="position:absolute;left:1529;top:7205;width:250;height:330" coordsize="500,660" path="m500,396r-2,-38l494,324r-3,-16l487,292r-5,-15l476,263r-9,-18l455,226,442,209,428,193,412,179,396,167,380,156r-18,-9l337,138r-27,-7l282,127r-31,-2l223,127r-27,4l171,136r-23,7l127,154r-22,13l87,181,69,197,53,215,39,236,27,258r-9,23l11,306,5,335,2,363,,394r2,30l5,453r6,27l18,505r9,23l39,551r14,20l68,589r18,18l105,621r22,11l148,642r23,8l196,655r25,4l250,660r28,-1l303,655r25,-5l353,642r22,-10l396,621r18,-14l432,589r16,-18l462,551r11,-21l483,506r8,-25l496,455r4,-29l500,396xm392,392r,21l391,433r-4,20l384,469r-8,16l369,501r-7,13l353,526r-11,11l330,546r-11,7l307,560r-13,4l280,567r-14,4l250,571r-15,l221,567r-14,-3l193,560r-13,-7l169,546r-10,-9l148,526r-9,-12l130,501r-7,-16l118,469r-4,-16l110,433r-1,-20l109,392r,-21l110,349r4,-18l118,313r5,-16l130,283r7,-13l146,260r11,-11l168,240r12,-7l193,226r12,-4l219,218r15,-1l250,215r16,2l280,218r14,4l309,226r12,7l332,240r10,9l353,260r9,12l371,285r7,14l384,315r3,18l391,351r1,20l392,392xm314,106l266,,155,r96,106l314,106xe" stroked="f">
              <v:path arrowok="t"/>
              <o:lock v:ext="edit" verticies="t"/>
            </v:shape>
            <v:shape id="_x0000_s1405" style="position:absolute;left:1258;top:7272;width:231;height:258" coordsize="463,517" path="m463,517l463,,243,,206,2,172,4,145,9r-22,6l106,24,90,34,75,49,65,65,54,83r-7,19l43,124r-2,21l41,160r2,14l47,186r3,13l56,210r5,12l68,231r7,11l84,251r11,7l106,267r12,5l131,278r14,5l161,287r16,1l161,299r-14,11l134,321r-12,12l109,347,97,365,81,389,63,417,,517r123,l198,405r20,-27l232,356r13,-16l254,330r7,-8l270,315r7,-3l286,308r9,-4l305,303r17,l338,301r21,l359,517r104,xm359,219r-77,l248,219r-26,-2l200,215r-12,-2l179,210r-7,-6l165,199r-6,-7l154,183r-2,-9l148,163r,-11l150,140r2,-11l156,118r7,-9l170,102r9,-5l189,93r13,-3l211,90r16,-2l248,88r29,l359,88r,131xe" stroked="f">
              <v:path arrowok="t"/>
              <o:lock v:ext="edit" verticies="t"/>
            </v:shape>
            <v:shape id="_x0000_s1406" style="position:absolute;left:998;top:7272;width:257;height:258" coordsize="516,517" path="m,517r114,l159,399r205,l407,517r109,l316,,207,,,517xm191,313l263,122r69,191l191,313xe" stroked="f">
              <v:path arrowok="t"/>
              <o:lock v:ext="edit" verticies="t"/>
            </v:shape>
            <v:shape id="_x0000_s1407" style="position:absolute;left:793;top:7269;width:185;height:261" coordsize="369,522" path="m142,388r90,l232,374r,-9l232,345r-4,-19l224,309r-7,-16l208,279,196,263,180,247,160,231,126,200,108,184r-5,-9l99,166,96,156r,-9l98,132r3,-12l108,107,119,97r13,-9l146,80r16,-3l180,77r18,l215,82r15,6l244,98r11,11l264,125r9,18l278,163r91,-11l367,136r-3,-14l360,107,353,93,346,80,337,68,326,55,315,45,303,34,289,25,273,18,258,12,240,7,223,4,205,2,185,,164,2,144,4,126,7r-18,5l92,18,76,25,62,34,50,45,37,57,28,68,19,80,12,93,7,107,3,120,,134r,14l,165r3,16l10,197r7,14l30,227r16,18l69,267r27,23l110,302r13,11l130,324r5,9l139,342r2,12l142,370r,18xm232,522r,-98l133,424r,98l232,522xe" stroked="f">
              <v:path arrowok="t"/>
              <o:lock v:ext="edit" verticies="t"/>
            </v:shape>
            <v:shape id="_x0000_s1408" style="position:absolute;left:2581;top:7272;width:207;height:258" coordsize="412,517" path="m412,517l412,,307,r,204l103,204,103,,,,,517r103,l103,292r204,l307,517r105,xe" filled="f" strokecolor="#1f1a17" strokeweight="28e-5mm">
              <v:path arrowok="t"/>
            </v:shape>
            <v:shape id="_x0000_s1409" style="position:absolute;left:2296;top:7272;width:258;height:258" coordsize="516,517" path="m,517r112,l157,399r207,l405,517r111,l316,,205,,,517xe" filled="f" strokecolor="#1f1a17" strokeweight="28e-5mm">
              <v:path arrowok="t"/>
            </v:shape>
            <v:shape id="_x0000_s1410" style="position:absolute;left:2391;top:7333;width:71;height:95" coordsize="141,191" path="m,191l71,r70,191l,191xe" filled="f" strokecolor="#1f1a17" strokeweight="28e-5mm">
              <v:path arrowok="t"/>
            </v:shape>
            <v:shape id="_x0000_s1411" style="position:absolute;left:2377;top:7205;width:80;height:52" coordsize="159,106" path="m159,106l111,,,,97,106r62,xe" filled="f" strokecolor="#1f1a17" strokeweight="28e-5mm">
              <v:path arrowok="t"/>
            </v:shape>
            <v:shape id="_x0000_s1412" style="position:absolute;left:2064;top:7272;width:203;height:258" coordsize="407,517" path="m407,517l407,,307,,96,346,96,,,,,517r103,l310,181r,336l407,517xe" filled="f" strokecolor="#1f1a17" strokeweight="28e-5mm">
              <v:path arrowok="t"/>
            </v:shape>
            <v:shape id="_x0000_s1413" style="position:absolute;left:1794;top:7272;width:241;height:258" coordsize="482,517" path="m293,517r,-218l482,,360,,239,204,119,,,,189,301r,216l293,517xe" filled="f" strokecolor="#1f1a17" strokeweight="28e-5mm">
              <v:path arrowok="t"/>
            </v:shape>
            <v:shape id="_x0000_s1414" style="position:absolute;left:1529;top:7267;width:250;height:268" coordsize="500,535" path="m500,271r-2,-38l494,199r-3,-16l487,167r-5,-15l476,138r-9,-18l455,101,442,84,428,68,412,54,396,42,380,31,362,22,337,13,310,6,282,2,251,,223,2,196,6r-25,5l148,18,127,29,105,42,87,56,69,72,53,90,39,111,27,133r-9,23l11,181,5,210,2,238,,269r2,30l5,328r6,27l18,380r9,23l39,426r14,20l68,464r18,18l105,496r22,11l148,517r23,8l196,530r25,4l250,535r28,-1l303,530r25,-5l353,517r22,-10l396,496r18,-14l432,464r16,-18l462,426r11,-21l483,381r8,-25l496,330r4,-29l500,271e" filled="f" strokecolor="#1f1a17" strokeweight="28e-5mm">
              <v:path arrowok="t"/>
            </v:shape>
            <v:shape id="_x0000_s1415" style="position:absolute;left:1584;top:7312;width:142;height:178" coordsize="283,356" path="m283,177r,21l282,218r-4,20l275,254r-8,16l260,286r-7,13l244,311r-11,11l221,331r-11,7l198,345r-13,4l171,352r-14,4l141,356r-15,l112,352,98,349,84,345,71,338,60,331,50,322,39,311,30,299,21,286,14,270,9,254,5,238,1,218,,198,,177,,156,1,134,5,116,9,98,14,82,21,68,28,55,37,45,48,34,59,25,71,18,84,11,96,7,110,3,125,2,141,r16,2l171,3r14,4l200,11r12,7l223,25r10,9l244,45r9,12l262,70r7,14l275,100r3,18l282,136r1,20l283,177e" filled="f" strokecolor="#1f1a17" strokeweight="28e-5mm">
              <v:path arrowok="t"/>
            </v:shape>
            <v:shape id="_x0000_s1416" style="position:absolute;left:1607;top:7205;width:79;height:52" coordsize="159,106" path="m159,106l111,,,,96,106r63,xe" filled="f" strokecolor="#1f1a17" strokeweight="28e-5mm">
              <v:path arrowok="t"/>
            </v:shape>
            <v:shape id="_x0000_s1417" style="position:absolute;left:1258;top:7272;width:231;height:258" coordsize="463,517" path="m463,517l463,,243,,206,2,172,4,145,9r-22,6l106,24,90,34,75,49,65,65,54,83r-7,19l43,124r-2,21l41,160r2,14l47,186r3,13l56,210r5,12l68,231r7,11l84,251r11,7l106,267r12,5l131,278r14,5l161,287r16,1l161,299r-14,11l134,321r-12,12l109,347,97,365,81,389,63,417,,517r123,l198,405r20,-27l232,356r13,-16l254,330r7,-8l270,315r7,-3l286,308r9,-4l305,303r17,l338,301r21,l359,517r104,e" filled="f" strokecolor="#1f1a17" strokeweight="28e-5mm">
              <v:path arrowok="t"/>
            </v:shape>
            <v:shape id="_x0000_s1418" style="position:absolute;left:1332;top:7316;width:106;height:65" coordsize="211,131" path="m211,131r-77,l100,131,74,129,52,127,40,125r-9,-3l24,116r-7,-5l11,104,6,95,4,86,,75,,64,2,52,4,41,8,30r7,-9l22,14,31,9,41,5,54,2r9,l79,r21,l129,r82,l211,131e" filled="f" strokecolor="#1f1a17" strokeweight="28e-5mm">
              <v:path arrowok="t"/>
            </v:shape>
            <v:shape id="_x0000_s1419" style="position:absolute;left:998;top:7272;width:257;height:258" coordsize="516,517" path="m,517r114,l159,399r205,l407,517r109,l316,,207,,,517xe" filled="f" strokecolor="#1f1a17" strokeweight="28e-5mm">
              <v:path arrowok="t"/>
            </v:shape>
            <v:shape id="_x0000_s1420" style="position:absolute;left:1093;top:7333;width:71;height:95" coordsize="141,191" path="m,191l72,r69,191l,191xe" filled="f" strokecolor="#1f1a17" strokeweight="28e-5mm">
              <v:path arrowok="t"/>
            </v:shape>
            <v:shape id="_x0000_s1421" style="position:absolute;left:793;top:7269;width:185;height:194" coordsize="369,388" path="m142,388r90,l232,374r,-9l232,345r-4,-19l224,309r-7,-16l208,279,196,263,180,247,160,231,126,200,108,184r-5,-9l99,166,96,156r,-9l98,132r3,-12l108,107,119,97r13,-9l146,80r16,-3l180,77r18,l215,82r15,6l244,98r11,11l264,125r9,18l278,163r91,-11l367,136r-3,-14l360,107,353,93,346,80,337,68,326,55,315,45,303,34,289,25,273,18,258,12,240,7,223,4,205,2,185,,164,2,144,4,126,7r-18,5l92,18,76,25,62,34,50,45,37,57,28,68,19,80,12,93,7,107,3,120,,134r,14l,165r3,16l10,197r7,14l30,227r16,18l69,267r27,23l110,302r13,11l130,324r5,9l139,342r2,12l142,370r,18e" filled="f" strokecolor="#1f1a17" strokeweight="28e-5mm">
              <v:path arrowok="t"/>
            </v:shape>
            <v:rect id="_x0000_s1422" style="position:absolute;left:860;top:7481;width:49;height:49" filled="f" strokecolor="#1f1a17" strokeweight="28e-5mm"/>
            <w10:anchorlock/>
          </v:group>
        </w:pict>
      </w:r>
      <w:r>
        <w:rPr>
          <w:noProof/>
          <w:lang w:eastAsia="hu-HU"/>
        </w:rPr>
      </w:r>
      <w:r w:rsidRPr="00297B52">
        <w:rPr>
          <w:color w:val="000000"/>
        </w:rPr>
        <w:pict>
          <v:group id="_x0000_s1423" editas="canvas" style="width:360.85pt;height:421.1pt;mso-position-horizontal-relative:char;mso-position-vertical-relative:line" coordsize="7217,8422">
            <o:lock v:ext="edit" aspectratio="t"/>
            <v:shape id="_x0000_s1424" type="#_x0000_t75" style="position:absolute;width:7217;height:8422" o:preferrelative="f">
              <v:fill o:detectmouseclick="t"/>
              <v:path o:extrusionok="t" o:connecttype="none"/>
              <o:lock v:ext="edit" text="t"/>
            </v:shape>
            <v:rect id="_x0000_s1425" style="position:absolute;left:2;top:2;width:7223;height:8418" fillcolor="black" stroked="f"/>
            <v:rect id="_x0000_s1426" style="position:absolute;left:2;top:2;width:7223;height:8418" filled="f" strokecolor="#1f1a17" strokeweight="1e-4mm"/>
            <v:rect id="_x0000_s1427" style="position:absolute;left:807;top:687;width:5751;height:5736" fillcolor="black" stroked="f"/>
            <v:shape id="_x0000_s1428" style="position:absolute;left:786;top:667;width:5791;height:5776" coordsize="11582,11552" path="m41,11471r11501,l11542,11552r-11501,l41,11471xm11582,11511r,41l11542,11552r,-41l11582,11511xm11501,11511r,-11472l11582,39r,11472l11501,11511xm11542,r40,l11582,39r-40,l11542,xm11542,81l41,81,41,,11542,r,81xm,39l,,41,r,39l,39xm81,39r,11472l,11511,,39r81,xm41,11552r-41,l,11511r41,l41,11552xe" stroked="f">
              <v:path arrowok="t"/>
              <o:lock v:ext="edit" verticies="t"/>
            </v:shape>
            <v:shape id="_x0000_s1429" style="position:absolute;left:6137;top:846;width:232;height:289" coordsize="464,578" path="m464,578l464,,346,r,229l117,229,117,,,,,578r117,l117,326r229,l346,578r118,xe" stroked="f">
              <v:path arrowok="t"/>
            </v:shape>
            <v:shape id="_x0000_s1430" style="position:absolute;left:4949;top:846;width:260;height:289" coordsize="520,578" path="m520,578l520,,275,,231,2,195,6,165,9r-26,7l130,22r-11,3l110,33r-9,5l87,54,73,72,62,92r-9,24l49,139r-2,23l47,179r2,16l53,209r3,13l62,236r7,13l76,260r9,10l96,281r11,9l119,297r15,8l148,312r17,5l181,321r20,3l183,335r-18,13l150,360r-12,13l125,387r-16,22l91,434,71,467,,578r139,l224,454r22,-30l262,398r15,-18l286,368r9,-8l304,353r9,-5l322,344r11,-3l345,339r16,l381,337r24,l405,578r115,xm405,245r-87,l280,245r-30,-2l226,242r-14,-4l203,234r-9,-5l186,222r-7,-7l174,206r-4,-11l168,184r,-13l168,157r4,-13l177,134r6,-11l192,116r11,-8l213,105r15,-4l239,99r18,l280,99r33,l405,99r,146xe" stroked="f">
              <v:path arrowok="t"/>
              <o:lock v:ext="edit" verticies="t"/>
            </v:shape>
            <v:shape id="_x0000_s1431" style="position:absolute;left:4360;top:841;width:282;height:299" coordsize="563,598" path="m563,303r-1,-43l556,222r-3,-18l547,186r-5,-16l536,155,525,134,513,112,498,94,482,76,464,58,446,45,428,33,408,24,379,13,348,6,318,2,282,,251,2,222,6r-29,5l168,20,143,31,119,45,97,61,78,79,60,101,43,123,31,148,20,175r-9,27l5,233,2,265,,299r2,34l5,366r6,30l20,425r11,26l43,476r17,21l78,519r19,18l119,553r22,15l166,578r27,9l220,593r29,3l282,598r30,-2l343,593r27,-6l397,578r26,-10l446,553r20,-16l486,519r18,-20l520,476r13,-24l543,425r10,-27l558,368r4,-31l563,303xm442,299r,24l439,344r-4,22l432,386r-8,18l417,420r-9,14l397,447r-12,13l372,470r-13,9l345,485r-15,7l314,496r-16,1l282,497r-18,l247,496r-14,-4l218,487r-14,-8l191,470,179,460,166,449,155,434r-9,-14l139,404r-5,-18l128,366r-3,-22l123,321r-2,-24l123,274r2,-23l128,229r4,-18l139,193r7,-16l155,162r11,-12l177,137r13,-9l202,119r15,-7l231,107r16,-4l264,101r18,-2l300,101r16,2l332,107r15,5l361,119r13,9l386,137r11,13l408,162r9,15l424,193r8,18l435,231r4,21l442,274r,25xe" stroked="f">
              <v:path arrowok="t"/>
              <o:lock v:ext="edit" verticies="t"/>
            </v:shape>
            <v:shape id="_x0000_s1432" style="position:absolute;left:3801;top:846;width:280;height:289" coordsize="560,578" path="m560,578l560,,385,,280,395,175,,,,,578r109,l109,125,224,578r112,l452,125r,453l560,578xe" stroked="f">
              <v:path arrowok="t"/>
            </v:shape>
            <v:rect id="_x0000_s1433" style="position:absolute;left:3337;top:1002;width:109;height:56" stroked="f"/>
            <v:shape id="_x0000_s1434" style="position:absolute;left:2651;top:846;width:291;height:289" coordsize="581,578" path="m,578r126,l177,447r231,l457,578r124,l355,,231,,,578xm215,350l294,135r79,215l215,350xe" stroked="f">
              <v:path arrowok="t"/>
              <o:lock v:ext="edit" verticies="t"/>
            </v:shape>
            <v:shape id="_x0000_s1435" style="position:absolute;left:2109;top:846;width:199;height:289" coordsize="397,578" path="m397,578l397,,,,,99r280,l280,236r-242,l38,333r242,l280,578r117,xe" stroked="f">
              <v:path arrowok="t"/>
            </v:shape>
            <v:shape id="_x0000_s1436" style="position:absolute;left:970;top:848;width:204;height:287" coordsize="408,572" path="m408,572l408,,291,r,475l,475r,97l408,572xe" stroked="f">
              <v:path arrowok="t"/>
            </v:shape>
            <v:shape id="_x0000_s1437" style="position:absolute;left:5491;top:771;width:291;height:364" coordsize="581,727" path="m,727r126,l177,596r232,l456,727r125,l355,149r-124,l,727xm214,499l294,284r79,215l214,499xm363,117l307,,184,,292,117r71,xe" stroked="f">
              <v:path arrowok="t"/>
              <o:lock v:ext="edit" verticies="t"/>
            </v:shape>
            <v:shape id="_x0000_s1438" style="position:absolute;left:1540;top:771;width:221;height:364" coordsize="440,727" path="m440,727r,-578l12,149r,99l325,248r,128l34,376r,97l325,473r,157l,630r,97l440,727xm292,117l238,,113,,222,117r70,xe" stroked="f">
              <v:path arrowok="t"/>
              <o:lock v:ext="edit" verticies="t"/>
            </v:shape>
            <v:shape id="_x0000_s1439" style="position:absolute;left:6146;top:1421;width:230;height:289" coordsize="460,578" path="m460,578l460,,346,,110,386,110,,,,,578r119,l352,202r,376l460,578xe" stroked="f">
              <v:path arrowok="t"/>
            </v:shape>
            <v:shape id="_x0000_s1440" style="position:absolute;left:5561;top:1421;width:220;height:289" coordsize="440,578" path="m440,578l440,,10,r,97l323,97r,128l32,225r,98l323,323r,158l,481r,97l440,578xe" stroked="f">
              <v:path arrowok="t"/>
            </v:shape>
            <v:shape id="_x0000_s1441" style="position:absolute;left:4967;top:1417;width:271;height:298" coordsize="542,596" path="m253,375r,-97l,278,,508r20,16l46,540r28,17l107,569r34,13l177,591r35,4l248,596r23,l293,595r20,-4l333,587r20,-5l371,577r18,-10l407,558r16,-9l439,539r13,-13l466,513r13,-14l490,483r9,-16l508,450r9,-18l522,414r8,-19l533,377r4,-20l540,337r2,-20l542,296r,-22l540,252r-3,-21l533,211r-5,-20l520,171r-7,-18l504,135r-9,-16l483,103,472,88,457,74,443,61,428,49,410,38,394,29,380,22,363,16,347,11,331,7,313,4,295,2,275,,255,,228,,203,2,181,6r-23,5l138,16r-18,9l102,34,85,45,71,56,58,69,47,83,37,97r-9,17l18,132r-5,18l8,169r115,22l132,171r9,-18l154,137r16,-13l179,117r9,-3l197,108r11,-3l230,101r25,-2l273,99r18,4l307,106r17,6l338,117r15,9l365,137r11,11l387,160r9,15l405,191r5,16l416,227r3,20l421,269r,23l421,317r-2,24l416,362r-6,20l403,400r-7,16l387,432r-11,13l363,458r-12,10l338,477r-14,8l307,490r-16,4l273,497r-18,l237,497r-18,-3l201,488r-18,-5l165,476r-16,-9l132,458r-14,-9l118,375r135,xe" stroked="f">
              <v:path arrowok="t"/>
            </v:shape>
            <v:shape id="_x0000_s1442" style="position:absolute;left:4376;top:1421;width:271;height:289" coordsize="542,578" path="m331,578r,-243l542,,405,,270,229,136,,,,214,335r,243l331,578xe" stroked="f">
              <v:path arrowok="t"/>
            </v:shape>
            <v:shape id="_x0000_s1443" style="position:absolute;left:3832;top:1421;width:220;height:289" coordsize="440,578" path="m440,578l440,,10,r,97l323,97r,128l32,225r,98l323,323r,158l,481r,97l440,578xe" stroked="f">
              <v:path arrowok="t"/>
            </v:shape>
            <v:shape id="_x0000_s1444" style="position:absolute;left:3248;top:1421;width:243;height:289" coordsize="486,578" path="m486,l273,,239,,208,4,183,6r-20,5l138,20,114,33,94,47,74,65,58,85,42,106,29,132r-9,27l11,187,6,220,2,256,,296r2,34l6,360r5,31l18,418r13,31l45,474r8,12l62,499r9,11l80,519r16,14l116,546r22,11l163,566r20,5l208,575r27,2l266,578r220,l486,xm369,97r,384l282,481r-23,l240,479r-16,-2l212,476r-15,-6l184,465r-10,-6l165,450r-9,-9l147,429r-8,-16l134,395r-6,-20l125,350r-4,-29l121,290r,-32l125,231r3,-24l134,187r5,-18l148,155r8,-13l166,130r11,-9l190,114r14,-6l221,103r14,-2l257,99r27,l316,97r53,xe" stroked="f">
              <v:path arrowok="t"/>
              <o:lock v:ext="edit" verticies="t"/>
            </v:shape>
            <v:shape id="_x0000_s1445" style="position:absolute;left:2675;top:1421;width:269;height:289" coordsize="539,578" path="m539,578l340,276,520,,383,,268,186,154,,17,,197,281,,578r141,l269,378,398,578r141,xe" stroked="f">
              <v:path arrowok="t"/>
            </v:shape>
            <v:shape id="_x0000_s1446" style="position:absolute;left:2097;top:1421;width:232;height:289" coordsize="462,578" path="m462,578l462,,346,r,227l117,227,117,,,,,578r117,l117,326r229,l346,578r116,xe" stroked="f">
              <v:path arrowok="t"/>
            </v:shape>
            <v:shape id="_x0000_s1447" style="position:absolute;left:990;top:1421;width:231;height:289" coordsize="460,578" path="m289,578r,-481l460,97,460,,,,,97r171,l171,578r118,xe" stroked="f">
              <v:path arrowok="t"/>
            </v:shape>
            <v:shape id="_x0000_s1448" style="position:absolute;left:1553;top:1345;width:220;height:365" coordsize="440,729" path="m440,729r,-578l13,151r,97l325,248r,128l34,376r,98l325,474r,158l,632r,97l440,729xm292,119l238,,114,,222,119r70,xe" stroked="f">
              <v:path arrowok="t"/>
              <o:lock v:ext="edit" verticies="t"/>
            </v:shape>
            <v:shape id="_x0000_s1449" style="position:absolute;left:6141;top:1975;width:231;height:289" coordsize="460,578" path="m289,578r,-479l460,99,460,,,,,99r171,l171,578r118,xe" stroked="f">
              <v:path arrowok="t"/>
            </v:shape>
            <v:rect id="_x0000_s1450" style="position:absolute;left:5650;top:1975;width:59;height:289" stroked="f"/>
            <v:shape id="_x0000_s1451" style="position:absolute;left:4979;top:1975;width:236;height:289" coordsize="471,578" path="m471,578r,-104l166,99r271,l437,,12,r,92l328,481,,481r,97l471,578xe" stroked="f">
              <v:path arrowok="t"/>
            </v:shape>
            <v:shape id="_x0000_s1452" style="position:absolute;left:4427;top:1975;width:220;height:289" coordsize="440,578" path="m440,578l440,,10,r,99l323,99r,128l32,227r,97l323,324r,157l,481r,97l440,578xe" stroked="f">
              <v:path arrowok="t"/>
            </v:shape>
            <v:shape id="_x0000_s1453" style="position:absolute;left:3831;top:1975;width:229;height:289" coordsize="458,578" path="m458,578l458,,345,,108,387,108,,,,,578r117,l350,202r,376l458,578xe" stroked="f">
              <v:path arrowok="t"/>
            </v:shape>
            <v:rect id="_x0000_s1454" style="position:absolute;left:3339;top:2132;width:108;height:55" stroked="f"/>
            <v:shape id="_x0000_s1455" style="position:absolute;left:2679;top:1975;width:243;height:289" coordsize="485,578" path="m485,l252,,222,2r-29,l169,3,151,7r-18,4l119,14r-15,7l90,30,77,39,66,52,56,65,45,79,38,93r-6,17l29,128r,18l29,166r5,19l39,203r11,18l61,236r15,14l92,261r18,11l97,275r-12,6l74,286r-11,6l52,299r-9,7l36,315r-7,9l21,333r-5,11l10,353,7,364,3,374,1,387,,398r,12l,430r3,20l10,468r8,20l29,506r10,14l52,535r16,12l85,556r18,9l124,571r22,3l166,576r30,2l236,578r51,l485,578,485,xm368,97r,133l290,230r-30,l236,230r-18,-1l206,229r-15,-4l178,221r-10,-5l159,207r-8,-9l146,187r-4,-11l142,162r,-13l146,139r4,-11l157,119r7,-7l175,106r12,-5l200,99r13,-2l234,97r29,l301,97r67,xm368,326r,155l260,481r-29,l207,481r-16,-2l178,477r-10,-3l155,470r-9,-7l137,454r-7,-9l124,434r-3,-15l121,405r,-13l124,382r4,-11l133,362r8,-9l148,346r11,-6l169,335r17,-4l207,329r29,-1l274,326r94,xe" stroked="f">
              <v:path arrowok="t"/>
              <o:lock v:ext="edit" verticies="t"/>
            </v:shape>
            <v:shape id="_x0000_s1456" style="position:absolute;left:2124;top:1975;width:231;height:289" coordsize="460,578" path="m289,578r,-479l460,99,460,,,,,99r171,l171,578r118,xe" stroked="f">
              <v:path arrowok="t"/>
            </v:shape>
            <v:shape id="_x0000_s1457" style="position:absolute;left:971;top:1975;width:235;height:289" coordsize="471,578" path="m471,578r,-104l166,99r271,l437,,13,r,92l329,481,,481r,97l471,578xe" stroked="f">
              <v:path arrowok="t"/>
            </v:shape>
            <v:shape id="_x0000_s1458" style="position:absolute;left:1621;top:1900;width:90;height:364" coordsize="181,728" path="m166,728r,-578l49,150r,578l166,728xm181,117l125,,,,110,117r71,xe" stroked="f">
              <v:path arrowok="t"/>
              <o:lock v:ext="edit" verticies="t"/>
            </v:shape>
            <v:shape id="_x0000_s1459" style="position:absolute;left:6145;top:2558;width:231;height:289" coordsize="462,578" path="m462,578l462,,347,r,229l117,229,117,,,,,578r117,l117,326r230,l347,578r115,xe" stroked="f">
              <v:path arrowok="t"/>
            </v:shape>
            <v:shape id="_x0000_s1460" style="position:absolute;left:4952;top:2558;width:261;height:289" coordsize="521,578" path="m521,578l521,,274,,232,2,195,6,164,9r-24,7l130,22r-9,3l111,33r-9,5l86,54,72,72,61,92r-7,23l48,139r-2,23l48,178r2,17l52,209r5,13l63,236r5,13l77,260r9,10l95,281r13,9l121,297r12,8l148,312r16,5l182,321r18,3l182,335r-16,13l151,360r-14,13l124,387r-16,22l92,436,72,467,,578r140,l225,454r20,-31l263,398r13,-18l287,368r7,-8l303,353r9,-5l321,344r11,-3l346,339r16,l381,337r23,l404,578r117,xm404,245r-87,l279,245r-30,-2l227,242r-14,-4l202,234r-7,-5l186,222r-6,-8l175,205r-4,-10l169,184r-2,-13l169,157r2,-13l177,133r7,-10l193,115r9,-7l214,105r13,-4l238,99r18,l281,99r33,l404,99r,146xe" stroked="f">
              <v:path arrowok="t"/>
              <o:lock v:ext="edit" verticies="t"/>
            </v:shape>
            <v:shape id="_x0000_s1461" style="position:absolute;left:4373;top:2553;width:280;height:299" coordsize="562,598" path="m562,303r-2,-43l555,222r-4,-18l547,186r-5,-17l535,155r-9,-22l513,112,499,94,482,76,464,60,446,45,426,33,407,24,379,13,349,6,316,2,282,,251,2,221,6r-28,5l166,20,141,31,119,45,98,61,76,79,58,101,44,123,31,148,20,175r-9,27l6,232,2,265,,299r2,34l6,366r5,30l18,425r11,25l44,476r14,21l76,519r20,18l118,553r23,15l166,578r26,9l221,593r28,3l280,598r33,-2l342,593r28,-6l396,578r25,-10l444,553r22,-16l486,519r18,-20l518,476r15,-24l544,425r7,-27l558,368r2,-31l562,303xm441,299r,24l439,344r-4,22l430,386r-5,18l416,420r-9,14l396,447r-11,12l372,470r-14,9l345,485r-16,7l314,495r-16,2l280,497r-16,l248,495r-17,-3l217,486r-15,-7l190,470,177,459,166,449,156,434r-9,-14l139,404r-7,-18l127,366r-4,-22l121,321r,-24l121,274r2,-23l127,229r5,-18l137,193r8,-16l154,162r11,-12l175,137r13,-9l201,119r14,-7l230,106r16,-3l264,101r16,-2l298,101r16,2l331,106r14,6l360,119r14,9l387,137r11,13l408,162r9,15l425,193r5,18l435,231r4,21l441,274r,25xe" stroked="f">
              <v:path arrowok="t"/>
              <o:lock v:ext="edit" verticies="t"/>
            </v:shape>
            <v:shape id="_x0000_s1462" style="position:absolute;left:3797;top:2558;width:279;height:289" coordsize="560,578" path="m560,578l560,,385,,280,395,177,,,,,578r109,l109,124,224,578r114,l452,124r,454l560,578xe" stroked="f">
              <v:path arrowok="t"/>
            </v:shape>
            <v:shape id="_x0000_s1463" style="position:absolute;left:3247;top:2553;width:235;height:299" coordsize="472,598" path="m472,400l358,389r-4,15l351,416r-4,11l342,438r-6,11l331,458r-7,9l316,474r-9,5l298,485r-9,5l279,494r-11,1l257,497r-13,2l232,499r-27,l181,494r-9,-4l163,486r-9,-5l147,476,134,463r-9,-13l121,443r-1,-7l118,429r,-9l118,411r3,-9l125,393r5,-7l138,378r9,-7l158,366r14,-6l185,357r21,-7l232,344r34,-9l309,323r36,-15l362,301r12,-7l387,287r11,-9l410,265r11,-13l430,240r7,-15l443,211r5,-16l450,178r,-16l450,139r-5,-20l437,99,427,79,412,61,396,45,376,31,353,20,329,11,302,6,271,2,239,,214,,188,4,165,7r-22,6l123,18r-18,9l89,36,75,47,62,60,51,74,42,88r-9,15l26,121r-4,16l19,155r-2,20l134,180r6,-20l147,142r3,-7l156,128r5,-7l167,117r14,-9l197,101r20,-4l241,97r23,l286,103r18,5l320,117r9,7l335,133r3,9l338,153r,11l335,173r-6,7l322,189r-15,9l284,207r-31,11l214,227r-40,11l140,247r-29,11l87,269,69,281,51,294,37,310,24,328,13,348,6,369,2,393,,420r2,25l8,468r9,22l28,513r7,9l44,533r9,9l62,551r9,7l84,566r10,5l107,577r27,10l163,593r34,3l233,598r26,l284,595r23,-4l329,586r22,-8l369,569r16,-9l401,548r15,-13l428,519r11,-16l448,485r9,-18l463,445r5,-22l472,400xe" stroked="f">
              <v:path arrowok="t"/>
            </v:shape>
            <v:shape id="_x0000_s1464" style="position:absolute;left:2672;top:2558;width:230;height:289" coordsize="461,578" path="m461,578l461,,347,,109,387,109,,,,,578r118,l351,202r,376l461,578xe" stroked="f">
              <v:path arrowok="t"/>
            </v:shape>
            <v:shape id="_x0000_s1465" style="position:absolute;left:1537;top:2553;width:271;height:299" coordsize="542,598" path="m251,375r,-97l,278,,508r20,18l46,542r28,15l107,571r34,11l177,591r35,5l248,598r21,l291,596r22,-3l333,589r20,-5l371,577r18,-8l407,560r16,-11l437,539r15,-13l466,513r11,-14l490,485r9,-17l508,450r9,-18l522,414r7,-18l533,377r4,-18l540,339r2,-22l542,297r,-21l540,254r-3,-22l533,213r-5,-20l520,173r-7,-18l504,137,493,119,483,103,470,88,457,74,443,61,427,51,410,38,392,29,378,22,363,16,347,11,331,7,313,4,295,2,275,,255,,228,,203,4,179,7r-22,4l138,18r-18,7l102,34,85,45,71,58,58,70,46,85,37,99,27,115r-9,17l13,151,8,169r115,22l132,171r9,-18l154,139r16,-15l179,119r9,-5l197,110r11,-4l230,101r25,-2l273,101r18,2l307,106r17,6l338,119r15,9l365,137r11,11l387,160r9,15l403,191r7,18l416,227r3,20l421,269r,23l421,317r-2,24l416,362r-6,20l403,402r-7,16l387,432r-11,15l363,459r-12,9l338,477r-16,8l307,490r-16,5l273,497r-18,l237,497r-18,-3l201,490r-20,-7l165,476r-18,-8l132,459,118,449r,-74l251,375xe" stroked="f">
              <v:path arrowok="t"/>
            </v:shape>
            <v:shape id="_x0000_s1466" style="position:absolute;left:958;top:2558;width:272;height:289" coordsize="543,578" path="m330,578r,-243l543,,406,,269,229,135,,,,213,337r,241l330,578xe" stroked="f">
              <v:path arrowok="t"/>
            </v:shape>
            <v:shape id="_x0000_s1467" style="position:absolute;left:5552;top:2483;width:291;height:364" coordsize="581,727" path="m,727r128,l178,596r231,l456,727r125,l355,149r-123,l,727xm214,499l296,284r77,215l214,499xm363,117l308,,184,,292,117r71,xe" stroked="f">
              <v:path arrowok="t"/>
              <o:lock v:ext="edit" verticies="t"/>
            </v:shape>
            <v:shape id="_x0000_s1468" style="position:absolute;left:2106;top:2483;width:221;height:364" coordsize="440,727" path="m440,727r,-578l11,149r,99l323,248r,128l32,376r,97l323,473r,157l,630r,97l440,727xm291,117l236,,112,,222,117r69,xe" stroked="f">
              <v:path arrowok="t"/>
              <o:lock v:ext="edit" verticies="t"/>
            </v:shape>
            <v:shape id="_x0000_s1469" style="position:absolute;left:6130;top:3127;width:270;height:289" coordsize="540,579" path="m334,579l540,,414,,267,427,125,,,,208,579r126,xe" stroked="f">
              <v:path arrowok="t"/>
            </v:shape>
            <v:shape id="_x0000_s1470" style="position:absolute;left:5576;top:3127;width:220;height:289" coordsize="441,579" path="m441,579l441,,11,r,98l324,98r,128l33,226r,97l324,323r,158l,481r,98l441,579xe" stroked="f">
              <v:path arrowok="t"/>
            </v:shape>
            <v:shape id="_x0000_s1471" style="position:absolute;left:4958;top:3121;width:271;height:299" coordsize="544,598" path="m253,376r,-97l,279,,508r22,18l46,542r28,14l107,571r36,12l177,590r36,6l250,598r21,l293,596r22,-4l334,589r20,-6l372,576r18,-7l408,560r17,-11l439,538r15,-11l466,513r13,-13l490,484r11,-16l510,452r7,-18l524,414r5,-18l535,378r3,-20l540,338r2,-20l544,297r-2,-22l540,254r-2,-22l533,212r-5,-20l522,173r-7,-18l506,137,495,120,484,104,472,88,459,75,445,61,428,50,412,39,394,28,380,23,365,16,349,12,331,7,315,5,295,1r-20,l255,,230,1,204,3,181,7r-22,5l139,18r-19,7l103,34,87,45,73,57,60,70,47,84,36,99r-9,16l20,133r-7,18l9,171r116,21l132,171r11,-16l156,138r16,-14l179,119r9,-6l199,110r11,-4l232,101r23,l275,101r16,1l309,106r15,5l338,119r14,9l365,137r13,12l389,162r9,14l405,191r7,18l416,227r3,21l421,270r2,21l421,317r-2,23l416,362r-6,19l405,401r-7,17l387,434r-11,12l365,459r-13,11l338,479r-14,7l309,491r-18,4l275,497r-18,2l239,497r-20,-2l201,490r-18,-6l165,477r-17,-9l134,459,120,448r,-72l253,376xe" stroked="f">
              <v:path arrowok="t"/>
            </v:shape>
            <v:shape id="_x0000_s1472" style="position:absolute;left:4392;top:3127;width:271;height:289" coordsize="542,579" path="m329,579r,-244l542,,404,,267,229,134,,,,211,335r,244l329,579xe" stroked="f">
              <v:path arrowok="t"/>
            </v:shape>
            <v:shape id="_x0000_s1473" style="position:absolute;left:3837;top:3127;width:222;height:289" coordsize="445,579" path="m445,579l445,,257,,208,,168,2,139,4,118,9r-13,4l94,17,84,22,73,29,62,36r-9,9l44,54,35,65,28,76,20,89r-5,12l9,116,6,130,2,145r,16l,177r2,27l6,227r5,20l20,267r11,18l42,299r13,15l69,325r16,9l100,341r14,7l130,352r24,3l181,357r33,2l251,361r76,l327,579r118,xm327,98r,164l264,262r-32,l206,260r-20,-4l172,253r-11,-6l150,242r-9,-9l134,224r-5,-9l125,204r-2,-13l121,179r2,-15l127,150r5,-11l139,127r11,-9l161,110r13,-5l186,101r15,-1l219,100r23,-2l271,98r56,xe" stroked="f">
              <v:path arrowok="t"/>
              <o:lock v:ext="edit" verticies="t"/>
            </v:shape>
            <v:shape id="_x0000_s1474" style="position:absolute;left:3208;top:3127;width:261;height:289" coordsize="522,579" path="m522,579l522,,404,r,256l168,,11,,229,226,,579r152,l310,307r94,97l404,579r118,xe" stroked="f">
              <v:path arrowok="t"/>
            </v:shape>
            <v:shape id="_x0000_s1475" style="position:absolute;left:2686;top:3127;width:220;height:289" coordsize="441,579" path="m441,579l441,,11,r,98l323,98r,128l33,226r,97l323,323r,158l,481r,98l441,579xe" stroked="f">
              <v:path arrowok="t"/>
            </v:shape>
            <v:shape id="_x0000_s1476" style="position:absolute;left:2135;top:3127;width:231;height:289" coordsize="460,579" path="m289,579r,-481l460,98,460,,,,,98r171,l171,579r118,xe" stroked="f">
              <v:path arrowok="t"/>
            </v:shape>
            <v:shape id="_x0000_s1477" style="position:absolute;left:1557;top:3127;width:230;height:289" coordsize="461,579" path="m287,579r,-481l461,98,461,,,,,98r172,l172,579r115,xe" stroked="f">
              <v:path arrowok="t"/>
            </v:shape>
            <v:shape id="_x0000_s1478" style="position:absolute;left:945;top:3051;width:282;height:369" coordsize="563,739" path="m563,443r-2,-41l556,362r-4,-18l547,326r-6,-16l536,296,525,274,512,254,498,234,482,216,464,200,446,186,428,173r-20,-9l379,153r-31,-7l316,142r-35,-1l251,142r-29,4l193,151r-25,9l142,171r-23,15l97,202,77,220,59,242,43,263,30,288,19,315r-9,29l5,375,1,407,,441r1,35l5,506r5,31l19,566r11,27l43,616r16,24l77,659r20,20l119,694r21,14l166,719r27,9l220,733r29,4l281,739r31,-2l343,733r27,-5l397,719r25,-11l444,695r22,-16l485,659r18,-19l520,618r12,-25l543,568r9,-29l558,508r3,-31l563,443xm442,440r,23l438,486r-3,20l431,526r-7,18l417,560r-9,15l397,589r-13,11l372,611r-13,9l345,627r-15,5l314,636r-16,2l281,640r-18,-2l247,636r-14,-4l218,627r-14,-7l189,611,178,600,166,589,155,575r-9,-15l139,544r-6,-18l128,506r-4,-21l122,463r-1,-25l122,414r2,-23l128,371r3,-20l139,333r7,-16l155,303r11,-13l177,278r12,-9l202,260r14,-8l231,247r16,-4l263,242r18,l299,242r17,1l332,249r14,5l361,260r12,9l386,279r11,11l408,303r9,16l424,335r7,18l435,371r3,22l442,416r,24xm408,117l354,,236,,339,117r69,xm260,117l204,,90,r97,117l260,117xe" stroked="f">
              <v:path arrowok="t"/>
              <o:lock v:ext="edit" verticies="t"/>
            </v:shape>
            <v:shape id="_x0000_s1479" style="position:absolute;left:6121;top:3657;width:280;height:358" coordsize="562,715" path="m562,420r-2,-41l556,339r-3,-18l547,305r-5,-17l536,272,526,251,513,231,499,211,482,193,464,177,446,162,426,152,406,141r-27,-9l349,125r-33,-6l282,119r-31,l220,123r-27,7l166,139r-25,11l119,162,98,179,78,198,60,218,44,242,31,265,20,292r-9,29l6,352,2,384,,418r2,34l6,485r5,29l20,542r11,27l44,593r14,23l76,636r20,20l118,672r23,13l166,696r26,9l220,712r29,3l280,715r33,l341,712r29,-7l396,696r25,-11l444,672r22,-16l486,638r18,-22l520,595r13,-26l544,544r7,-29l558,487r4,-33l562,420xm443,416r-2,24l439,463r-4,20l430,503r-5,18l416,537r-10,14l396,566r-11,11l372,587r-12,9l345,604r-14,5l314,613r-16,3l280,616r-16,l248,613r-17,-4l217,604r-15,-8l190,587r-13,-9l166,566,155,553r-9,-16l139,521r-7,-18l128,483r-3,-20l121,440r,-25l121,391r4,-21l127,348r5,-20l137,310r9,-16l154,279r11,-12l175,256r13,-11l202,236r13,-5l231,225r15,-3l264,218r16,l298,218r16,4l331,225r16,6l360,238r14,7l387,256r10,11l408,281r9,15l425,312r5,18l435,350r4,20l441,393r2,23xm421,96l421,,325,r,96l421,96xm251,96l251,,155,r,96l251,96xe" stroked="f">
              <v:path arrowok="t"/>
              <o:lock v:ext="edit" verticies="t"/>
            </v:shape>
            <v:shape id="_x0000_s1480" style="position:absolute;left:5594;top:3721;width:230;height:289" coordsize="461,578" path="m289,578r,-481l461,97,461,,,,,97r172,l172,578r117,xe" stroked="f">
              <v:path arrowok="t"/>
            </v:shape>
            <v:shape id="_x0000_s1481" style="position:absolute;left:5009;top:3721;width:231;height:289" coordsize="463,578" path="m463,578l463,,347,r,227l118,227,118,,,,,578r118,l118,326r229,l347,578r116,xe" stroked="f">
              <v:path arrowok="t"/>
            </v:shape>
            <v:shape id="_x0000_s1482" style="position:absolute;left:4392;top:3721;width:290;height:289" coordsize="582,578" path="m,578r128,l179,447r231,l457,578r125,l356,,233,,,578xm215,350l296,135r78,215l215,350xe" stroked="f">
              <v:path arrowok="t"/>
              <o:lock v:ext="edit" verticies="t"/>
            </v:shape>
            <v:shape id="_x0000_s1483" style="position:absolute;left:3841;top:3721;width:230;height:289" coordsize="460,578" path="m289,578r,-481l460,97,460,,,,,97r171,l171,578r118,xe" stroked="f">
              <v:path arrowok="t"/>
            </v:shape>
            <v:shape id="_x0000_s1484" style="position:absolute;left:3258;top:3721;width:229;height:289" coordsize="459,578" path="m459,578l459,,345,,108,386,108,,,,,578r118,l350,202r,376l459,578xe" stroked="f">
              <v:path arrowok="t"/>
            </v:shape>
            <v:shape id="_x0000_s1485" style="position:absolute;left:2659;top:3721;width:271;height:289" coordsize="542,578" path="m330,578r,-243l542,,404,,269,229,135,,,,213,335r,243l330,578xe" stroked="f">
              <v:path arrowok="t"/>
            </v:shape>
            <v:shape id="_x0000_s1486" style="position:absolute;left:2078;top:3717;width:280;height:298" coordsize="562,596" path="m562,301r-2,-41l556,220r-3,-18l547,186r-5,-17l536,153,526,132,513,112,498,92,482,74,464,58,446,43,426,33,406,22,379,13,349,6,316,,282,,251,,220,4r-27,7l166,20,141,31,119,43,98,60,78,79,60,99,43,123,31,146,20,173r-9,29l5,233,2,265,,299r2,34l5,366r6,29l20,423r11,27l43,474r15,23l76,517r20,20l117,553r24,13l166,577r25,9l220,593r29,3l280,596r32,l341,593r29,-7l395,577r26,-11l444,553r22,-16l486,519r18,-22l520,476r13,-26l544,425r7,-29l558,368r4,-33l562,301xm442,297r-1,24l439,344r-4,20l430,384r-6,18l415,418r-9,14l395,447r-10,11l372,468r-13,9l345,485r-15,5l314,494r-16,3l280,497r-16,l247,494r-16,-4l217,485r-15,-8l190,468r-13,-9l166,447,155,434r-9,-16l139,402r-7,-18l126,364r-1,-20l121,321r,-25l121,272r4,-21l126,229r6,-20l137,191r9,-16l154,160r10,-12l175,137r13,-11l202,117r13,-5l231,106r15,-3l264,99r16,l298,99r16,4l330,106r17,6l359,119r15,7l386,137r11,11l408,162r9,15l424,193r6,18l435,231r4,20l441,274r1,23xe" stroked="f">
              <v:path arrowok="t"/>
              <o:lock v:ext="edit" verticies="t"/>
            </v:shape>
            <v:shape id="_x0000_s1487" style="position:absolute;left:1555;top:3724;width:204;height:286" coordsize="408,572" path="m408,572l408,,292,r,475l,475r,97l408,572xe" stroked="f">
              <v:path arrowok="t"/>
            </v:shape>
            <v:shape id="_x0000_s1488" style="position:absolute;left:968;top:3717;width:252;height:298" coordsize="504,596" path="m114,375l,411r7,23l14,454r9,20l34,494r11,16l58,524r14,15l86,551r17,11l119,571r18,7l155,586r20,5l195,595r23,1l240,596r29,l296,593r25,-7l345,577r23,-11l390,553r21,-16l430,519r18,-22l462,476r13,-26l486,425r9,-27l500,368r4,-31l504,303r,-34l500,234r-5,-30l486,175,475,148,462,123,448,99,430,79,410,60,390,43,366,31,343,20,318,11,290,4,263,,233,,207,,182,4,159,7r-22,8l115,24,95,34,77,47,61,61,50,72,41,83,34,94r-9,12l18,121r-6,14l7,151,2,168r115,29l123,175r10,-20l139,148r5,-9l151,132r9,-8l168,119r9,-5l186,110r11,-5l216,101r24,-2l254,99r15,2l283,105r15,5l310,117r11,7l334,135r9,11l354,157r7,14l368,188r6,18l377,225r4,22l383,270r1,24l383,321r-2,25l379,368r-5,21l368,407r-7,16l354,438r-9,12l334,461r-11,9l310,479r-10,7l285,490r-13,4l256,497r-14,l229,497r-11,-2l207,494r-9,-4l188,486r-9,-5l170,474r-10,-6l153,459r-7,-9l139,441r-7,-12l126,418r-5,-14l117,389r-3,-14xe" stroked="f">
              <v:path arrowok="t"/>
            </v:shape>
            <v:shape id="_x0000_s1489" style="position:absolute;left:6102;top:4263;width:261;height:289" coordsize="522,579" path="m522,579l522,,407,r,258l170,,13,,230,226,,579r152,l311,308r96,96l407,579r115,xe" stroked="f">
              <v:path arrowok="t"/>
            </v:shape>
            <v:rect id="_x0000_s1490" style="position:absolute;left:5655;top:4263;width:57;height:289" stroked="f"/>
            <v:shape id="_x0000_s1491" style="position:absolute;left:4997;top:4266;width:204;height:286" coordsize="408,573" path="m408,573l408,,291,r,475l,475r,98l408,573xe" stroked="f">
              <v:path arrowok="t"/>
            </v:shape>
            <v:shape id="_x0000_s1492" style="position:absolute;left:4439;top:4263;width:220;height:289" coordsize="441,579" path="m441,579l441,,13,r,100l325,100r,127l34,227r,98l325,325r,156l,481r,98l441,579xe" stroked="f">
              <v:path arrowok="t"/>
            </v:shape>
            <v:shape id="_x0000_s1493" style="position:absolute;left:3855;top:4263;width:231;height:289" coordsize="460,579" path="m460,579l460,,346,,108,388,108,,,,,579r117,l350,202r,377l460,579xe" stroked="f">
              <v:path arrowok="t"/>
            </v:shape>
            <v:shape id="_x0000_s1494" style="position:absolute;left:3256;top:4259;width:253;height:299" coordsize="505,598" path="m113,375l,411r7,24l16,456r9,20l34,494r12,16l59,526r13,13l86,552r16,10l119,571r18,9l155,586r20,5l196,595r22,2l240,598r29,-1l296,593r25,-7l346,579r22,-11l390,553r21,-16l429,519r18,-20l462,476r14,-23l485,426r9,-27l500,368r3,-31l505,305r-2,-36l500,236r-6,-30l485,175,474,148,462,123,447,101,429,80,409,62,390,45,368,31,343,20,317,11,292,6,263,,232,,207,,182,4,158,9r-21,6l115,24,97,35,77,47,61,63,50,73,43,83,34,96r-7,13l19,121r-7,16l7,152,1,170r116,27l124,175r9,-18l139,148r7,-9l153,132r7,-5l167,119r9,-5l186,110r10,-3l216,101r24,-1l254,101r16,2l285,107r12,5l310,118r13,9l334,136r10,10l353,159r8,14l368,188r5,18l379,226r2,21l382,271r2,25l382,321r-1,25l379,368r-6,21l368,408r-6,16l353,438r-9,13l334,462r-11,10l312,480r-13,7l285,492r-13,4l258,498r-16,l231,498r-11,-2l209,494r-11,-4l189,487r-11,-6l169,476r-7,-7l153,460r-7,-9l139,442r-6,-11l126,418r-4,-12l117,391r-4,-16xe" stroked="f">
              <v:path arrowok="t"/>
            </v:shape>
            <v:shape id="_x0000_s1495" style="position:absolute;left:2673;top:4259;width:271;height:299" coordsize="542,598" path="m253,375r,-97l,278,,508r20,17l45,541r29,16l106,571r36,11l177,591r36,6l247,598r24,-1l292,595r20,-2l334,588r18,-6l372,577r18,-9l406,561r16,-11l439,539r14,-13l466,514r12,-15l489,485r9,-16l507,451r9,-18l523,415r6,-18l534,377r4,-20l540,337r2,-20l542,298r,-24l540,253r-4,-20l533,211r-6,-20l520,173r-7,-19l504,136r-9,-17l484,103,471,89,457,74,442,62,428,49,412,38,393,29,379,22,363,17,347,11,330,8,312,4,294,2,274,,254,,227,,204,2,180,6r-21,5l137,18r-18,8l101,35,87,45,72,56,58,71,47,83,36,100r-9,16l20,132r-8,18l7,170r117,21l132,172r9,-18l155,137r15,-12l179,119r9,-5l198,109r9,-2l229,101r25,-1l272,101r19,2l307,107r16,5l338,119r14,8l365,137r10,11l386,161r9,14l404,191r6,17l415,227r4,20l421,269r,23l421,317r-2,24l415,362r-5,20l404,400r-9,18l386,433r-11,14l363,458r-13,11l338,478r-15,7l307,490r-16,4l274,498r-18,l236,498r-18,-4l200,490r-18,-7l164,476r-16,-9l132,458r-13,-9l119,375r134,xe" stroked="f">
              <v:path arrowok="t"/>
            </v:shape>
            <v:shape id="_x0000_s1496" style="position:absolute;left:1522;top:4263;width:260;height:289" coordsize="521,579" path="m521,579l521,,275,,232,2,194,4,163,9r-23,8l129,20r-9,6l111,31r-9,7l85,53,73,73,62,92r-9,22l49,137r-2,26l47,179r2,14l53,209r3,13l62,235r7,12l76,260r9,11l96,280r11,10l120,298r12,7l149,310r16,6l181,321r18,2l181,335r-16,11l150,359r-12,12l123,388r-14,21l91,435,71,467,,579r140,l224,453r20,-31l262,399r15,-19l286,368r9,-7l304,353r9,-5l322,344r11,-3l345,339r17,-2l380,337r23,l403,579r118,xm403,245r-86,l279,245r-29,-1l226,242r-14,-4l203,235r-9,-6l186,222r-7,-9l174,204r-4,-9l168,182r-1,-12l168,157r4,-12l176,134r7,-11l192,116r11,-7l214,103r14,-2l237,100r18,l280,100r33,l403,100r,145xe" stroked="f">
              <v:path arrowok="t"/>
              <o:lock v:ext="edit" verticies="t"/>
            </v:shape>
            <v:shape id="_x0000_s1497" style="position:absolute;left:934;top:4263;width:290;height:289" coordsize="582,579" path="m,579r128,l179,447r231,l457,579r125,l356,,231,,,579xm215,350l296,136r78,214l215,350xe" stroked="f">
              <v:path arrowok="t"/>
              <o:lock v:ext="edit" verticies="t"/>
            </v:shape>
            <v:shape id="_x0000_s1498" style="position:absolute;left:2067;top:4188;width:281;height:370" coordsize="564,740" path="m564,445r-2,-43l557,364r-4,-20l548,328r-6,-16l537,296,526,274,513,254,499,234,482,216,464,200,446,186,428,175,408,164r-28,-9l349,148r-31,-4l284,142r-33,l222,148r-28,5l168,162r-25,11l120,187,98,202,78,222,60,242,44,265,31,290,20,315r-9,29l6,375,2,407,,441r2,35l6,508r5,31l20,566r11,27l44,618r16,22l78,661r20,18l120,695r21,13l166,721r28,7l221,735r29,4l282,740r31,-1l343,735r28,-7l398,721r25,-11l446,695r20,-16l486,661r18,-20l520,618r13,-23l544,568r9,-29l558,510r4,-33l564,445xm443,440r,25l439,486r-3,22l432,526r-7,18l417,560r-9,17l398,589r-13,13l372,611r-12,9l345,627r-14,5l315,636r-17,4l282,640r-18,l248,636r-15,-4l219,627r-15,-7l192,613,179,602,166,589,156,577r-9,-15l139,544r-5,-18l129,508r-4,-22l123,463r-2,-23l123,414r2,-21l129,371r5,-20l139,335r8,-16l156,305r10,-15l177,279r13,-10l203,261r14,-7l231,249r17,-4l264,243r18,-1l300,243r16,2l333,249r14,5l362,261r12,9l387,279r11,13l408,305r9,14l425,335r7,18l437,373r2,22l443,416r,24xm354,119l300,,176,,284,119r70,xe" stroked="f">
              <v:path arrowok="t"/>
              <o:lock v:ext="edit" verticies="t"/>
            </v:shape>
            <v:shape id="_x0000_s1499" style="position:absolute;left:6117;top:4845;width:280;height:289" coordsize="560,578" path="m560,578l560,,385,,280,394,177,,,,,578r108,l108,122,224,578r114,l451,122r,456l560,578xe" stroked="f">
              <v:path arrowok="t"/>
            </v:shape>
            <v:shape id="_x0000_s1500" style="position:absolute;left:5006;top:4848;width:204;height:286" coordsize="408,573" path="m408,573l408,,292,r,476l,476r,97l408,573xe" stroked="f">
              <v:path arrowok="t"/>
            </v:shape>
            <v:shape id="_x0000_s1501" style="position:absolute;left:4425;top:4845;width:230;height:289" coordsize="460,578" path="m289,578r,-481l460,97,460,,,,,97r172,l172,578r117,xe" stroked="f">
              <v:path arrowok="t"/>
            </v:shape>
            <v:shape id="_x0000_s1502" style="position:absolute;left:3772;top:4845;width:380;height:289" coordsize="761,578" path="m623,578l761,,641,,555,396,448,,309,,208,403,118,,,,141,578r125,l381,146,495,578r128,xe" stroked="f">
              <v:path arrowok="t"/>
            </v:shape>
            <v:shape id="_x0000_s1503" style="position:absolute;left:3266;top:4848;width:204;height:286" coordsize="408,573" path="m408,573l408,,291,r,476l,476r,97l408,573xe" stroked="f">
              <v:path arrowok="t"/>
            </v:shape>
            <v:shape id="_x0000_s1504" style="position:absolute;left:2700;top:4845;width:221;height:289" coordsize="441,578" path="m441,578l441,,11,r,97l323,97r,128l33,225r,97l323,322r,159l,481r,97l441,578xe" stroked="f">
              <v:path arrowok="t"/>
            </v:shape>
            <v:shape id="_x0000_s1505" style="position:absolute;left:2122;top:4840;width:235;height:299" coordsize="471,598" path="m471,400l357,387r-2,15l352,414r-6,13l343,438r-6,9l330,457r-7,8l316,472r-8,7l299,484r-11,4l279,492r-10,3l256,497r-13,2l231,499r-26,-2l182,493r-11,-3l162,484r-9,-3l146,475,133,463r-9,-15l120,441r-1,-7l117,427r,-7l119,409r1,-9l124,393r6,-9l137,376r9,-5l158,364r13,-6l186,355r19,-6l232,342r33,-9l308,322r36,-14l361,301r14,-7l386,285r11,-8l409,265r11,-13l429,238r8,-15l444,209r3,-16l449,176r2,-16l449,139r-5,-22l437,97,426,77,411,59,395,43,375,31,353,20,328,11,301,4,272,,240,,213,,187,2,166,5r-22,6l124,18r-18,7l90,36,75,47,63,59,50,72,41,86r-9,17l27,119r-6,18l18,155r,20l133,180r6,-22l146,140r3,-7l155,126r5,-5l166,115r14,-9l196,101r20,-4l240,95r25,2l287,101r18,7l321,117r7,7l334,131r3,11l339,153r-2,9l334,171r-6,9l321,187r-15,9l283,207r-31,9l214,227r-39,9l140,247r-29,11l88,268,68,279,52,294,36,310,23,326r-9,20l7,367,1,393,,418r1,25l7,466r9,24l28,511r8,11l43,531r9,9l61,549r11,8l83,564r10,7l106,576r27,9l164,593r32,3l232,598r28,-2l285,594r23,-3l330,585r20,-7l368,569r18,-11l400,546r15,-13l427,519r11,-17l447,484r9,-19l464,445r3,-22l471,400xe" stroked="f">
              <v:path arrowok="t"/>
            </v:shape>
            <v:shape id="_x0000_s1506" style="position:absolute;left:1535;top:4845;width:236;height:289" coordsize="471,578" path="m471,578r,-106l166,97r271,l437,,12,r,90l330,481,,481r,97l471,578xe" stroked="f">
              <v:path arrowok="t"/>
            </v:shape>
            <v:shape id="_x0000_s1507" style="position:absolute;left:940;top:4845;width:262;height:289" coordsize="523,578" path="m523,578l523,,406,r,256l170,,12,,231,225,,578r151,l310,306r96,97l406,578r117,xe" stroked="f">
              <v:path arrowok="t"/>
            </v:shape>
            <v:shape id="_x0000_s1508" style="position:absolute;left:5582;top:4769;width:231;height:370" coordsize="462,738" path="m462,151r-117,l345,464r,35l345,526r-2,21l341,560r-5,18l329,592r-11,15l305,617r-16,9l271,634r-20,3l228,639r-24,-2l184,634r-9,-2l166,628r-7,-5l154,619,141,608r-9,-12l127,583r-4,-14l119,551r,-22l118,502r,-30l118,151,,151,,455r,47l2,544r4,32l9,601r6,22l24,641r9,18l45,675r13,13l74,700r18,11l112,722r24,7l163,735r29,3l224,738r40,l298,735r15,-4l327,727r13,-3l350,720r20,-11l388,699r17,-15l417,670r13,-15l439,639r7,-16l452,607r3,-29l459,544r3,-40l462,459r,-308xm304,119l249,,125,,233,119r71,xe" stroked="f">
              <v:path arrowok="t"/>
              <o:lock v:ext="edit" verticies="t"/>
            </v:shape>
            <v:shape id="_x0000_s1509" style="position:absolute;left:6121;top:5369;width:280;height:358" coordsize="562,715" path="m562,420r-2,-42l556,339r-3,-18l547,305r-5,-17l536,272,526,251,513,231,499,211,482,193,464,177,446,162,426,152,406,141r-27,-9l349,125r-33,-6l282,119r-31,l220,123r-27,7l166,139r-25,11l119,162,98,179,78,198,60,218,44,242,31,265,20,292r-9,29l6,351,2,384,,418r2,34l6,485r5,29l20,542r11,27l44,593r14,23l76,636r20,20l118,672r23,13l166,695r26,9l220,712r29,3l280,715r33,l341,712r29,-8l396,695r25,-10l444,672r22,-16l486,638r18,-22l520,595r13,-26l544,544r7,-29l558,487r4,-33l562,420xm443,416r-2,24l439,463r-4,20l430,503r-5,18l416,537r-10,14l396,566r-11,11l372,587r-12,9l345,604r-14,5l314,613r-16,3l280,616r-16,l248,613r-17,-4l217,604r-15,-8l190,587r-13,-9l166,566,155,553r-9,-16l139,521r-7,-18l127,483r-2,-20l121,440r,-26l121,391r4,-22l127,348r5,-20l137,310r9,-16l154,279r11,-12l175,256r13,-11l202,236r13,-5l231,225r15,-3l264,218r16,l298,218r16,4l331,225r16,6l360,238r14,7l387,256r10,11l408,281r9,15l425,312r5,18l435,350r4,19l441,393r2,23xm421,96l421,,325,r,96l421,96xm251,96l251,,155,r,96l251,96xe" stroked="f">
              <v:path arrowok="t"/>
              <o:lock v:ext="edit" verticies="t"/>
            </v:shape>
            <v:shape id="_x0000_s1510" style="position:absolute;left:5562;top:5433;width:230;height:289" coordsize="461,578" path="m289,578r,-481l461,97,461,,,,,97r172,l172,578r117,xe" stroked="f">
              <v:path arrowok="t"/>
            </v:shape>
            <v:shape id="_x0000_s1511" style="position:absolute;left:4951;top:5433;width:271;height:289" coordsize="541,578" path="m330,578r,-243l541,,404,,269,229,135,,,,213,335r,243l330,578xe" stroked="f">
              <v:path arrowok="t"/>
            </v:shape>
            <v:shape id="_x0000_s1512" style="position:absolute;left:4430;top:5433;width:221;height:289" coordsize="442,578" path="m442,578l442,,255,,206,,168,2,137,6,116,9r-11,4l92,16,81,24,70,29,60,36r-9,9l42,54,33,65,25,76,18,88r-5,13l7,115,4,130,2,144,,160r,18l,204r4,23l11,249r7,18l29,285r11,14l54,314r15,10l83,333r15,9l114,348r14,3l152,355r29,4l213,360r36,l327,360r,218l442,578xm327,97r,164l262,261r-31,l204,259r-20,-1l170,252r-11,-5l148,241r-7,-7l134,225r-8,-11l123,204r-2,-13l119,180r2,-16l125,151r5,-12l139,128r9,-9l159,110r13,-5l186,101r13,l217,99r23,-2l269,97r58,xe" stroked="f">
              <v:path arrowok="t"/>
              <o:lock v:ext="edit" verticies="t"/>
            </v:shape>
            <v:shape id="_x0000_s1513" style="position:absolute;left:3837;top:5433;width:221;height:289" coordsize="441,578" path="m441,578l441,,11,r,97l324,97r,128l33,225r,98l324,323r,158l,481r,97l441,578xe" stroked="f">
              <v:path arrowok="t"/>
            </v:shape>
            <v:shape id="_x0000_s1514" style="position:absolute;left:3219;top:5433;width:261;height:289" coordsize="522,578" path="m522,578l522,,275,,232,2,196,4,165,9r-24,7l131,20r-10,5l111,31r-8,7l87,52,73,70,62,92r-7,22l49,137r-2,25l49,178r2,15l53,207r5,15l64,234r5,13l78,259r9,11l96,279r11,9l120,297r14,7l149,310r16,5l183,319r18,4l183,335r-16,11l152,359r-14,12l125,387r-16,22l91,434,71,465,,578r141,l226,452r20,-30l264,398r13,-20l288,368r7,-9l304,353r9,-5l322,344r11,-3l347,339r15,-2l382,337r23,l405,578r117,xm405,245r-87,l280,243r-30,l228,240r-14,-2l203,232r-9,-5l186,222r-5,-9l176,204r-4,-11l168,182r,-13l170,155r2,-13l177,132r8,-9l192,114r11,-6l215,103r13,-4l239,99r18,l282,97r31,l405,97r,148xe" stroked="f">
              <v:path arrowok="t"/>
              <o:lock v:ext="edit" verticies="t"/>
            </v:shape>
            <v:shape id="_x0000_s1515" style="position:absolute;left:2686;top:5429;width:253;height:298" coordsize="506,596" path="m114,375l,411r7,23l16,454r9,20l34,494r13,16l60,524r12,15l87,551r16,11l119,571r18,7l155,585r20,6l197,594r22,2l242,596r27,l296,593r26,-8l347,576r21,-10l392,553r20,-16l432,519r16,-22l464,476r13,-26l486,425r9,-27l500,368r4,-31l506,303r-2,-35l500,234r-5,-30l486,175r-9,-27l462,123,448,99,430,79,412,60,390,43,368,31,343,20,318,11,293,4,264,,235,,208,,182,4,159,7r-22,8l117,24,98,34,78,47,62,61,52,72,43,83,34,94r-7,12l20,121r-7,14l7,151,2,168r115,28l125,175r9,-20l139,148r7,-9l154,132r7,-8l170,119r7,-5l188,110r9,-5l217,101r23,-2l257,99r14,2l285,105r13,5l311,117r12,7l334,135r11,11l354,157r7,14l368,187r6,18l379,225r4,22l385,270r,24l385,321r-2,25l379,368r-5,21l368,407r-5,16l354,438r-9,12l334,461r-11,9l313,479r-13,7l287,490r-14,4l258,497r-16,l231,497r-11,-2l210,494r-11,-4l190,486r-11,-5l170,474r-7,-6l154,459r-8,-9l139,441r-5,-12l128,418r-5,-14l117,389r-3,-14xe" stroked="f">
              <v:path arrowok="t"/>
            </v:shape>
            <v:shape id="_x0000_s1516" style="position:absolute;left:2131;top:5429;width:253;height:298" coordsize="505,596" path="m113,375l,411r7,23l14,454r11,20l34,494r13,16l57,524r15,15l86,551r16,11l119,571r18,7l155,585r20,6l196,594r22,2l240,596r29,l296,593r25,-8l346,576r22,-10l390,553r21,-16l429,519r18,-22l462,476r12,-26l485,425r9,-27l500,368r3,-31l505,303r-2,-35l500,234r-6,-30l485,175,474,148,462,123,447,99,429,79,409,60,390,43,366,31,343,20,317,11,290,4,263,,233,,207,,182,4,158,7r-21,8l115,24,97,34,77,47,61,61,50,72,41,83,34,94r-7,12l19,121r-7,14l7,151,1,168r116,28l124,175r9,-20l139,148r7,-9l151,132r9,-8l168,119r9,-5l186,110r10,-5l216,101r24,-2l254,99r16,2l285,105r13,5l310,117r13,7l334,135r10,11l353,157r8,14l368,187r5,18l379,225r2,22l382,270r2,24l382,321r-1,25l379,368r-6,21l368,407r-7,16l353,438r-9,12l334,461r-11,9l312,479r-13,7l285,490r-13,4l258,497r-16,l231,497r-11,-2l209,494r-11,-4l189,486r-11,-5l169,474r-7,-6l153,459r-7,-9l139,441r-6,-12l126,418r-4,-14l117,389r-4,-14xe" stroked="f">
              <v:path arrowok="t"/>
            </v:shape>
            <v:shape id="_x0000_s1517" style="position:absolute;left:1569;top:5433;width:220;height:289" coordsize="441,578" path="m441,578l441,,11,r,97l324,97r,128l33,225r,98l324,323r,158l,481r,97l441,578xe" stroked="f">
              <v:path arrowok="t"/>
            </v:shape>
            <v:shape id="_x0000_s1518" style="position:absolute;left:1006;top:5436;width:204;height:286" coordsize="408,572" path="m408,572l408,,290,r,475l,475r,97l408,572xe" stroked="f">
              <v:path arrowok="t"/>
            </v:shape>
            <v:shape id="_x0000_s1519" style="position:absolute;left:6141;top:6008;width:222;height:289" coordsize="444,578" path="m444,578l444,,256,,207,2,168,4,139,6,117,9r-13,4l94,18,83,24,72,31,61,38r-9,9l43,56,34,67,27,78,20,90r-6,13l9,115,5,130,2,146r,16l,179r2,25l5,227r6,22l20,269r10,16l41,301r13,13l68,326r17,9l99,342r14,6l130,353r23,4l180,359r33,1l251,360r76,l327,578r117,xm327,99r,164l263,263r-32,-2l206,261r-20,-3l171,254r-11,-5l150,242r-9,-8l133,225r-5,-10l124,204r-1,-11l121,180r2,-14l126,152r6,-13l139,128r11,-9l160,112r13,-6l186,103r14,-2l218,99r24,l271,99r56,xe" stroked="f">
              <v:path arrowok="t"/>
              <o:lock v:ext="edit" verticies="t"/>
            </v:shape>
            <v:shape id="_x0000_s1520" style="position:absolute;left:5570;top:6008;width:220;height:289" coordsize="440,578" path="m440,578l440,,11,r,99l323,99r,128l32,227r,97l323,324r,157l,481r,97l440,578xe" stroked="f">
              <v:path arrowok="t"/>
            </v:shape>
            <v:shape id="_x0000_s1521" style="position:absolute;left:4928;top:6008;width:260;height:289" coordsize="520,578" path="m520,578l520,,274,,231,2,193,6,162,9r-23,7l128,22r-9,3l110,33r-9,5l85,54,72,72,59,92r-7,23l47,139r,23l47,179r2,16l52,209r4,13l61,236r7,13l76,260r9,10l94,281r12,9l119,297r13,8l148,312r16,5l180,321r18,3l180,335r-16,13l150,360r-13,13l123,387r-15,22l90,434,70,467,,578r139,l224,454r20,-31l262,398r12,-18l285,368r9,-8l301,353r9,-5l321,344r9,-3l345,339r16,l379,337r23,l402,578r118,xm402,245r-86,l278,245r-31,-2l226,242r-15,-4l202,234r-9,-5l186,222r-7,-7l173,206r-3,-11l168,184r-2,-13l168,157r3,-13l175,134r7,-11l191,115r9,-7l213,105r13,-4l236,99r18,l280,99r32,l402,99r,146xe" stroked="f">
              <v:path arrowok="t"/>
              <o:lock v:ext="edit" verticies="t"/>
            </v:shape>
            <v:shape id="_x0000_s1522" style="position:absolute;left:4419;top:6003;width:252;height:299" coordsize="506,598" path="m114,375l,411r8,23l17,456r9,20l36,494r11,16l60,526r13,15l87,551r16,11l120,573r18,7l157,586r18,5l197,595r22,1l242,598r27,-2l296,593r26,-6l347,578r24,-10l392,553r20,-16l432,519r16,-20l464,476r13,-24l488,425r7,-27l501,369r3,-32l506,305r-2,-36l501,236r-6,-30l488,177,477,150,464,124,448,101,432,79,412,61,390,45,369,31,345,20,320,11,293,6,264,2,235,,208,2,185,4,161,9r-23,7l118,25,98,36,80,49,62,63r-9,9l44,83,35,96r-8,12l20,123r-7,14l8,153,2,170r116,27l125,175r9,-18l139,148r8,-7l154,133r7,-7l170,119r9,-5l188,110r9,-4l219,101r22,-2l257,101r14,2l286,106r12,6l311,117r13,9l334,135r11,11l354,159r9,14l369,189r7,18l380,225r3,22l385,270r,26l385,323r-2,23l380,369r-4,20l371,407r-8,18l354,440r-9,12l336,463r-12,9l313,479r-13,8l287,492r-14,4l259,497r-17,l231,497r-10,-1l210,494r-11,-4l190,487r-9,-6l172,476r-9,-7l154,461r-7,-9l139,441r-5,-10l129,418r-6,-13l118,391r-4,-16xe" stroked="f">
              <v:path arrowok="t"/>
            </v:shape>
            <v:shape id="_x0000_s1523" style="position:absolute;left:3862;top:6008;width:199;height:289" coordsize="397,578" path="m397,578l397,,,,,99r280,l280,236r-242,l38,333r242,l280,578r117,xe" stroked="f">
              <v:path arrowok="t"/>
            </v:shape>
            <v:shape id="_x0000_s1524" style="position:absolute;left:3231;top:6008;width:280;height:289" coordsize="560,578" path="m560,578l560,,384,,280,395,175,,,,,578r108,l108,124,224,578r112,l451,124r,454l560,578xe" stroked="f">
              <v:path arrowok="t"/>
            </v:shape>
            <v:shape id="_x0000_s1525" style="position:absolute;left:2133;top:6010;width:204;height:287" coordsize="408,572" path="m408,572l408,,293,r,475l,475r,97l408,572xe" stroked="f">
              <v:path arrowok="t"/>
            </v:shape>
            <v:shape id="_x0000_s1526" style="position:absolute;left:1541;top:6008;width:270;height:289" coordsize="540,578" path="m333,578l540,,412,,266,429,125,,,,208,578r125,xe" stroked="f">
              <v:path arrowok="t"/>
            </v:shape>
            <v:shape id="_x0000_s1527" style="position:absolute;left:953;top:6008;width:290;height:289" coordsize="582,578" path="m,578r126,l177,447r231,l457,578r125,l356,,231,,,578xm215,350l294,135r80,215l215,350xe" stroked="f">
              <v:path arrowok="t"/>
              <o:lock v:ext="edit" verticies="t"/>
            </v:shape>
            <v:shape id="_x0000_s1528" style="position:absolute;left:2691;top:5933;width:232;height:369" coordsize="462,738" path="m462,149r-117,l345,463r,34l345,524r-2,21l341,560r-5,16l329,592r-11,13l305,618r-16,9l273,632r-22,5l227,637r-23,l184,634r-9,-4l166,627r-7,-4l153,618,141,607r-9,-11l126,581r-3,-12l121,551r-2,-22l117,502r,-32l117,149,,149,,454r2,48l2,542r3,34l9,601r7,20l23,641r9,16l45,673r13,15l74,700r18,11l114,720r21,7l162,733r29,3l224,738r40,-2l298,733r14,-2l327,727r12,-3l350,718r20,-9l388,697r16,-13l419,670r11,-16l439,637r7,-16l451,605r4,-27l459,544r3,-40l462,459r,-310xm303,117l249,,125,,233,117r70,xe" stroked="f">
              <v:path arrowok="t"/>
              <o:lock v:ext="edit" verticies="t"/>
            </v:shape>
            <v:shape id="_x0000_s1529" style="position:absolute;left:2593;top:7314;width:209;height:261" coordsize="417,520" path="m417,520l417,,313,r,203l105,203,105,,,,,520r105,l105,291r208,l313,520r104,xe" stroked="f">
              <v:path arrowok="t"/>
            </v:shape>
            <v:shape id="_x0000_s1530" style="position:absolute;left:2303;top:7246;width:262;height:329" coordsize="524,657" path="m,657r116,l161,538r210,l412,657r112,l322,137r-112,l,657xm195,450l268,257r70,193l195,450xm327,106l279,,167,r97,106l327,106xe" stroked="f">
              <v:path arrowok="t"/>
              <o:lock v:ext="edit" verticies="t"/>
            </v:shape>
            <v:shape id="_x0000_s1531" style="position:absolute;left:2068;top:7314;width:207;height:261" coordsize="413,520" path="m413,520l413,,311,,97,347,97,,,,,520r105,l316,180r,340l413,520xe" stroked="f">
              <v:path arrowok="t"/>
            </v:shape>
            <v:shape id="_x0000_s1532" style="position:absolute;left:1796;top:7314;width:244;height:261" coordsize="487,520" path="m296,520r,-220l487,,364,,242,205,121,,,,191,300r,220l296,520xe" stroked="f">
              <v:path arrowok="t"/>
            </v:shape>
            <v:shape id="_x0000_s1533" style="position:absolute;left:1528;top:7246;width:252;height:333" coordsize="506,666" path="m506,400r-2,-38l501,326r-4,-16l491,295r-3,-14l482,266,472,247,461,228,448,210,434,194,417,180,401,167,383,156r-18,-9l340,138r-27,-5l284,129r-31,-1l226,128r-27,3l174,137r-24,9l127,155r-20,12l87,182,69,198,53,218,38,237,27,259,17,284,9,310,4,337,,365r,33l,428r4,29l9,484r8,25l27,533r11,21l53,576r16,18l87,610r18,15l127,637r21,11l172,655r25,6l224,664r27,2l280,664r27,-3l333,655r23,-7l380,637r19,-12l419,610r18,-16l454,576r14,-20l479,535r9,-26l497,486r5,-27l504,430r2,-30xm398,396r-2,22l394,437r-2,18l387,473r-6,17l374,504r-9,14l356,529r-11,11l334,549r-12,9l309,563r-13,6l282,573r-14,1l253,576r-16,-2l222,573r-14,-4l195,563r-12,-5l170,551,159,540r-11,-9l139,518r-7,-14l125,490r-5,-17l114,455r-4,-18l109,416r,-22l109,373r1,-20l114,335r6,-18l125,301r5,-15l139,274r9,-13l157,250r13,-9l181,234r13,-6l208,223r13,-4l237,218r16,l268,218r16,1l298,223r13,5l324,234r12,9l347,252r11,9l367,274r7,12l381,301r6,16l392,335r2,20l396,374r2,22xm318,106l268,,156,r99,106l318,106xe" stroked="f">
              <v:path arrowok="t"/>
              <o:lock v:ext="edit" verticies="t"/>
            </v:shape>
            <v:shape id="_x0000_s1534" style="position:absolute;left:1251;top:7314;width:235;height:261" coordsize="469,520" path="m469,520l469,,247,,209,,175,3,148,7r-22,7l108,21,92,32,77,46,65,63,56,82r-7,20l45,122r-2,24l43,160r2,13l49,187r3,11l56,210r7,11l70,232r7,9l86,250r11,9l108,266r13,7l133,279r15,3l164,286r16,4l164,300r-14,11l135,322r-11,11l112,347,97,367,83,390,65,417,,520r126,l202,407r20,-29l236,356r13,-16l258,329r7,-7l274,317r7,-6l290,308r10,-2l312,304r15,-2l343,302r22,l365,520r104,xm365,219r-78,l253,219r-28,-1l204,216r-13,-4l182,209r-7,-4l168,198r-6,-7l157,183r-4,-10l151,164r,-13l151,140r4,-12l159,119r7,-9l173,102r9,-5l193,91r13,-1l215,88r16,l253,88r28,l365,88r,131xe" stroked="f">
              <v:path arrowok="t"/>
              <o:lock v:ext="edit" verticies="t"/>
            </v:shape>
            <v:shape id="_x0000_s1535" style="position:absolute;left:988;top:7314;width:262;height:261" coordsize="524,520" path="m,520r116,l161,401r210,l412,520r112,l322,,210,,,520xm196,313l268,120r70,193l196,313xe" stroked="f">
              <v:path arrowok="t"/>
              <o:lock v:ext="edit" verticies="t"/>
            </v:shape>
            <v:shape id="_x0000_s1536" style="position:absolute;left:781;top:7312;width:187;height:263" coordsize="374,526" path="m144,391r91,l235,375r,-7l235,346r-4,-18l227,310r-7,-14l211,281,199,265,182,249,162,231,128,202,110,184r-5,-9l101,166r-4,-9l97,146r2,-14l103,119r7,-11l121,96r13,-9l148,81r16,-3l182,76r20,2l218,81r15,7l247,97r11,13l269,125r7,18l282,164r92,-12l372,137r-4,-16l365,106,358,94,350,79,341,67,332,56,320,43,307,34,293,25,278,16,262,11,244,6,226,2,208,,188,,166,,146,2,128,6r-18,5l94,18,78,25,63,34,51,45,38,56,29,69,20,81,13,94,7,106,4,121,,135r,15l,166r4,16l11,197r7,14l31,227r16,20l70,269r27,23l112,305r13,10l132,326r5,7l141,344r2,13l144,373r,18xm235,526r,-101l135,425r,101l235,526xe" stroked="f">
              <v:path arrowok="t"/>
              <o:lock v:ext="edit" verticies="t"/>
            </v:shape>
            <v:shape id="_x0000_s1537" style="position:absolute;left:2593;top:7314;width:209;height:261" coordsize="417,520" path="m417,520l417,,313,r,203l105,203,105,,,,,520r105,l105,291r208,l313,520r104,xe" filled="f" strokecolor="#1f1a17" strokeweight="1e-4mm">
              <v:path arrowok="t"/>
            </v:shape>
            <v:shape id="_x0000_s1538" style="position:absolute;left:2303;top:7314;width:262;height:261" coordsize="524,520" path="m,520r116,l161,401r210,l412,520r112,l322,,210,,,520xe" filled="f" strokecolor="#1f1a17" strokeweight="1e-4mm">
              <v:path arrowok="t"/>
            </v:shape>
            <v:shape id="_x0000_s1539" style="position:absolute;left:2401;top:7375;width:71;height:96" coordsize="143,193" path="m,193l73,r70,193l,193xe" filled="f" strokecolor="#1f1a17" strokeweight="1e-4mm">
              <v:path arrowok="t"/>
            </v:shape>
            <v:shape id="_x0000_s1540" style="position:absolute;left:2386;top:7246;width:81;height:53" coordsize="160,106" path="m160,106l112,,,,97,106r63,xe" filled="f" strokecolor="#1f1a17" strokeweight="1e-4mm">
              <v:path arrowok="t"/>
            </v:shape>
            <v:shape id="_x0000_s1541" style="position:absolute;left:2068;top:7314;width:207;height:261" coordsize="413,520" path="m413,520l413,,311,,97,347,97,,,,,520r105,l316,180r,340l413,520xe" filled="f" strokecolor="#1f1a17" strokeweight="1e-4mm">
              <v:path arrowok="t"/>
            </v:shape>
            <v:shape id="_x0000_s1542" style="position:absolute;left:1796;top:7314;width:244;height:261" coordsize="487,520" path="m296,520r,-220l487,,364,,242,205,121,,,,191,300r,220l296,520xe" filled="f" strokecolor="#1f1a17" strokeweight="1e-4mm">
              <v:path arrowok="t"/>
            </v:shape>
            <v:shape id="_x0000_s1543" style="position:absolute;left:1528;top:7310;width:252;height:269" coordsize="506,538" path="m506,272r-2,-38l501,198r-4,-16l491,167r-3,-14l482,138,472,119,461,100,448,82,434,66,417,52,401,39,383,28,365,19,340,10,313,5,284,1,253,,226,,199,3,174,9r-24,9l127,27,107,39,87,54,69,70,53,90,38,109,27,131,17,156,9,182,4,209,,237r,33l,300r4,29l9,356r8,25l27,405r11,21l53,448r16,18l87,482r18,15l127,509r21,11l172,527r25,6l224,536r27,2l280,536r27,-3l333,527r23,-7l380,509r19,-12l419,482r18,-16l454,448r14,-20l479,407r9,-26l497,358r5,-27l504,302r2,-30e" filled="f" strokecolor="#1f1a17" strokeweight="1e-4mm">
              <v:path arrowok="t"/>
            </v:shape>
            <v:shape id="_x0000_s1544" style="position:absolute;left:1582;top:7355;width:144;height:179" coordsize="289,358" path="m289,178r-2,22l285,219r-2,18l278,255r-6,17l265,286r-9,14l247,311r-11,11l225,331r-12,9l200,345r-13,6l173,355r-14,1l144,358r-16,-2l113,355,99,351,86,345,74,340,61,333,50,322,39,313,30,300,23,286,16,272,11,255,5,237,1,219,,198,,176,,155,1,135,5,117,11,99,16,83,21,68,30,56,39,43,48,32,61,23,72,16,85,10,99,5,112,1,128,r16,l159,r16,1l189,5r13,5l215,16r12,9l238,34r11,9l258,56r7,12l272,83r6,16l283,117r2,20l287,156r2,22e" filled="f" strokecolor="#1f1a17" strokeweight="1e-4mm">
              <v:path arrowok="t"/>
            </v:shape>
            <v:shape id="_x0000_s1545" style="position:absolute;left:1605;top:7246;width:82;height:53" coordsize="162,106" path="m162,106l112,,,,99,106r63,xe" filled="f" strokecolor="#1f1a17" strokeweight="1e-4mm">
              <v:path arrowok="t"/>
            </v:shape>
            <v:shape id="_x0000_s1546" style="position:absolute;left:1251;top:7314;width:235;height:261" coordsize="469,520" path="m469,520l469,,247,,209,,175,3,148,7r-22,7l108,21,92,32,77,46,65,63,56,82r-7,20l45,122r-2,24l43,160r2,13l49,187r3,11l56,210r7,11l70,232r7,9l86,250r11,9l108,266r13,7l133,279r15,3l164,286r16,4l164,300r-14,11l135,322r-11,11l112,347,97,367,83,390,65,417,,520r126,l202,407r20,-29l236,356r13,-16l258,329r7,-7l274,317r7,-6l290,308r10,-2l312,304r15,-2l343,302r22,l365,520r104,e" filled="f" strokecolor="#1f1a17" strokeweight="1e-4mm">
              <v:path arrowok="t"/>
            </v:shape>
            <v:shape id="_x0000_s1547" style="position:absolute;left:1327;top:7358;width:107;height:66" coordsize="214,131" path="m214,131r-78,l102,131,74,130,53,128,40,124r-9,-3l24,117r-7,-7l11,103,6,95,2,85,,76,,63,,52,4,40,8,31r7,-9l22,14,31,9,42,3,55,2,64,,80,r22,l130,r84,l214,131e" filled="f" strokecolor="#1f1a17" strokeweight="1e-4mm">
              <v:path arrowok="t"/>
            </v:shape>
            <v:shape id="_x0000_s1548" style="position:absolute;left:988;top:7314;width:262;height:261" coordsize="524,520" path="m,520r116,l161,401r210,l412,520r112,l322,,210,,,520xe" filled="f" strokecolor="#1f1a17" strokeweight="1e-4mm">
              <v:path arrowok="t"/>
            </v:shape>
            <v:shape id="_x0000_s1549" style="position:absolute;left:1085;top:7375;width:72;height:96" coordsize="142,193" path="m,193l72,r70,193l,193xe" filled="f" strokecolor="#1f1a17" strokeweight="1e-4mm">
              <v:path arrowok="t"/>
            </v:shape>
            <v:shape id="_x0000_s1550" style="position:absolute;left:781;top:7312;width:187;height:195" coordsize="374,391" path="m144,391r91,l235,375r,-7l235,346r-4,-18l227,310r-7,-14l211,281,199,265,182,249,162,231,128,202,110,184r-5,-9l101,166r-4,-9l97,146r2,-14l103,119r7,-11l121,96r13,-9l148,81r16,-3l182,76r20,2l218,81r15,7l247,97r11,13l269,125r7,18l282,164r92,-12l372,137r-4,-16l365,106,358,94,350,79,341,67,332,56,320,43,307,34,293,25,278,16,262,11,244,6,226,2,208,,188,,166,,146,2,128,6r-18,5l94,18,78,25,63,34,51,45,38,56,29,69,20,81,13,94,7,106,4,121,,135r,15l,166r4,16l11,197r7,14l31,227r16,20l70,269r27,23l112,305r13,10l132,326r5,7l141,344r2,13l144,373r,18e" filled="f" strokecolor="#1f1a17" strokeweight="1e-4mm">
              <v:path arrowok="t"/>
            </v:shape>
            <v:rect id="_x0000_s1551" style="position:absolute;left:849;top:7524;width:49;height:51" filled="f" strokecolor="#1f1a17" strokeweight="1e-4mm"/>
            <w10:anchorlock/>
          </v:group>
        </w:pict>
      </w:r>
    </w:p>
    <w:sectPr w:rsidR="002947D6" w:rsidSect="0075438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4388"/>
    <w:rsid w:val="000058AD"/>
    <w:rsid w:val="00007768"/>
    <w:rsid w:val="0000776C"/>
    <w:rsid w:val="00013514"/>
    <w:rsid w:val="000149C3"/>
    <w:rsid w:val="00014F69"/>
    <w:rsid w:val="000161E0"/>
    <w:rsid w:val="00017495"/>
    <w:rsid w:val="0002208A"/>
    <w:rsid w:val="00023DF4"/>
    <w:rsid w:val="00030209"/>
    <w:rsid w:val="00041FBC"/>
    <w:rsid w:val="000430E2"/>
    <w:rsid w:val="000510AC"/>
    <w:rsid w:val="00052717"/>
    <w:rsid w:val="00056290"/>
    <w:rsid w:val="00056C9F"/>
    <w:rsid w:val="0006177B"/>
    <w:rsid w:val="00061DA5"/>
    <w:rsid w:val="00062CAC"/>
    <w:rsid w:val="000634B6"/>
    <w:rsid w:val="00063F47"/>
    <w:rsid w:val="00065162"/>
    <w:rsid w:val="00066B8D"/>
    <w:rsid w:val="000720B4"/>
    <w:rsid w:val="000815B7"/>
    <w:rsid w:val="0008278D"/>
    <w:rsid w:val="00083FAF"/>
    <w:rsid w:val="000862F6"/>
    <w:rsid w:val="00090CC9"/>
    <w:rsid w:val="0009167B"/>
    <w:rsid w:val="00092276"/>
    <w:rsid w:val="000977EC"/>
    <w:rsid w:val="000A4A89"/>
    <w:rsid w:val="000A70D2"/>
    <w:rsid w:val="000A7586"/>
    <w:rsid w:val="000B14EE"/>
    <w:rsid w:val="000B2F48"/>
    <w:rsid w:val="000B35FB"/>
    <w:rsid w:val="000B79B4"/>
    <w:rsid w:val="000C04CD"/>
    <w:rsid w:val="000C4737"/>
    <w:rsid w:val="000C5E6D"/>
    <w:rsid w:val="000C615C"/>
    <w:rsid w:val="000C73FE"/>
    <w:rsid w:val="000D1111"/>
    <w:rsid w:val="000D7C06"/>
    <w:rsid w:val="000E5744"/>
    <w:rsid w:val="000E638D"/>
    <w:rsid w:val="00102A50"/>
    <w:rsid w:val="00102D96"/>
    <w:rsid w:val="00113019"/>
    <w:rsid w:val="00113635"/>
    <w:rsid w:val="00113B4A"/>
    <w:rsid w:val="00115010"/>
    <w:rsid w:val="0012020D"/>
    <w:rsid w:val="00120436"/>
    <w:rsid w:val="0012135B"/>
    <w:rsid w:val="001370E9"/>
    <w:rsid w:val="001421BB"/>
    <w:rsid w:val="00142552"/>
    <w:rsid w:val="00142E8B"/>
    <w:rsid w:val="00152D4C"/>
    <w:rsid w:val="0015301B"/>
    <w:rsid w:val="0015556C"/>
    <w:rsid w:val="0016175A"/>
    <w:rsid w:val="00164F74"/>
    <w:rsid w:val="00166305"/>
    <w:rsid w:val="00166317"/>
    <w:rsid w:val="001671B4"/>
    <w:rsid w:val="0017058A"/>
    <w:rsid w:val="00171C98"/>
    <w:rsid w:val="00172026"/>
    <w:rsid w:val="0017319B"/>
    <w:rsid w:val="00173265"/>
    <w:rsid w:val="001741E1"/>
    <w:rsid w:val="001811DC"/>
    <w:rsid w:val="001A2C4A"/>
    <w:rsid w:val="001A2D07"/>
    <w:rsid w:val="001A3FCB"/>
    <w:rsid w:val="001A6857"/>
    <w:rsid w:val="001A6B8A"/>
    <w:rsid w:val="001A6CAD"/>
    <w:rsid w:val="001A753C"/>
    <w:rsid w:val="001B2421"/>
    <w:rsid w:val="001B3453"/>
    <w:rsid w:val="001B4B5A"/>
    <w:rsid w:val="001B5A32"/>
    <w:rsid w:val="001B66D7"/>
    <w:rsid w:val="001B727B"/>
    <w:rsid w:val="001C261A"/>
    <w:rsid w:val="001C31B4"/>
    <w:rsid w:val="001C431F"/>
    <w:rsid w:val="001D2EB9"/>
    <w:rsid w:val="001E18A4"/>
    <w:rsid w:val="001E2352"/>
    <w:rsid w:val="001E3ED5"/>
    <w:rsid w:val="001E4818"/>
    <w:rsid w:val="001E4FE0"/>
    <w:rsid w:val="001E5BA3"/>
    <w:rsid w:val="001E5EED"/>
    <w:rsid w:val="001E75DE"/>
    <w:rsid w:val="00203203"/>
    <w:rsid w:val="00214EE2"/>
    <w:rsid w:val="00224FB5"/>
    <w:rsid w:val="00230DAA"/>
    <w:rsid w:val="002313BC"/>
    <w:rsid w:val="00237B35"/>
    <w:rsid w:val="00240B17"/>
    <w:rsid w:val="00243440"/>
    <w:rsid w:val="00243A14"/>
    <w:rsid w:val="00244C7D"/>
    <w:rsid w:val="00250419"/>
    <w:rsid w:val="00252463"/>
    <w:rsid w:val="00254F85"/>
    <w:rsid w:val="00261EEE"/>
    <w:rsid w:val="002655E1"/>
    <w:rsid w:val="0026780C"/>
    <w:rsid w:val="0027070C"/>
    <w:rsid w:val="00275074"/>
    <w:rsid w:val="002773E4"/>
    <w:rsid w:val="0028054A"/>
    <w:rsid w:val="00286A05"/>
    <w:rsid w:val="00290507"/>
    <w:rsid w:val="00293614"/>
    <w:rsid w:val="00293F20"/>
    <w:rsid w:val="002947D6"/>
    <w:rsid w:val="00295989"/>
    <w:rsid w:val="00295D05"/>
    <w:rsid w:val="00297B52"/>
    <w:rsid w:val="002A00B7"/>
    <w:rsid w:val="002A12D6"/>
    <w:rsid w:val="002A43CE"/>
    <w:rsid w:val="002A4E62"/>
    <w:rsid w:val="002A5D0F"/>
    <w:rsid w:val="002A767E"/>
    <w:rsid w:val="002B08DD"/>
    <w:rsid w:val="002B09BA"/>
    <w:rsid w:val="002B4105"/>
    <w:rsid w:val="002B66ED"/>
    <w:rsid w:val="002B78AF"/>
    <w:rsid w:val="002C0253"/>
    <w:rsid w:val="002C57C1"/>
    <w:rsid w:val="002E4F8A"/>
    <w:rsid w:val="002E70B8"/>
    <w:rsid w:val="002F2120"/>
    <w:rsid w:val="002F2195"/>
    <w:rsid w:val="002F26B4"/>
    <w:rsid w:val="00300E94"/>
    <w:rsid w:val="00303BEA"/>
    <w:rsid w:val="0031202E"/>
    <w:rsid w:val="00313C9D"/>
    <w:rsid w:val="00327553"/>
    <w:rsid w:val="003378CE"/>
    <w:rsid w:val="0034273A"/>
    <w:rsid w:val="0034646F"/>
    <w:rsid w:val="00346D4B"/>
    <w:rsid w:val="003503CA"/>
    <w:rsid w:val="00355988"/>
    <w:rsid w:val="00355B25"/>
    <w:rsid w:val="00357020"/>
    <w:rsid w:val="00360251"/>
    <w:rsid w:val="00367539"/>
    <w:rsid w:val="00370E7D"/>
    <w:rsid w:val="003726FD"/>
    <w:rsid w:val="00372D63"/>
    <w:rsid w:val="0037308E"/>
    <w:rsid w:val="00374438"/>
    <w:rsid w:val="0037477D"/>
    <w:rsid w:val="0037556D"/>
    <w:rsid w:val="00376967"/>
    <w:rsid w:val="003812B1"/>
    <w:rsid w:val="00384917"/>
    <w:rsid w:val="00386670"/>
    <w:rsid w:val="00390A07"/>
    <w:rsid w:val="0039135B"/>
    <w:rsid w:val="003927DA"/>
    <w:rsid w:val="003930F2"/>
    <w:rsid w:val="0039572A"/>
    <w:rsid w:val="003A514A"/>
    <w:rsid w:val="003A5F1C"/>
    <w:rsid w:val="003B09D4"/>
    <w:rsid w:val="003B279A"/>
    <w:rsid w:val="003B4D4F"/>
    <w:rsid w:val="003D08D5"/>
    <w:rsid w:val="003D2776"/>
    <w:rsid w:val="003D4185"/>
    <w:rsid w:val="003D5970"/>
    <w:rsid w:val="003D73B5"/>
    <w:rsid w:val="003E31BB"/>
    <w:rsid w:val="003E51B7"/>
    <w:rsid w:val="003E7336"/>
    <w:rsid w:val="003F2F35"/>
    <w:rsid w:val="003F30A9"/>
    <w:rsid w:val="003F4A87"/>
    <w:rsid w:val="003F52EF"/>
    <w:rsid w:val="003F56C0"/>
    <w:rsid w:val="00403C97"/>
    <w:rsid w:val="00405248"/>
    <w:rsid w:val="004077B9"/>
    <w:rsid w:val="0041192E"/>
    <w:rsid w:val="00414933"/>
    <w:rsid w:val="00415C90"/>
    <w:rsid w:val="00420487"/>
    <w:rsid w:val="0042599C"/>
    <w:rsid w:val="00426038"/>
    <w:rsid w:val="004261E2"/>
    <w:rsid w:val="00427980"/>
    <w:rsid w:val="00431EBC"/>
    <w:rsid w:val="004369B5"/>
    <w:rsid w:val="00444BEE"/>
    <w:rsid w:val="00447620"/>
    <w:rsid w:val="00450323"/>
    <w:rsid w:val="00451A8C"/>
    <w:rsid w:val="0045711E"/>
    <w:rsid w:val="00457D2E"/>
    <w:rsid w:val="00462B7B"/>
    <w:rsid w:val="00470E34"/>
    <w:rsid w:val="004772A1"/>
    <w:rsid w:val="00480DC9"/>
    <w:rsid w:val="00484680"/>
    <w:rsid w:val="00485FCA"/>
    <w:rsid w:val="0048727A"/>
    <w:rsid w:val="00490110"/>
    <w:rsid w:val="004A2AD7"/>
    <w:rsid w:val="004A4716"/>
    <w:rsid w:val="004A76D9"/>
    <w:rsid w:val="004B2E66"/>
    <w:rsid w:val="004B398F"/>
    <w:rsid w:val="004C0096"/>
    <w:rsid w:val="004C05E8"/>
    <w:rsid w:val="004C7783"/>
    <w:rsid w:val="004D0413"/>
    <w:rsid w:val="004D21B1"/>
    <w:rsid w:val="004D6A7C"/>
    <w:rsid w:val="004D6E84"/>
    <w:rsid w:val="004D7764"/>
    <w:rsid w:val="004E52E9"/>
    <w:rsid w:val="004E623F"/>
    <w:rsid w:val="004E6E9F"/>
    <w:rsid w:val="004E7061"/>
    <w:rsid w:val="00507095"/>
    <w:rsid w:val="00514FAE"/>
    <w:rsid w:val="005165B2"/>
    <w:rsid w:val="005169A9"/>
    <w:rsid w:val="0051757B"/>
    <w:rsid w:val="00526536"/>
    <w:rsid w:val="00526B58"/>
    <w:rsid w:val="0052726A"/>
    <w:rsid w:val="00533BE9"/>
    <w:rsid w:val="00534766"/>
    <w:rsid w:val="0053488A"/>
    <w:rsid w:val="00542F21"/>
    <w:rsid w:val="005443A4"/>
    <w:rsid w:val="00544E08"/>
    <w:rsid w:val="00562804"/>
    <w:rsid w:val="00565228"/>
    <w:rsid w:val="005663A2"/>
    <w:rsid w:val="00567086"/>
    <w:rsid w:val="00567DEF"/>
    <w:rsid w:val="00570350"/>
    <w:rsid w:val="00570778"/>
    <w:rsid w:val="00570B7C"/>
    <w:rsid w:val="0057203B"/>
    <w:rsid w:val="00573610"/>
    <w:rsid w:val="00573ED0"/>
    <w:rsid w:val="00574B9C"/>
    <w:rsid w:val="005751B1"/>
    <w:rsid w:val="005753EE"/>
    <w:rsid w:val="00580486"/>
    <w:rsid w:val="00580BAA"/>
    <w:rsid w:val="0058492F"/>
    <w:rsid w:val="005A0A55"/>
    <w:rsid w:val="005A1A33"/>
    <w:rsid w:val="005A3292"/>
    <w:rsid w:val="005A4689"/>
    <w:rsid w:val="005A49C3"/>
    <w:rsid w:val="005A5EF0"/>
    <w:rsid w:val="005A787C"/>
    <w:rsid w:val="005A7FC4"/>
    <w:rsid w:val="005B03DC"/>
    <w:rsid w:val="005B0D01"/>
    <w:rsid w:val="005B7A34"/>
    <w:rsid w:val="005C1DB7"/>
    <w:rsid w:val="005C1E28"/>
    <w:rsid w:val="005C35F4"/>
    <w:rsid w:val="005C382A"/>
    <w:rsid w:val="005C5375"/>
    <w:rsid w:val="005C5B9F"/>
    <w:rsid w:val="005D1245"/>
    <w:rsid w:val="005D797E"/>
    <w:rsid w:val="005E1DA0"/>
    <w:rsid w:val="005E1E3A"/>
    <w:rsid w:val="005E3C09"/>
    <w:rsid w:val="005E4A72"/>
    <w:rsid w:val="005E61D7"/>
    <w:rsid w:val="005F1B55"/>
    <w:rsid w:val="005F2D7B"/>
    <w:rsid w:val="005F361F"/>
    <w:rsid w:val="005F5957"/>
    <w:rsid w:val="005F5B11"/>
    <w:rsid w:val="005F727B"/>
    <w:rsid w:val="00600511"/>
    <w:rsid w:val="0060239E"/>
    <w:rsid w:val="00602C99"/>
    <w:rsid w:val="006128C5"/>
    <w:rsid w:val="006138CB"/>
    <w:rsid w:val="00621DE5"/>
    <w:rsid w:val="00622DDD"/>
    <w:rsid w:val="00623A8C"/>
    <w:rsid w:val="00625B5C"/>
    <w:rsid w:val="00625E65"/>
    <w:rsid w:val="00627185"/>
    <w:rsid w:val="00630957"/>
    <w:rsid w:val="00632DFA"/>
    <w:rsid w:val="00633DC9"/>
    <w:rsid w:val="00635C25"/>
    <w:rsid w:val="006360D1"/>
    <w:rsid w:val="00643FC3"/>
    <w:rsid w:val="0064628D"/>
    <w:rsid w:val="0064758F"/>
    <w:rsid w:val="006479EE"/>
    <w:rsid w:val="00650129"/>
    <w:rsid w:val="00654231"/>
    <w:rsid w:val="00654E46"/>
    <w:rsid w:val="00666431"/>
    <w:rsid w:val="00666760"/>
    <w:rsid w:val="00667DCC"/>
    <w:rsid w:val="00670FED"/>
    <w:rsid w:val="006728A8"/>
    <w:rsid w:val="00674978"/>
    <w:rsid w:val="00674C46"/>
    <w:rsid w:val="006847A3"/>
    <w:rsid w:val="00685E53"/>
    <w:rsid w:val="00690108"/>
    <w:rsid w:val="00690530"/>
    <w:rsid w:val="006908EA"/>
    <w:rsid w:val="00692615"/>
    <w:rsid w:val="00697653"/>
    <w:rsid w:val="006A18C5"/>
    <w:rsid w:val="006A25EF"/>
    <w:rsid w:val="006A38B2"/>
    <w:rsid w:val="006A482D"/>
    <w:rsid w:val="006B0047"/>
    <w:rsid w:val="006B2862"/>
    <w:rsid w:val="006B3799"/>
    <w:rsid w:val="006B5186"/>
    <w:rsid w:val="006B7350"/>
    <w:rsid w:val="006B7F1F"/>
    <w:rsid w:val="006D4894"/>
    <w:rsid w:val="006D48E4"/>
    <w:rsid w:val="006D5746"/>
    <w:rsid w:val="006D575F"/>
    <w:rsid w:val="006D7CD0"/>
    <w:rsid w:val="006E6B81"/>
    <w:rsid w:val="006F0525"/>
    <w:rsid w:val="006F1835"/>
    <w:rsid w:val="006F1BAE"/>
    <w:rsid w:val="006F37FD"/>
    <w:rsid w:val="006F3AA2"/>
    <w:rsid w:val="006F599C"/>
    <w:rsid w:val="006F6316"/>
    <w:rsid w:val="00702BED"/>
    <w:rsid w:val="00704204"/>
    <w:rsid w:val="00710B13"/>
    <w:rsid w:val="00712890"/>
    <w:rsid w:val="00717EE2"/>
    <w:rsid w:val="00722183"/>
    <w:rsid w:val="00724A3B"/>
    <w:rsid w:val="00731BF4"/>
    <w:rsid w:val="0074074C"/>
    <w:rsid w:val="00742320"/>
    <w:rsid w:val="0074658A"/>
    <w:rsid w:val="007538FB"/>
    <w:rsid w:val="00753E3C"/>
    <w:rsid w:val="00754388"/>
    <w:rsid w:val="00756AEC"/>
    <w:rsid w:val="007579E1"/>
    <w:rsid w:val="007606D2"/>
    <w:rsid w:val="00772B50"/>
    <w:rsid w:val="00774988"/>
    <w:rsid w:val="0078011E"/>
    <w:rsid w:val="00780F50"/>
    <w:rsid w:val="00782525"/>
    <w:rsid w:val="00787285"/>
    <w:rsid w:val="007927F0"/>
    <w:rsid w:val="00792D1A"/>
    <w:rsid w:val="0079434B"/>
    <w:rsid w:val="00794526"/>
    <w:rsid w:val="0079615D"/>
    <w:rsid w:val="00796D06"/>
    <w:rsid w:val="00797AE1"/>
    <w:rsid w:val="007A65A4"/>
    <w:rsid w:val="007A6BCD"/>
    <w:rsid w:val="007C4632"/>
    <w:rsid w:val="007C4CD2"/>
    <w:rsid w:val="007C5648"/>
    <w:rsid w:val="007D1900"/>
    <w:rsid w:val="007D2DB4"/>
    <w:rsid w:val="007D348E"/>
    <w:rsid w:val="007E14C1"/>
    <w:rsid w:val="007E495B"/>
    <w:rsid w:val="007F4458"/>
    <w:rsid w:val="007F7379"/>
    <w:rsid w:val="007F780E"/>
    <w:rsid w:val="0080014C"/>
    <w:rsid w:val="008037A2"/>
    <w:rsid w:val="00810F59"/>
    <w:rsid w:val="00810FEE"/>
    <w:rsid w:val="0081686C"/>
    <w:rsid w:val="008170D4"/>
    <w:rsid w:val="0082132E"/>
    <w:rsid w:val="0082404B"/>
    <w:rsid w:val="00836CBA"/>
    <w:rsid w:val="008404F4"/>
    <w:rsid w:val="0084180D"/>
    <w:rsid w:val="00844E81"/>
    <w:rsid w:val="00845133"/>
    <w:rsid w:val="008475D9"/>
    <w:rsid w:val="008567F0"/>
    <w:rsid w:val="008573A0"/>
    <w:rsid w:val="008606EF"/>
    <w:rsid w:val="00860B27"/>
    <w:rsid w:val="0086155E"/>
    <w:rsid w:val="00861840"/>
    <w:rsid w:val="008621F8"/>
    <w:rsid w:val="008633AC"/>
    <w:rsid w:val="00863C1F"/>
    <w:rsid w:val="00871664"/>
    <w:rsid w:val="00882300"/>
    <w:rsid w:val="00887D7B"/>
    <w:rsid w:val="00895368"/>
    <w:rsid w:val="00895ECF"/>
    <w:rsid w:val="00896851"/>
    <w:rsid w:val="008A1D64"/>
    <w:rsid w:val="008B030D"/>
    <w:rsid w:val="008B3569"/>
    <w:rsid w:val="008B4EF7"/>
    <w:rsid w:val="008C0EB8"/>
    <w:rsid w:val="008C3AC6"/>
    <w:rsid w:val="008C42BA"/>
    <w:rsid w:val="008D1656"/>
    <w:rsid w:val="008D48BA"/>
    <w:rsid w:val="008D4D6F"/>
    <w:rsid w:val="008D4E6D"/>
    <w:rsid w:val="008D7FCF"/>
    <w:rsid w:val="008E2BAC"/>
    <w:rsid w:val="008F0BF4"/>
    <w:rsid w:val="00903680"/>
    <w:rsid w:val="00904977"/>
    <w:rsid w:val="009060DD"/>
    <w:rsid w:val="00906F2B"/>
    <w:rsid w:val="009174A5"/>
    <w:rsid w:val="00921853"/>
    <w:rsid w:val="0092276F"/>
    <w:rsid w:val="0092318F"/>
    <w:rsid w:val="00927329"/>
    <w:rsid w:val="00935349"/>
    <w:rsid w:val="00941D27"/>
    <w:rsid w:val="00942E46"/>
    <w:rsid w:val="00954E78"/>
    <w:rsid w:val="00955DC0"/>
    <w:rsid w:val="0096598A"/>
    <w:rsid w:val="0097047F"/>
    <w:rsid w:val="00973A69"/>
    <w:rsid w:val="009750AD"/>
    <w:rsid w:val="00976A79"/>
    <w:rsid w:val="00983273"/>
    <w:rsid w:val="00983F4F"/>
    <w:rsid w:val="00993EBB"/>
    <w:rsid w:val="0099434B"/>
    <w:rsid w:val="0099553F"/>
    <w:rsid w:val="00995654"/>
    <w:rsid w:val="009B005F"/>
    <w:rsid w:val="009B0B63"/>
    <w:rsid w:val="009B3055"/>
    <w:rsid w:val="009B4D7B"/>
    <w:rsid w:val="009B5D81"/>
    <w:rsid w:val="009B79A1"/>
    <w:rsid w:val="009C5CE1"/>
    <w:rsid w:val="009C63A3"/>
    <w:rsid w:val="009E0B7B"/>
    <w:rsid w:val="009E3215"/>
    <w:rsid w:val="009E3B17"/>
    <w:rsid w:val="009E59B4"/>
    <w:rsid w:val="009F0AEF"/>
    <w:rsid w:val="009F0C1C"/>
    <w:rsid w:val="00A02486"/>
    <w:rsid w:val="00A049BA"/>
    <w:rsid w:val="00A0755C"/>
    <w:rsid w:val="00A14C45"/>
    <w:rsid w:val="00A1686D"/>
    <w:rsid w:val="00A168D4"/>
    <w:rsid w:val="00A21D3A"/>
    <w:rsid w:val="00A22B1B"/>
    <w:rsid w:val="00A2317F"/>
    <w:rsid w:val="00A24258"/>
    <w:rsid w:val="00A249C5"/>
    <w:rsid w:val="00A32C3E"/>
    <w:rsid w:val="00A36827"/>
    <w:rsid w:val="00A3776A"/>
    <w:rsid w:val="00A42B3C"/>
    <w:rsid w:val="00A445E2"/>
    <w:rsid w:val="00A46C6A"/>
    <w:rsid w:val="00A5526D"/>
    <w:rsid w:val="00A5595A"/>
    <w:rsid w:val="00A63D16"/>
    <w:rsid w:val="00A64B84"/>
    <w:rsid w:val="00A676F7"/>
    <w:rsid w:val="00A7202D"/>
    <w:rsid w:val="00A7250A"/>
    <w:rsid w:val="00A73DC9"/>
    <w:rsid w:val="00A80575"/>
    <w:rsid w:val="00A82E76"/>
    <w:rsid w:val="00A8731F"/>
    <w:rsid w:val="00A916BA"/>
    <w:rsid w:val="00A91CC7"/>
    <w:rsid w:val="00A9349D"/>
    <w:rsid w:val="00A94AF8"/>
    <w:rsid w:val="00A95A56"/>
    <w:rsid w:val="00A96EAE"/>
    <w:rsid w:val="00AA03A8"/>
    <w:rsid w:val="00AA0F14"/>
    <w:rsid w:val="00AA398A"/>
    <w:rsid w:val="00AA455C"/>
    <w:rsid w:val="00AA4920"/>
    <w:rsid w:val="00AB111E"/>
    <w:rsid w:val="00AB270A"/>
    <w:rsid w:val="00AB3585"/>
    <w:rsid w:val="00AB5A8A"/>
    <w:rsid w:val="00AB63C0"/>
    <w:rsid w:val="00AB6A54"/>
    <w:rsid w:val="00AB7549"/>
    <w:rsid w:val="00AC0131"/>
    <w:rsid w:val="00AD2042"/>
    <w:rsid w:val="00AE16E4"/>
    <w:rsid w:val="00AE6F0C"/>
    <w:rsid w:val="00AE7C79"/>
    <w:rsid w:val="00AE7D01"/>
    <w:rsid w:val="00AF1023"/>
    <w:rsid w:val="00AF2E7A"/>
    <w:rsid w:val="00AF3A89"/>
    <w:rsid w:val="00AF58F4"/>
    <w:rsid w:val="00AF6A81"/>
    <w:rsid w:val="00B02476"/>
    <w:rsid w:val="00B02F81"/>
    <w:rsid w:val="00B0387D"/>
    <w:rsid w:val="00B04490"/>
    <w:rsid w:val="00B06DFF"/>
    <w:rsid w:val="00B06F41"/>
    <w:rsid w:val="00B1048C"/>
    <w:rsid w:val="00B11D58"/>
    <w:rsid w:val="00B1482F"/>
    <w:rsid w:val="00B167FA"/>
    <w:rsid w:val="00B23C3A"/>
    <w:rsid w:val="00B2645C"/>
    <w:rsid w:val="00B31DB4"/>
    <w:rsid w:val="00B31F9F"/>
    <w:rsid w:val="00B33C45"/>
    <w:rsid w:val="00B43947"/>
    <w:rsid w:val="00B43DA1"/>
    <w:rsid w:val="00B44B71"/>
    <w:rsid w:val="00B45FBD"/>
    <w:rsid w:val="00B52E2E"/>
    <w:rsid w:val="00B53BB9"/>
    <w:rsid w:val="00B60129"/>
    <w:rsid w:val="00B65050"/>
    <w:rsid w:val="00B65A9B"/>
    <w:rsid w:val="00B66773"/>
    <w:rsid w:val="00B80CC1"/>
    <w:rsid w:val="00B839DA"/>
    <w:rsid w:val="00B84807"/>
    <w:rsid w:val="00B87D03"/>
    <w:rsid w:val="00B92A9B"/>
    <w:rsid w:val="00B974F8"/>
    <w:rsid w:val="00B97E62"/>
    <w:rsid w:val="00BA0BA1"/>
    <w:rsid w:val="00BA1CB8"/>
    <w:rsid w:val="00BA29E9"/>
    <w:rsid w:val="00BA333D"/>
    <w:rsid w:val="00BA67D1"/>
    <w:rsid w:val="00BA6F53"/>
    <w:rsid w:val="00BB4E5F"/>
    <w:rsid w:val="00BB5F1D"/>
    <w:rsid w:val="00BB750F"/>
    <w:rsid w:val="00BC0824"/>
    <w:rsid w:val="00BC48F4"/>
    <w:rsid w:val="00BC525D"/>
    <w:rsid w:val="00BC54E1"/>
    <w:rsid w:val="00BC64A9"/>
    <w:rsid w:val="00BC7620"/>
    <w:rsid w:val="00BC789C"/>
    <w:rsid w:val="00BD1B4D"/>
    <w:rsid w:val="00BD21DF"/>
    <w:rsid w:val="00BD3823"/>
    <w:rsid w:val="00BD758A"/>
    <w:rsid w:val="00BE0C75"/>
    <w:rsid w:val="00BE2458"/>
    <w:rsid w:val="00BE24FB"/>
    <w:rsid w:val="00BE3743"/>
    <w:rsid w:val="00BE5992"/>
    <w:rsid w:val="00BF3DCE"/>
    <w:rsid w:val="00BF753E"/>
    <w:rsid w:val="00C037DB"/>
    <w:rsid w:val="00C04D24"/>
    <w:rsid w:val="00C05E37"/>
    <w:rsid w:val="00C06E01"/>
    <w:rsid w:val="00C105BC"/>
    <w:rsid w:val="00C11242"/>
    <w:rsid w:val="00C1173C"/>
    <w:rsid w:val="00C124BD"/>
    <w:rsid w:val="00C17A63"/>
    <w:rsid w:val="00C17B60"/>
    <w:rsid w:val="00C208AF"/>
    <w:rsid w:val="00C221B7"/>
    <w:rsid w:val="00C24CEC"/>
    <w:rsid w:val="00C2672C"/>
    <w:rsid w:val="00C30E92"/>
    <w:rsid w:val="00C3111B"/>
    <w:rsid w:val="00C31E4D"/>
    <w:rsid w:val="00C33330"/>
    <w:rsid w:val="00C33403"/>
    <w:rsid w:val="00C34386"/>
    <w:rsid w:val="00C36551"/>
    <w:rsid w:val="00C4588A"/>
    <w:rsid w:val="00C50A21"/>
    <w:rsid w:val="00C54A04"/>
    <w:rsid w:val="00C61B5F"/>
    <w:rsid w:val="00C63188"/>
    <w:rsid w:val="00C66E33"/>
    <w:rsid w:val="00C67181"/>
    <w:rsid w:val="00C715F3"/>
    <w:rsid w:val="00C73C07"/>
    <w:rsid w:val="00C83A36"/>
    <w:rsid w:val="00C94385"/>
    <w:rsid w:val="00C94961"/>
    <w:rsid w:val="00C96B17"/>
    <w:rsid w:val="00CA3977"/>
    <w:rsid w:val="00CB15F2"/>
    <w:rsid w:val="00CC08A3"/>
    <w:rsid w:val="00CC26CC"/>
    <w:rsid w:val="00CC6744"/>
    <w:rsid w:val="00CD0AC5"/>
    <w:rsid w:val="00CD5259"/>
    <w:rsid w:val="00CD795F"/>
    <w:rsid w:val="00CE0001"/>
    <w:rsid w:val="00CE1D8C"/>
    <w:rsid w:val="00CE3E30"/>
    <w:rsid w:val="00CE52E3"/>
    <w:rsid w:val="00CE77F4"/>
    <w:rsid w:val="00CF4892"/>
    <w:rsid w:val="00CF4B5D"/>
    <w:rsid w:val="00CF5B35"/>
    <w:rsid w:val="00D00A99"/>
    <w:rsid w:val="00D0788B"/>
    <w:rsid w:val="00D20469"/>
    <w:rsid w:val="00D20542"/>
    <w:rsid w:val="00D21037"/>
    <w:rsid w:val="00D24373"/>
    <w:rsid w:val="00D2460D"/>
    <w:rsid w:val="00D30155"/>
    <w:rsid w:val="00D370AF"/>
    <w:rsid w:val="00D50F13"/>
    <w:rsid w:val="00D52D45"/>
    <w:rsid w:val="00D54DC0"/>
    <w:rsid w:val="00D57899"/>
    <w:rsid w:val="00D619E4"/>
    <w:rsid w:val="00D61FB9"/>
    <w:rsid w:val="00D637E9"/>
    <w:rsid w:val="00D6394E"/>
    <w:rsid w:val="00D73C2F"/>
    <w:rsid w:val="00D762C7"/>
    <w:rsid w:val="00D84DAF"/>
    <w:rsid w:val="00D85230"/>
    <w:rsid w:val="00D85930"/>
    <w:rsid w:val="00D85BDF"/>
    <w:rsid w:val="00D8602C"/>
    <w:rsid w:val="00D944C1"/>
    <w:rsid w:val="00D9628F"/>
    <w:rsid w:val="00D97342"/>
    <w:rsid w:val="00DA737A"/>
    <w:rsid w:val="00DA76D2"/>
    <w:rsid w:val="00DA7AC5"/>
    <w:rsid w:val="00DB1987"/>
    <w:rsid w:val="00DB1FF1"/>
    <w:rsid w:val="00DB2BD3"/>
    <w:rsid w:val="00DB7ACF"/>
    <w:rsid w:val="00DC0C81"/>
    <w:rsid w:val="00DC2E76"/>
    <w:rsid w:val="00DC460A"/>
    <w:rsid w:val="00DD3500"/>
    <w:rsid w:val="00DD7C1E"/>
    <w:rsid w:val="00DE29EF"/>
    <w:rsid w:val="00DE2DDC"/>
    <w:rsid w:val="00DE5AE4"/>
    <w:rsid w:val="00DF3DFC"/>
    <w:rsid w:val="00DF687F"/>
    <w:rsid w:val="00DF6923"/>
    <w:rsid w:val="00DF6F1C"/>
    <w:rsid w:val="00DF73B8"/>
    <w:rsid w:val="00E0180F"/>
    <w:rsid w:val="00E07D40"/>
    <w:rsid w:val="00E1084A"/>
    <w:rsid w:val="00E1688A"/>
    <w:rsid w:val="00E2200E"/>
    <w:rsid w:val="00E25244"/>
    <w:rsid w:val="00E2790F"/>
    <w:rsid w:val="00E30211"/>
    <w:rsid w:val="00E302A8"/>
    <w:rsid w:val="00E32236"/>
    <w:rsid w:val="00E35275"/>
    <w:rsid w:val="00E35BF2"/>
    <w:rsid w:val="00E36227"/>
    <w:rsid w:val="00E4118C"/>
    <w:rsid w:val="00E465B6"/>
    <w:rsid w:val="00E52E42"/>
    <w:rsid w:val="00E52FB9"/>
    <w:rsid w:val="00E538AC"/>
    <w:rsid w:val="00E62D96"/>
    <w:rsid w:val="00E72409"/>
    <w:rsid w:val="00E853BA"/>
    <w:rsid w:val="00E90D36"/>
    <w:rsid w:val="00E92E62"/>
    <w:rsid w:val="00E9618C"/>
    <w:rsid w:val="00EA0DD6"/>
    <w:rsid w:val="00EA3640"/>
    <w:rsid w:val="00EA3E4E"/>
    <w:rsid w:val="00EB0881"/>
    <w:rsid w:val="00EB196D"/>
    <w:rsid w:val="00EB45B9"/>
    <w:rsid w:val="00EB5169"/>
    <w:rsid w:val="00EC0DE4"/>
    <w:rsid w:val="00EC2B8F"/>
    <w:rsid w:val="00EC3130"/>
    <w:rsid w:val="00EC3303"/>
    <w:rsid w:val="00EC571C"/>
    <w:rsid w:val="00EC5E5D"/>
    <w:rsid w:val="00ED3438"/>
    <w:rsid w:val="00EE013F"/>
    <w:rsid w:val="00EE0F01"/>
    <w:rsid w:val="00EE1DB4"/>
    <w:rsid w:val="00EE25FC"/>
    <w:rsid w:val="00EE62B3"/>
    <w:rsid w:val="00EF0157"/>
    <w:rsid w:val="00EF233F"/>
    <w:rsid w:val="00F00185"/>
    <w:rsid w:val="00F01189"/>
    <w:rsid w:val="00F053D9"/>
    <w:rsid w:val="00F12F4B"/>
    <w:rsid w:val="00F14135"/>
    <w:rsid w:val="00F14942"/>
    <w:rsid w:val="00F160B8"/>
    <w:rsid w:val="00F24CE2"/>
    <w:rsid w:val="00F24EA9"/>
    <w:rsid w:val="00F25463"/>
    <w:rsid w:val="00F25972"/>
    <w:rsid w:val="00F30D1E"/>
    <w:rsid w:val="00F322B1"/>
    <w:rsid w:val="00F36843"/>
    <w:rsid w:val="00F42FF1"/>
    <w:rsid w:val="00F535EF"/>
    <w:rsid w:val="00F53C83"/>
    <w:rsid w:val="00F56082"/>
    <w:rsid w:val="00F57296"/>
    <w:rsid w:val="00F62C38"/>
    <w:rsid w:val="00F64DD3"/>
    <w:rsid w:val="00F64E4F"/>
    <w:rsid w:val="00F669A4"/>
    <w:rsid w:val="00F712C9"/>
    <w:rsid w:val="00F84776"/>
    <w:rsid w:val="00F8569D"/>
    <w:rsid w:val="00F870EC"/>
    <w:rsid w:val="00F87E28"/>
    <w:rsid w:val="00F9127D"/>
    <w:rsid w:val="00FA58E9"/>
    <w:rsid w:val="00FB2E99"/>
    <w:rsid w:val="00FB440C"/>
    <w:rsid w:val="00FB53B5"/>
    <w:rsid w:val="00FB583E"/>
    <w:rsid w:val="00FC4220"/>
    <w:rsid w:val="00FC55BE"/>
    <w:rsid w:val="00FD1863"/>
    <w:rsid w:val="00FD32C4"/>
    <w:rsid w:val="00FE1B5A"/>
    <w:rsid w:val="00FE272A"/>
    <w:rsid w:val="00FE27E5"/>
    <w:rsid w:val="00FE2C64"/>
    <w:rsid w:val="00FE500C"/>
    <w:rsid w:val="00FE7CD1"/>
    <w:rsid w:val="00FF6C11"/>
    <w:rsid w:val="00FF7298"/>
    <w:rsid w:val="00FF7B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552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543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543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28</TotalTime>
  <Pages>3</Pages>
  <Words>0</Words>
  <Characters>0</Characters>
  <Application>Microsoft Office Outlook</Application>
  <DocSecurity>0</DocSecurity>
  <Lines>0</Lines>
  <Paragraphs>0</Paragraphs>
  <ScaleCrop>false</ScaleCrop>
  <Company>NCA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kormos</dc:creator>
  <cp:keywords/>
  <dc:description/>
  <cp:lastModifiedBy>Kormi</cp:lastModifiedBy>
  <cp:revision>5</cp:revision>
  <cp:lastPrinted>2010-07-31T15:46:00Z</cp:lastPrinted>
  <dcterms:created xsi:type="dcterms:W3CDTF">2010-07-31T15:22:00Z</dcterms:created>
  <dcterms:modified xsi:type="dcterms:W3CDTF">2010-08-29T15:00:00Z</dcterms:modified>
</cp:coreProperties>
</file>